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2DF" w:rsidRPr="00892824" w:rsidRDefault="00654A38" w:rsidP="00654A38">
      <w:pPr>
        <w:ind w:firstLine="0"/>
        <w:jc w:val="left"/>
      </w:pPr>
      <w:r>
        <w:rPr>
          <w:noProof/>
        </w:rPr>
        <w:drawing>
          <wp:inline distT="0" distB="0" distL="0" distR="0">
            <wp:extent cx="5461024" cy="1102360"/>
            <wp:effectExtent l="0" t="0" r="6350" b="254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-UE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0172" cy="1122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2DF" w:rsidRPr="00892824" w:rsidRDefault="00654A38" w:rsidP="00E524DC">
      <w:pPr>
        <w:ind w:firstLine="0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712800" cy="116146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aix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7280565" cy="351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2DF" w:rsidRPr="00892824" w:rsidRDefault="00232735" w:rsidP="00E524DC">
      <w:pPr>
        <w:pStyle w:val="NomedoAutoreCurso"/>
        <w:spacing w:before="360"/>
        <w:ind w:firstLine="0"/>
        <w:rPr>
          <w:rFonts w:ascii="Times New Roman" w:hAnsi="Times New Roman"/>
          <w:sz w:val="32"/>
          <w:szCs w:val="32"/>
        </w:rPr>
      </w:pPr>
      <w:sdt>
        <w:sdtPr>
          <w:rPr>
            <w:rFonts w:ascii="Times New Roman" w:hAnsi="Times New Roman"/>
            <w:sz w:val="32"/>
            <w:szCs w:val="32"/>
          </w:rPr>
          <w:alias w:val="Autor"/>
          <w:tag w:val=""/>
          <w:id w:val="-907766251"/>
          <w:placeholder>
            <w:docPart w:val="633D84AD4D094A49A808BF51D9C36D4C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B75185">
            <w:rPr>
              <w:rFonts w:ascii="Times New Roman" w:hAnsi="Times New Roman"/>
              <w:sz w:val="32"/>
              <w:szCs w:val="32"/>
            </w:rPr>
            <w:t>Nome do(a) Aluno(a)</w:t>
          </w:r>
        </w:sdtContent>
      </w:sdt>
    </w:p>
    <w:p w:rsidR="005312DF" w:rsidRPr="00892824" w:rsidRDefault="005312DF" w:rsidP="00715511">
      <w:pPr>
        <w:ind w:firstLine="0"/>
        <w:jc w:val="center"/>
      </w:pPr>
    </w:p>
    <w:p w:rsidR="005312DF" w:rsidRPr="00892824" w:rsidRDefault="005312DF" w:rsidP="00715511">
      <w:pPr>
        <w:ind w:firstLine="0"/>
        <w:jc w:val="center"/>
      </w:pPr>
    </w:p>
    <w:p w:rsidR="005312DF" w:rsidRPr="00892824" w:rsidRDefault="005312DF" w:rsidP="00715511">
      <w:pPr>
        <w:ind w:firstLine="0"/>
        <w:jc w:val="center"/>
      </w:pPr>
    </w:p>
    <w:p w:rsidR="005312DF" w:rsidRPr="00892824" w:rsidRDefault="005312DF" w:rsidP="00715511">
      <w:pPr>
        <w:ind w:firstLine="0"/>
        <w:jc w:val="center"/>
      </w:pPr>
    </w:p>
    <w:p w:rsidR="005312DF" w:rsidRPr="00892824" w:rsidRDefault="005312DF" w:rsidP="00715511">
      <w:pPr>
        <w:pStyle w:val="LocaleAnodeEntrega"/>
        <w:widowControl/>
        <w:ind w:firstLine="0"/>
        <w:rPr>
          <w:rFonts w:ascii="Times New Roman" w:hAnsi="Times New Roman"/>
          <w:noProof w:val="0"/>
          <w:snapToGrid/>
          <w:szCs w:val="24"/>
        </w:rPr>
      </w:pPr>
    </w:p>
    <w:p w:rsidR="005312DF" w:rsidRPr="00892824" w:rsidRDefault="005312DF" w:rsidP="00715511">
      <w:pPr>
        <w:pStyle w:val="LocaleAnodeEntrega"/>
        <w:widowControl/>
        <w:ind w:firstLine="0"/>
        <w:rPr>
          <w:rFonts w:ascii="Times New Roman" w:hAnsi="Times New Roman"/>
          <w:noProof w:val="0"/>
          <w:snapToGrid/>
          <w:szCs w:val="24"/>
        </w:rPr>
      </w:pPr>
    </w:p>
    <w:p w:rsidR="005312DF" w:rsidRPr="00892824" w:rsidRDefault="005312DF" w:rsidP="00715511">
      <w:pPr>
        <w:ind w:firstLine="0"/>
        <w:jc w:val="center"/>
      </w:pPr>
    </w:p>
    <w:p w:rsidR="005312DF" w:rsidRPr="00892824" w:rsidRDefault="005312DF" w:rsidP="00715511">
      <w:pPr>
        <w:ind w:firstLine="0"/>
        <w:jc w:val="center"/>
      </w:pPr>
    </w:p>
    <w:p w:rsidR="005312DF" w:rsidRPr="00892824" w:rsidRDefault="005312DF" w:rsidP="00715511">
      <w:pPr>
        <w:ind w:firstLine="0"/>
        <w:jc w:val="center"/>
      </w:pPr>
    </w:p>
    <w:p w:rsidR="005312DF" w:rsidRPr="00892824" w:rsidRDefault="005312DF" w:rsidP="00715511">
      <w:pPr>
        <w:ind w:firstLine="0"/>
        <w:jc w:val="center"/>
      </w:pPr>
    </w:p>
    <w:p w:rsidR="005312DF" w:rsidRPr="00892824" w:rsidRDefault="00232735" w:rsidP="00715511">
      <w:pPr>
        <w:pStyle w:val="TtulodoTrabalho"/>
        <w:ind w:firstLine="0"/>
        <w:rPr>
          <w:rFonts w:ascii="Times New Roman" w:hAnsi="Times New Roman"/>
          <w:szCs w:val="32"/>
        </w:rPr>
      </w:pPr>
      <w:sdt>
        <w:sdtPr>
          <w:rPr>
            <w:rFonts w:ascii="Times New Roman" w:hAnsi="Times New Roman"/>
            <w:szCs w:val="32"/>
          </w:rPr>
          <w:alias w:val="Título"/>
          <w:tag w:val=""/>
          <w:id w:val="-953707356"/>
          <w:placeholder>
            <w:docPart w:val="68485BBD608F4F8B94B9AE1A971282F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32445">
            <w:rPr>
              <w:rFonts w:ascii="Times New Roman" w:hAnsi="Times New Roman"/>
              <w:szCs w:val="32"/>
            </w:rPr>
            <w:t>Título do Trabalho</w:t>
          </w:r>
        </w:sdtContent>
      </w:sdt>
    </w:p>
    <w:p w:rsidR="005312DF" w:rsidRPr="00892824" w:rsidRDefault="005312DF" w:rsidP="00715511">
      <w:pPr>
        <w:ind w:firstLine="0"/>
        <w:jc w:val="center"/>
      </w:pPr>
    </w:p>
    <w:p w:rsidR="005312DF" w:rsidRPr="00892824" w:rsidRDefault="005312DF" w:rsidP="00715511">
      <w:pPr>
        <w:ind w:firstLine="0"/>
        <w:jc w:val="center"/>
      </w:pPr>
    </w:p>
    <w:p w:rsidR="005312DF" w:rsidRPr="00892824" w:rsidRDefault="005312DF" w:rsidP="00715511">
      <w:pPr>
        <w:ind w:firstLine="0"/>
        <w:jc w:val="center"/>
      </w:pPr>
    </w:p>
    <w:p w:rsidR="005312DF" w:rsidRDefault="005312DF" w:rsidP="00715511">
      <w:pPr>
        <w:ind w:firstLine="0"/>
        <w:jc w:val="center"/>
      </w:pPr>
    </w:p>
    <w:p w:rsidR="00715511" w:rsidRDefault="00715511" w:rsidP="00715511">
      <w:pPr>
        <w:ind w:firstLine="0"/>
        <w:jc w:val="center"/>
      </w:pPr>
    </w:p>
    <w:p w:rsidR="00715511" w:rsidRDefault="00715511" w:rsidP="00715511">
      <w:pPr>
        <w:ind w:firstLine="0"/>
        <w:jc w:val="center"/>
      </w:pPr>
    </w:p>
    <w:p w:rsidR="00715511" w:rsidRDefault="00715511" w:rsidP="00715511">
      <w:pPr>
        <w:ind w:firstLine="0"/>
        <w:jc w:val="center"/>
      </w:pPr>
    </w:p>
    <w:p w:rsidR="00715511" w:rsidRDefault="00715511" w:rsidP="00715511">
      <w:pPr>
        <w:ind w:firstLine="0"/>
        <w:jc w:val="center"/>
      </w:pPr>
    </w:p>
    <w:p w:rsidR="007515D7" w:rsidRDefault="007515D7" w:rsidP="00715511">
      <w:pPr>
        <w:ind w:firstLine="0"/>
        <w:jc w:val="center"/>
      </w:pPr>
    </w:p>
    <w:p w:rsidR="007515D7" w:rsidRDefault="007515D7" w:rsidP="00715511">
      <w:pPr>
        <w:ind w:firstLine="0"/>
        <w:jc w:val="center"/>
      </w:pPr>
    </w:p>
    <w:p w:rsidR="007515D7" w:rsidRPr="00892824" w:rsidRDefault="007515D7" w:rsidP="00715511">
      <w:pPr>
        <w:ind w:firstLine="0"/>
        <w:jc w:val="center"/>
      </w:pPr>
    </w:p>
    <w:p w:rsidR="005312DF" w:rsidRPr="00892824" w:rsidRDefault="00E524DC" w:rsidP="00715511">
      <w:pPr>
        <w:ind w:firstLine="0"/>
        <w:jc w:val="center"/>
        <w:rPr>
          <w:sz w:val="28"/>
        </w:rPr>
      </w:pPr>
      <w:r>
        <w:rPr>
          <w:noProof/>
          <w:sz w:val="32"/>
          <w:szCs w:val="32"/>
        </w:rPr>
        <w:drawing>
          <wp:inline distT="0" distB="0" distL="0" distR="0" wp14:anchorId="66B975BB" wp14:editId="73E666B0">
            <wp:extent cx="5712800" cy="116146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aix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7280565" cy="351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2DF" w:rsidRPr="00715511" w:rsidRDefault="00734D3E" w:rsidP="00715511">
      <w:pPr>
        <w:tabs>
          <w:tab w:val="left" w:pos="9214"/>
        </w:tabs>
        <w:ind w:firstLine="0"/>
        <w:jc w:val="center"/>
        <w:rPr>
          <w:sz w:val="28"/>
        </w:rPr>
      </w:pPr>
      <w:r>
        <w:rPr>
          <w:b/>
        </w:rPr>
        <w:t>LONDRINA - PR</w:t>
      </w:r>
    </w:p>
    <w:p w:rsidR="007515D7" w:rsidRDefault="00547177" w:rsidP="007515D7">
      <w:pPr>
        <w:pStyle w:val="LocaleAnodeEntrega"/>
        <w:widowControl/>
        <w:tabs>
          <w:tab w:val="left" w:pos="9072"/>
        </w:tabs>
        <w:ind w:firstLine="0"/>
        <w:rPr>
          <w:rFonts w:ascii="Times New Roman" w:hAnsi="Times New Roman"/>
          <w:b/>
          <w:bCs/>
          <w:noProof w:val="0"/>
          <w:snapToGrid/>
          <w:szCs w:val="24"/>
        </w:rPr>
      </w:pPr>
      <w:r>
        <w:rPr>
          <w:rFonts w:ascii="Times New Roman" w:hAnsi="Times New Roman"/>
          <w:b/>
          <w:bCs/>
          <w:noProof w:val="0"/>
          <w:snapToGrid/>
          <w:szCs w:val="24"/>
        </w:rPr>
        <w:fldChar w:fldCharType="begin"/>
      </w:r>
      <w:r>
        <w:rPr>
          <w:rFonts w:ascii="Times New Roman" w:hAnsi="Times New Roman"/>
          <w:b/>
          <w:bCs/>
          <w:noProof w:val="0"/>
          <w:snapToGrid/>
          <w:szCs w:val="24"/>
        </w:rPr>
        <w:instrText xml:space="preserve"> DOCPROPERTY  "Ano de defesa"  \* MERGEFORMAT </w:instrText>
      </w:r>
      <w:r>
        <w:rPr>
          <w:rFonts w:ascii="Times New Roman" w:hAnsi="Times New Roman"/>
          <w:b/>
          <w:bCs/>
          <w:noProof w:val="0"/>
          <w:snapToGrid/>
          <w:szCs w:val="24"/>
        </w:rPr>
        <w:fldChar w:fldCharType="separate"/>
      </w:r>
      <w:r w:rsidR="00B75185">
        <w:rPr>
          <w:rFonts w:ascii="Times New Roman" w:hAnsi="Times New Roman"/>
          <w:b/>
          <w:bCs/>
          <w:noProof w:val="0"/>
          <w:snapToGrid/>
          <w:szCs w:val="24"/>
        </w:rPr>
        <w:t>2014</w:t>
      </w:r>
      <w:r>
        <w:rPr>
          <w:rFonts w:ascii="Times New Roman" w:hAnsi="Times New Roman"/>
          <w:b/>
          <w:bCs/>
          <w:noProof w:val="0"/>
          <w:snapToGrid/>
          <w:szCs w:val="24"/>
        </w:rPr>
        <w:fldChar w:fldCharType="end"/>
      </w:r>
      <w:r w:rsidR="007515D7">
        <w:rPr>
          <w:rFonts w:ascii="Times New Roman" w:hAnsi="Times New Roman"/>
          <w:b/>
          <w:bCs/>
          <w:noProof w:val="0"/>
          <w:snapToGrid/>
          <w:szCs w:val="24"/>
        </w:rPr>
        <w:br w:type="page"/>
      </w:r>
    </w:p>
    <w:p w:rsidR="006A114D" w:rsidRDefault="00FC0989" w:rsidP="00157F5D">
      <w:pPr>
        <w:spacing w:line="240" w:lineRule="auto"/>
        <w:ind w:firstLine="0"/>
        <w:jc w:val="center"/>
        <w:rPr>
          <w:caps/>
          <w:noProof/>
          <w:snapToGrid w:val="0"/>
          <w:sz w:val="32"/>
          <w:szCs w:val="32"/>
        </w:rPr>
      </w:pPr>
      <w:r>
        <w:rPr>
          <w:caps/>
          <w:noProof/>
          <w:snapToGrid w:val="0"/>
          <w:sz w:val="32"/>
          <w:szCs w:val="32"/>
        </w:rPr>
        <w:lastRenderedPageBreak/>
        <w:br w:type="page"/>
      </w:r>
    </w:p>
    <w:p w:rsidR="006A114D" w:rsidRDefault="006A114D" w:rsidP="00077593">
      <w:pPr>
        <w:spacing w:line="240" w:lineRule="auto"/>
        <w:ind w:firstLine="0"/>
        <w:rPr>
          <w:caps/>
          <w:noProof/>
          <w:snapToGrid w:val="0"/>
          <w:sz w:val="32"/>
          <w:szCs w:val="32"/>
        </w:rPr>
        <w:sectPr w:rsidR="006A114D" w:rsidSect="00077593">
          <w:headerReference w:type="even" r:id="rId10"/>
          <w:headerReference w:type="default" r:id="rId11"/>
          <w:type w:val="continuous"/>
          <w:pgSz w:w="11907" w:h="16840" w:code="9"/>
          <w:pgMar w:top="1701" w:right="1134" w:bottom="1134" w:left="1701" w:header="1134" w:footer="709" w:gutter="0"/>
          <w:cols w:space="720"/>
        </w:sectPr>
      </w:pPr>
    </w:p>
    <w:sdt>
      <w:sdtPr>
        <w:rPr>
          <w:rFonts w:ascii="Times New Roman" w:hAnsi="Times New Roman"/>
          <w:sz w:val="32"/>
          <w:szCs w:val="32"/>
        </w:rPr>
        <w:alias w:val="Autor"/>
        <w:tag w:val=""/>
        <w:id w:val="-1643103571"/>
        <w:placeholder>
          <w:docPart w:val="539808AE514D417695AECADCDD554B68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5312DF" w:rsidRPr="00892824" w:rsidRDefault="00B75185" w:rsidP="009941C0">
          <w:pPr>
            <w:pStyle w:val="NomedoAutoreCurso"/>
            <w:ind w:firstLine="0"/>
            <w:rPr>
              <w:rFonts w:ascii="Times New Roman" w:hAnsi="Times New Roman"/>
              <w:sz w:val="32"/>
              <w:szCs w:val="32"/>
            </w:rPr>
          </w:pPr>
          <w:r>
            <w:rPr>
              <w:rFonts w:ascii="Times New Roman" w:hAnsi="Times New Roman"/>
              <w:sz w:val="32"/>
              <w:szCs w:val="32"/>
            </w:rPr>
            <w:t>Nome do(a) Aluno(a)</w:t>
          </w:r>
        </w:p>
      </w:sdtContent>
    </w:sdt>
    <w:p w:rsidR="005312DF" w:rsidRPr="00892824" w:rsidRDefault="005312DF" w:rsidP="009941C0">
      <w:pPr>
        <w:ind w:firstLine="0"/>
      </w:pPr>
    </w:p>
    <w:p w:rsidR="005312DF" w:rsidRPr="00892824" w:rsidRDefault="005312DF" w:rsidP="009941C0">
      <w:pPr>
        <w:ind w:firstLine="0"/>
      </w:pPr>
    </w:p>
    <w:p w:rsidR="005312DF" w:rsidRPr="00892824" w:rsidRDefault="005312DF" w:rsidP="009941C0">
      <w:pPr>
        <w:ind w:firstLine="0"/>
      </w:pPr>
    </w:p>
    <w:p w:rsidR="005312DF" w:rsidRPr="00892824" w:rsidRDefault="005312DF" w:rsidP="009941C0">
      <w:pPr>
        <w:ind w:firstLine="0"/>
      </w:pPr>
    </w:p>
    <w:p w:rsidR="005312DF" w:rsidRPr="00892824" w:rsidRDefault="005312DF" w:rsidP="009941C0">
      <w:pPr>
        <w:ind w:firstLine="0"/>
      </w:pPr>
    </w:p>
    <w:p w:rsidR="005312DF" w:rsidRPr="00892824" w:rsidRDefault="005312DF" w:rsidP="009941C0">
      <w:pPr>
        <w:ind w:firstLine="0"/>
      </w:pPr>
    </w:p>
    <w:p w:rsidR="005312DF" w:rsidRPr="00892824" w:rsidRDefault="005312DF" w:rsidP="009941C0">
      <w:pPr>
        <w:ind w:firstLine="0"/>
      </w:pPr>
    </w:p>
    <w:p w:rsidR="005312DF" w:rsidRPr="00892824" w:rsidRDefault="005312DF" w:rsidP="009941C0">
      <w:pPr>
        <w:ind w:firstLine="0"/>
      </w:pPr>
    </w:p>
    <w:p w:rsidR="005312DF" w:rsidRPr="00892824" w:rsidRDefault="005312DF" w:rsidP="009941C0">
      <w:pPr>
        <w:ind w:firstLine="0"/>
      </w:pPr>
    </w:p>
    <w:p w:rsidR="005312DF" w:rsidRPr="00892824" w:rsidRDefault="005312DF" w:rsidP="009941C0">
      <w:pPr>
        <w:ind w:firstLine="0"/>
      </w:pPr>
    </w:p>
    <w:p w:rsidR="005312DF" w:rsidRPr="00892824" w:rsidRDefault="005312DF" w:rsidP="009941C0">
      <w:pPr>
        <w:ind w:firstLine="0"/>
      </w:pPr>
    </w:p>
    <w:sdt>
      <w:sdtPr>
        <w:rPr>
          <w:rFonts w:ascii="Times New Roman" w:hAnsi="Times New Roman"/>
          <w:szCs w:val="32"/>
        </w:rPr>
        <w:alias w:val="Título"/>
        <w:tag w:val=""/>
        <w:id w:val="1816524814"/>
        <w:placeholder>
          <w:docPart w:val="77AD432E52C145FFBF509AD102785DB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:rsidR="005312DF" w:rsidRPr="00892824" w:rsidRDefault="00B32445" w:rsidP="009941C0">
          <w:pPr>
            <w:pStyle w:val="TtulodoTrabalho"/>
            <w:ind w:firstLine="0"/>
            <w:rPr>
              <w:rFonts w:ascii="Times New Roman" w:hAnsi="Times New Roman"/>
              <w:szCs w:val="32"/>
            </w:rPr>
          </w:pPr>
          <w:r>
            <w:rPr>
              <w:rFonts w:ascii="Times New Roman" w:hAnsi="Times New Roman"/>
              <w:szCs w:val="32"/>
            </w:rPr>
            <w:t>Título do Trabalho</w:t>
          </w:r>
        </w:p>
      </w:sdtContent>
    </w:sdt>
    <w:p w:rsidR="005312DF" w:rsidRPr="00892824" w:rsidRDefault="005312DF" w:rsidP="009941C0">
      <w:pPr>
        <w:ind w:firstLine="0"/>
      </w:pPr>
    </w:p>
    <w:p w:rsidR="005312DF" w:rsidRPr="00892824" w:rsidRDefault="005312DF" w:rsidP="009941C0">
      <w:pPr>
        <w:ind w:firstLine="0"/>
      </w:pPr>
    </w:p>
    <w:p w:rsidR="005312DF" w:rsidRPr="00892824" w:rsidRDefault="005312DF" w:rsidP="009941C0">
      <w:pPr>
        <w:ind w:firstLine="0"/>
      </w:pPr>
    </w:p>
    <w:p w:rsidR="005312DF" w:rsidRPr="00892824" w:rsidRDefault="005312DF" w:rsidP="009941C0">
      <w:pPr>
        <w:ind w:firstLine="0"/>
      </w:pPr>
    </w:p>
    <w:p w:rsidR="00734D3E" w:rsidRPr="006625EA" w:rsidRDefault="00232735" w:rsidP="009941C0">
      <w:pPr>
        <w:ind w:left="4500" w:firstLine="0"/>
      </w:pPr>
      <w:r>
        <w:fldChar w:fldCharType="begin"/>
      </w:r>
      <w:r>
        <w:instrText xml:space="preserve"> DOCPROPERTY  "Tipo do trabalho"  \* MERGEFORMAT </w:instrText>
      </w:r>
      <w:r>
        <w:fldChar w:fldCharType="separate"/>
      </w:r>
      <w:r w:rsidR="00B75185">
        <w:t>Trabalho de Conclusão de Curso</w:t>
      </w:r>
      <w:r>
        <w:fldChar w:fldCharType="end"/>
      </w:r>
      <w:r w:rsidR="008221A9">
        <w:t xml:space="preserve"> </w:t>
      </w:r>
      <w:r w:rsidR="008221A9" w:rsidRPr="006625EA">
        <w:t>apresentad</w:t>
      </w:r>
      <w:r w:rsidR="008221A9">
        <w:t>o</w:t>
      </w:r>
      <w:r w:rsidR="008221A9" w:rsidRPr="006625EA">
        <w:t xml:space="preserve"> ao </w:t>
      </w:r>
      <w:r>
        <w:fldChar w:fldCharType="begin"/>
      </w:r>
      <w:r>
        <w:instrText xml:space="preserve"> DOCPROPERTY  "Curso ou programa"  \* MERGEFORMAT </w:instrText>
      </w:r>
      <w:r>
        <w:fldChar w:fldCharType="separate"/>
      </w:r>
      <w:r w:rsidR="00B75185">
        <w:t>Curso</w:t>
      </w:r>
      <w:r>
        <w:fldChar w:fldCharType="end"/>
      </w:r>
      <w:r w:rsidR="008221A9">
        <w:t xml:space="preserve"> </w:t>
      </w:r>
      <w:r w:rsidR="008221A9" w:rsidRPr="006625EA">
        <w:t>de</w:t>
      </w:r>
      <w:r w:rsidR="008221A9">
        <w:t xml:space="preserve"> </w:t>
      </w:r>
      <w:r>
        <w:fldChar w:fldCharType="begin"/>
      </w:r>
      <w:r>
        <w:instrText xml:space="preserve"> DOCPROPERTY  "Nome do curso ou programa"  \* MERGEFORMAT </w:instrText>
      </w:r>
      <w:r>
        <w:fldChar w:fldCharType="separate"/>
      </w:r>
      <w:r w:rsidR="00B75185">
        <w:t>Bacharelado em Ciência da Computação</w:t>
      </w:r>
      <w:r>
        <w:fldChar w:fldCharType="end"/>
      </w:r>
      <w:r w:rsidR="008221A9">
        <w:t xml:space="preserve"> do </w:t>
      </w:r>
      <w:r w:rsidR="008221A9" w:rsidRPr="006625EA">
        <w:t>Departamento de Computação da Uni</w:t>
      </w:r>
      <w:r w:rsidR="008221A9">
        <w:t>versidade Estadual de Londrina,</w:t>
      </w:r>
      <w:r w:rsidR="008221A9" w:rsidRPr="006625EA">
        <w:t xml:space="preserve"> como requisito parcial para a obtenção do título de</w:t>
      </w:r>
      <w:r w:rsidR="008221A9">
        <w:t xml:space="preserve"> </w:t>
      </w:r>
      <w:r>
        <w:fldChar w:fldCharType="begin"/>
      </w:r>
      <w:r>
        <w:instrText xml:space="preserve"> DOCPROPERTY  "Grau ou título obtido" </w:instrText>
      </w:r>
      <w:r>
        <w:instrText xml:space="preserve"> \* MERGEFORMAT </w:instrText>
      </w:r>
      <w:r>
        <w:fldChar w:fldCharType="separate"/>
      </w:r>
      <w:r w:rsidR="00B75185">
        <w:t>Bacharel em Ciência da Computação</w:t>
      </w:r>
      <w:r>
        <w:fldChar w:fldCharType="end"/>
      </w:r>
      <w:r w:rsidR="008221A9" w:rsidRPr="006625EA">
        <w:t>.</w:t>
      </w:r>
    </w:p>
    <w:p w:rsidR="00734D3E" w:rsidRPr="006625EA" w:rsidRDefault="00734D3E" w:rsidP="009941C0">
      <w:pPr>
        <w:pStyle w:val="Textoembloco"/>
        <w:ind w:left="4500" w:right="227" w:firstLine="0"/>
      </w:pPr>
    </w:p>
    <w:p w:rsidR="00734D3E" w:rsidRPr="006625EA" w:rsidRDefault="00734D3E" w:rsidP="009941C0">
      <w:pPr>
        <w:ind w:left="4500" w:firstLine="0"/>
        <w:rPr>
          <w:lang w:val="es-ES_tradnl"/>
        </w:rPr>
      </w:pPr>
      <w:r w:rsidRPr="006625EA">
        <w:rPr>
          <w:lang w:val="es-ES_tradnl"/>
        </w:rPr>
        <w:t xml:space="preserve">Orientador: </w:t>
      </w:r>
      <w:r w:rsidR="00C40AB3">
        <w:rPr>
          <w:lang w:val="es-ES_tradnl"/>
        </w:rPr>
        <w:fldChar w:fldCharType="begin"/>
      </w:r>
      <w:r w:rsidR="00C40AB3">
        <w:rPr>
          <w:lang w:val="es-ES_tradnl"/>
        </w:rPr>
        <w:instrText xml:space="preserve"> DOCPROPERTY  "Nome do orientador"  \* MERGEFORMAT </w:instrText>
      </w:r>
      <w:r w:rsidR="00C40AB3">
        <w:rPr>
          <w:lang w:val="es-ES_tradnl"/>
        </w:rPr>
        <w:fldChar w:fldCharType="separate"/>
      </w:r>
      <w:r w:rsidR="00B75185">
        <w:rPr>
          <w:lang w:val="es-ES_tradnl"/>
        </w:rPr>
        <w:t xml:space="preserve">Prof. Dr. </w:t>
      </w:r>
      <w:proofErr w:type="spellStart"/>
      <w:r w:rsidR="00B75185">
        <w:rPr>
          <w:lang w:val="es-ES_tradnl"/>
        </w:rPr>
        <w:t>Nome</w:t>
      </w:r>
      <w:proofErr w:type="spellEnd"/>
      <w:r w:rsidR="00B75185">
        <w:rPr>
          <w:lang w:val="es-ES_tradnl"/>
        </w:rPr>
        <w:t xml:space="preserve"> do Orientador</w:t>
      </w:r>
      <w:r w:rsidR="00C40AB3">
        <w:rPr>
          <w:lang w:val="es-ES_tradnl"/>
        </w:rPr>
        <w:fldChar w:fldCharType="end"/>
      </w:r>
    </w:p>
    <w:p w:rsidR="005312DF" w:rsidRPr="00892824" w:rsidRDefault="005312DF" w:rsidP="009941C0">
      <w:pPr>
        <w:pStyle w:val="NaturezadoTrabalho"/>
        <w:ind w:left="4500" w:firstLine="0"/>
        <w:rPr>
          <w:rFonts w:ascii="Times New Roman" w:hAnsi="Times New Roman"/>
          <w:sz w:val="24"/>
          <w:szCs w:val="24"/>
        </w:rPr>
      </w:pPr>
      <w:r w:rsidRPr="00892824">
        <w:rPr>
          <w:rFonts w:ascii="Times New Roman" w:hAnsi="Times New Roman"/>
          <w:sz w:val="24"/>
          <w:szCs w:val="24"/>
        </w:rPr>
        <w:t xml:space="preserve"> </w:t>
      </w:r>
    </w:p>
    <w:p w:rsidR="005312DF" w:rsidRPr="00892824" w:rsidRDefault="005312DF" w:rsidP="009941C0">
      <w:pPr>
        <w:ind w:firstLine="0"/>
      </w:pPr>
    </w:p>
    <w:p w:rsidR="005312DF" w:rsidRPr="00892824" w:rsidRDefault="005312DF" w:rsidP="009941C0">
      <w:pPr>
        <w:ind w:firstLine="0"/>
      </w:pPr>
    </w:p>
    <w:p w:rsidR="00734D3E" w:rsidRPr="00892824" w:rsidRDefault="00734D3E" w:rsidP="009941C0">
      <w:pPr>
        <w:ind w:firstLine="0"/>
      </w:pPr>
    </w:p>
    <w:p w:rsidR="005312DF" w:rsidRPr="00892824" w:rsidRDefault="005312DF" w:rsidP="009941C0">
      <w:pPr>
        <w:ind w:firstLine="0"/>
      </w:pPr>
    </w:p>
    <w:p w:rsidR="00734D3E" w:rsidRPr="00734D3E" w:rsidRDefault="00734D3E" w:rsidP="009941C0">
      <w:pPr>
        <w:tabs>
          <w:tab w:val="left" w:pos="9214"/>
        </w:tabs>
        <w:ind w:firstLine="0"/>
        <w:jc w:val="center"/>
        <w:rPr>
          <w:b/>
        </w:rPr>
      </w:pPr>
      <w:r>
        <w:rPr>
          <w:b/>
        </w:rPr>
        <w:t>LONDRINA - PR</w:t>
      </w:r>
    </w:p>
    <w:p w:rsidR="000C4612" w:rsidRDefault="00D83079" w:rsidP="000C4612">
      <w:pPr>
        <w:pStyle w:val="LocaleAnodeEntrega"/>
        <w:ind w:firstLine="0"/>
        <w:rPr>
          <w:rFonts w:ascii="Times New Roman" w:hAnsi="Times New Roman"/>
          <w:b/>
          <w:bCs/>
          <w:noProof w:val="0"/>
          <w:snapToGrid/>
          <w:szCs w:val="24"/>
        </w:rPr>
      </w:pPr>
      <w:r>
        <w:rPr>
          <w:rFonts w:ascii="Times New Roman" w:hAnsi="Times New Roman"/>
          <w:b/>
          <w:bCs/>
          <w:noProof w:val="0"/>
          <w:snapToGrid/>
          <w:szCs w:val="24"/>
        </w:rPr>
        <w:fldChar w:fldCharType="begin"/>
      </w:r>
      <w:r>
        <w:rPr>
          <w:rFonts w:ascii="Times New Roman" w:hAnsi="Times New Roman"/>
          <w:b/>
          <w:bCs/>
          <w:noProof w:val="0"/>
          <w:snapToGrid/>
          <w:szCs w:val="24"/>
        </w:rPr>
        <w:instrText xml:space="preserve"> DOCPROPERTY  "Ano de defesa"  \* MERGEFORMAT </w:instrText>
      </w:r>
      <w:r>
        <w:rPr>
          <w:rFonts w:ascii="Times New Roman" w:hAnsi="Times New Roman"/>
          <w:b/>
          <w:bCs/>
          <w:noProof w:val="0"/>
          <w:snapToGrid/>
          <w:szCs w:val="24"/>
        </w:rPr>
        <w:fldChar w:fldCharType="separate"/>
      </w:r>
      <w:r w:rsidR="00B75185">
        <w:rPr>
          <w:rFonts w:ascii="Times New Roman" w:hAnsi="Times New Roman"/>
          <w:b/>
          <w:bCs/>
          <w:noProof w:val="0"/>
          <w:snapToGrid/>
          <w:szCs w:val="24"/>
        </w:rPr>
        <w:t>2014</w:t>
      </w:r>
      <w:r>
        <w:rPr>
          <w:rFonts w:ascii="Times New Roman" w:hAnsi="Times New Roman"/>
          <w:b/>
          <w:bCs/>
          <w:noProof w:val="0"/>
          <w:snapToGrid/>
          <w:szCs w:val="24"/>
        </w:rPr>
        <w:fldChar w:fldCharType="end"/>
      </w:r>
    </w:p>
    <w:p w:rsidR="000C4612" w:rsidRDefault="000C4612">
      <w:pPr>
        <w:spacing w:line="240" w:lineRule="auto"/>
        <w:ind w:firstLine="0"/>
        <w:jc w:val="left"/>
        <w:rPr>
          <w:b/>
          <w:bCs/>
        </w:rPr>
      </w:pPr>
      <w:r>
        <w:rPr>
          <w:b/>
          <w:bCs/>
        </w:rPr>
        <w:br w:type="page"/>
      </w:r>
    </w:p>
    <w:p w:rsidR="00EE19A0" w:rsidRDefault="00EE19A0" w:rsidP="00AE320E"/>
    <w:p w:rsidR="00EE19A0" w:rsidRDefault="00EE19A0" w:rsidP="00AE320E"/>
    <w:p w:rsidR="00EE19A0" w:rsidRDefault="00EE19A0" w:rsidP="00AE320E"/>
    <w:p w:rsidR="00EE19A0" w:rsidRDefault="00EE19A0" w:rsidP="00AE320E"/>
    <w:p w:rsidR="00EE19A0" w:rsidRDefault="00EE19A0" w:rsidP="00AE320E"/>
    <w:p w:rsidR="00EE19A0" w:rsidRDefault="00EE19A0" w:rsidP="00AE320E"/>
    <w:p w:rsidR="00EB4FF5" w:rsidRDefault="00EB4FF5" w:rsidP="00AE320E"/>
    <w:p w:rsidR="00EB4FF5" w:rsidRDefault="00EB4FF5" w:rsidP="00AE320E"/>
    <w:p w:rsidR="00EB4FF5" w:rsidRDefault="00EB4FF5" w:rsidP="00AE320E"/>
    <w:p w:rsidR="00EB4FF5" w:rsidRDefault="00EB4FF5" w:rsidP="00AE320E"/>
    <w:p w:rsidR="00EB4FF5" w:rsidRDefault="00EB4FF5" w:rsidP="00AE320E"/>
    <w:p w:rsidR="00EE19A0" w:rsidRDefault="00EE19A0" w:rsidP="00AE320E"/>
    <w:p w:rsidR="00EE19A0" w:rsidRDefault="00EE19A0" w:rsidP="00AE320E">
      <w:pPr>
        <w:rPr>
          <w:color w:val="FF0000"/>
        </w:rPr>
      </w:pPr>
      <w:r w:rsidRPr="00B01EAD">
        <w:rPr>
          <w:color w:val="FF0000"/>
        </w:rPr>
        <w:t xml:space="preserve">A ficha catalográfica </w:t>
      </w:r>
      <w:r>
        <w:rPr>
          <w:color w:val="FF0000"/>
        </w:rPr>
        <w:t>deverá</w:t>
      </w:r>
      <w:r w:rsidR="0053279C">
        <w:rPr>
          <w:color w:val="FF0000"/>
        </w:rPr>
        <w:t xml:space="preserve"> </w:t>
      </w:r>
      <w:r w:rsidRPr="00B01EAD">
        <w:rPr>
          <w:color w:val="FF0000"/>
        </w:rPr>
        <w:t>ser solicitada na biblioteca central</w:t>
      </w:r>
    </w:p>
    <w:p w:rsidR="0019381F" w:rsidRPr="00B01EAD" w:rsidRDefault="0019381F" w:rsidP="00AE320E">
      <w:pPr>
        <w:rPr>
          <w:color w:val="FF0000"/>
        </w:rPr>
      </w:pPr>
      <w:r>
        <w:rPr>
          <w:color w:val="FF0000"/>
        </w:rPr>
        <w:t>(</w:t>
      </w:r>
      <w:proofErr w:type="gramStart"/>
      <w:r>
        <w:rPr>
          <w:color w:val="FF0000"/>
        </w:rPr>
        <w:t>obrigatório</w:t>
      </w:r>
      <w:proofErr w:type="gramEnd"/>
      <w:r>
        <w:rPr>
          <w:color w:val="FF0000"/>
        </w:rPr>
        <w:t xml:space="preserve"> apenas para Dissertação de Mestrado)</w:t>
      </w:r>
    </w:p>
    <w:p w:rsidR="00EE19A0" w:rsidRDefault="00EE19A0" w:rsidP="00AE320E"/>
    <w:p w:rsidR="00EE19A0" w:rsidRDefault="00EE19A0" w:rsidP="00EE19A0">
      <w:pPr>
        <w:pStyle w:val="NomedoAutoreCurs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napToGrid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0852644" wp14:editId="4F19D3DC">
                <wp:simplePos x="0" y="0"/>
                <wp:positionH relativeFrom="column">
                  <wp:posOffset>686544</wp:posOffset>
                </wp:positionH>
                <wp:positionV relativeFrom="paragraph">
                  <wp:posOffset>127635</wp:posOffset>
                </wp:positionV>
                <wp:extent cx="4500245" cy="2700020"/>
                <wp:effectExtent l="0" t="0" r="14605" b="2413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0245" cy="270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7A1" w:rsidRDefault="001507A1" w:rsidP="00EE19A0">
                            <w:pPr>
                              <w:rPr>
                                <w:color w:val="FF0000"/>
                                <w:sz w:val="10"/>
                              </w:rPr>
                            </w:pPr>
                          </w:p>
                          <w:p w:rsidR="001507A1" w:rsidRDefault="001507A1" w:rsidP="00EE19A0">
                            <w:pPr>
                              <w:tabs>
                                <w:tab w:val="left" w:pos="709"/>
                                <w:tab w:val="left" w:pos="851"/>
                                <w:tab w:val="left" w:pos="1134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581968"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 B222d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Sobrenome, Nome do autor.</w:t>
                            </w:r>
                          </w:p>
                          <w:p w:rsidR="001507A1" w:rsidRPr="00751F09" w:rsidRDefault="001507A1" w:rsidP="00EE19A0">
                            <w:pPr>
                              <w:pStyle w:val="Textoembloco"/>
                              <w:tabs>
                                <w:tab w:val="left" w:pos="1276"/>
                              </w:tabs>
                              <w:ind w:left="993"/>
                              <w:rPr>
                                <w:sz w:val="18"/>
                                <w:szCs w:val="18"/>
                              </w:rPr>
                            </w:pPr>
                            <w:r w:rsidRPr="00751F09">
                              <w:rPr>
                                <w:iCs/>
                                <w:sz w:val="18"/>
                                <w:szCs w:val="18"/>
                              </w:rPr>
                              <w:t xml:space="preserve">Gerência de redes – protocolo SNMP / </w:t>
                            </w:r>
                            <w:r>
                              <w:rPr>
                                <w:iCs/>
                                <w:sz w:val="18"/>
                                <w:szCs w:val="18"/>
                              </w:rPr>
                              <w:t>nome e sobrenome do aluno</w:t>
                            </w:r>
                            <w:r w:rsidRPr="00751F09">
                              <w:rPr>
                                <w:sz w:val="18"/>
                                <w:szCs w:val="18"/>
                              </w:rPr>
                              <w:t xml:space="preserve">. – Londrina, 2010. </w:t>
                            </w:r>
                          </w:p>
                          <w:p w:rsidR="001507A1" w:rsidRPr="00751F09" w:rsidRDefault="001507A1" w:rsidP="00EE19A0">
                            <w:pPr>
                              <w:tabs>
                                <w:tab w:val="left" w:pos="1244"/>
                                <w:tab w:val="left" w:pos="1276"/>
                              </w:tabs>
                              <w:ind w:left="993"/>
                              <w:rPr>
                                <w:sz w:val="18"/>
                                <w:szCs w:val="18"/>
                              </w:rPr>
                            </w:pPr>
                            <w:r w:rsidRPr="00751F09">
                              <w:rPr>
                                <w:sz w:val="18"/>
                                <w:szCs w:val="18"/>
                              </w:rPr>
                              <w:t xml:space="preserve">98 f. : il. </w:t>
                            </w:r>
                          </w:p>
                          <w:p w:rsidR="001507A1" w:rsidRDefault="001507A1" w:rsidP="00EE19A0">
                            <w:pPr>
                              <w:ind w:left="924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507A1" w:rsidRDefault="001507A1" w:rsidP="00EE19A0">
                            <w:pPr>
                              <w:ind w:left="993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Orientador: nome sobrenome do orientador. </w:t>
                            </w:r>
                          </w:p>
                          <w:p w:rsidR="001507A1" w:rsidRDefault="001507A1" w:rsidP="00EE19A0">
                            <w:pPr>
                              <w:tabs>
                                <w:tab w:val="left" w:pos="993"/>
                              </w:tabs>
                              <w:ind w:left="709" w:firstLine="284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Dissertação (Mestrado </w:t>
                            </w: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em )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sym w:font="Symbol" w:char="F02D"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Universidade Estadual de Londrina, Centro de Ciências Exatas, Programa de Pós-Graduação em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xxxxx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,  2010.</w:t>
                            </w:r>
                          </w:p>
                          <w:p w:rsidR="001507A1" w:rsidRDefault="001507A1" w:rsidP="00EE19A0">
                            <w:pPr>
                              <w:ind w:firstLine="993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Inclui bibliografia.</w:t>
                            </w:r>
                          </w:p>
                          <w:p w:rsidR="001507A1" w:rsidRDefault="001507A1" w:rsidP="00EE19A0">
                            <w:pPr>
                              <w:ind w:left="709" w:firstLine="243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507A1" w:rsidRDefault="001507A1" w:rsidP="00EE19A0">
                            <w:pPr>
                              <w:tabs>
                                <w:tab w:val="left" w:pos="6663"/>
                              </w:tabs>
                              <w:ind w:left="709" w:firstLine="284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 xml:space="preserve">1. Gerencia de redes – Teses. 2. SNMP. 3 </w:t>
                            </w:r>
                            <w:proofErr w:type="gramStart"/>
                            <w:r>
                              <w:rPr>
                                <w:spacing w:val="-4"/>
                                <w:sz w:val="18"/>
                                <w:szCs w:val="18"/>
                              </w:rPr>
                              <w:t>NMS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>–</w:t>
                            </w:r>
                            <w:proofErr w:type="gramEnd"/>
                            <w:r>
                              <w:rPr>
                                <w:spacing w:val="2"/>
                                <w:sz w:val="18"/>
                                <w:szCs w:val="18"/>
                              </w:rPr>
                              <w:t xml:space="preserve"> Teses. 3.  Assunto 3 – Teses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. I. Sobrenome, Nome do orientador. II. </w:t>
                            </w:r>
                            <w:r>
                              <w:rPr>
                                <w:sz w:val="18"/>
                                <w:szCs w:val="17"/>
                              </w:rPr>
                              <w:t>Universidade</w:t>
                            </w:r>
                            <w:r>
                              <w:rPr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Estadual de Londrina. Centro de Ciências Exatas. III. Título. </w:t>
                            </w:r>
                          </w:p>
                          <w:p w:rsidR="001507A1" w:rsidRDefault="001507A1" w:rsidP="00EE19A0">
                            <w:pPr>
                              <w:tabs>
                                <w:tab w:val="left" w:pos="6663"/>
                              </w:tabs>
                              <w:ind w:left="709" w:firstLine="284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(</w:t>
                            </w:r>
                            <w:r w:rsidRPr="00F9114A">
                              <w:rPr>
                                <w:sz w:val="18"/>
                                <w:szCs w:val="18"/>
                                <w:highlight w:val="yellow"/>
                              </w:rPr>
                              <w:t>ATENCAO PARA MONOGRAFIA</w:t>
                            </w:r>
                            <w:r>
                              <w:rPr>
                                <w:sz w:val="18"/>
                                <w:szCs w:val="18"/>
                                <w:highlight w:val="yellow"/>
                              </w:rPr>
                              <w:t xml:space="preserve"> DE ESPECIALIZAÇÃO</w:t>
                            </w:r>
                            <w:r w:rsidRPr="00F9114A">
                              <w:rPr>
                                <w:sz w:val="18"/>
                                <w:szCs w:val="18"/>
                                <w:highlight w:val="yellow"/>
                              </w:rPr>
                              <w:t xml:space="preserve"> NÃO PRECISA)</w:t>
                            </w:r>
                          </w:p>
                          <w:p w:rsidR="001507A1" w:rsidRPr="00581968" w:rsidRDefault="001507A1" w:rsidP="00EE19A0">
                            <w:pPr>
                              <w:tabs>
                                <w:tab w:val="left" w:pos="6663"/>
                              </w:tabs>
                              <w:ind w:left="709" w:firstLine="284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                                                                                            </w:t>
                            </w:r>
                            <w:proofErr w:type="gramStart"/>
                            <w:r w:rsidRPr="00581968">
                              <w:rPr>
                                <w:color w:val="FF0000"/>
                                <w:sz w:val="18"/>
                                <w:szCs w:val="18"/>
                              </w:rPr>
                              <w:t>CDU  641:579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85264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54.05pt;margin-top:10.05pt;width:354.35pt;height:212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">
                <v:textbox inset="1.5mm,,1.5mm">
                  <w:txbxContent>
                    <w:p w:rsidR="001507A1" w:rsidRDefault="001507A1" w:rsidP="00EE19A0">
                      <w:pPr>
                        <w:rPr>
                          <w:color w:val="FF0000"/>
                          <w:sz w:val="10"/>
                        </w:rPr>
                      </w:pPr>
                    </w:p>
                    <w:p w:rsidR="001507A1" w:rsidRDefault="001507A1" w:rsidP="00EE19A0">
                      <w:pPr>
                        <w:tabs>
                          <w:tab w:val="left" w:pos="709"/>
                          <w:tab w:val="left" w:pos="851"/>
                          <w:tab w:val="left" w:pos="1134"/>
                        </w:tabs>
                        <w:rPr>
                          <w:sz w:val="18"/>
                          <w:szCs w:val="18"/>
                        </w:rPr>
                      </w:pPr>
                      <w:r w:rsidRPr="00581968">
                        <w:rPr>
                          <w:color w:val="FF0000"/>
                          <w:sz w:val="18"/>
                          <w:szCs w:val="18"/>
                        </w:rPr>
                        <w:t xml:space="preserve"> B222d</w:t>
                      </w:r>
                      <w:r>
                        <w:rPr>
                          <w:sz w:val="18"/>
                          <w:szCs w:val="18"/>
                        </w:rPr>
                        <w:t xml:space="preserve">    Sobrenome, Nome do autor.</w:t>
                      </w:r>
                    </w:p>
                    <w:p w:rsidR="001507A1" w:rsidRPr="00751F09" w:rsidRDefault="001507A1" w:rsidP="00EE19A0">
                      <w:pPr>
                        <w:pStyle w:val="Textoembloco"/>
                        <w:tabs>
                          <w:tab w:val="left" w:pos="1276"/>
                        </w:tabs>
                        <w:ind w:left="993"/>
                        <w:rPr>
                          <w:sz w:val="18"/>
                          <w:szCs w:val="18"/>
                        </w:rPr>
                      </w:pPr>
                      <w:r w:rsidRPr="00751F09">
                        <w:rPr>
                          <w:iCs/>
                          <w:sz w:val="18"/>
                          <w:szCs w:val="18"/>
                        </w:rPr>
                        <w:t xml:space="preserve">Gerência de redes – protocolo SNMP / </w:t>
                      </w:r>
                      <w:r>
                        <w:rPr>
                          <w:iCs/>
                          <w:sz w:val="18"/>
                          <w:szCs w:val="18"/>
                        </w:rPr>
                        <w:t>nome e sobrenome do aluno</w:t>
                      </w:r>
                      <w:r w:rsidRPr="00751F09">
                        <w:rPr>
                          <w:sz w:val="18"/>
                          <w:szCs w:val="18"/>
                        </w:rPr>
                        <w:t xml:space="preserve">. – Londrina, 2010. </w:t>
                      </w:r>
                    </w:p>
                    <w:p w:rsidR="001507A1" w:rsidRPr="00751F09" w:rsidRDefault="001507A1" w:rsidP="00EE19A0">
                      <w:pPr>
                        <w:tabs>
                          <w:tab w:val="left" w:pos="1244"/>
                          <w:tab w:val="left" w:pos="1276"/>
                        </w:tabs>
                        <w:ind w:left="993"/>
                        <w:rPr>
                          <w:sz w:val="18"/>
                          <w:szCs w:val="18"/>
                        </w:rPr>
                      </w:pPr>
                      <w:r w:rsidRPr="00751F09">
                        <w:rPr>
                          <w:sz w:val="18"/>
                          <w:szCs w:val="18"/>
                        </w:rPr>
                        <w:t xml:space="preserve">98 f. : il. </w:t>
                      </w:r>
                    </w:p>
                    <w:p w:rsidR="001507A1" w:rsidRDefault="001507A1" w:rsidP="00EE19A0">
                      <w:pPr>
                        <w:ind w:left="924"/>
                        <w:rPr>
                          <w:sz w:val="18"/>
                          <w:szCs w:val="18"/>
                        </w:rPr>
                      </w:pPr>
                    </w:p>
                    <w:p w:rsidR="001507A1" w:rsidRDefault="001507A1" w:rsidP="00EE19A0">
                      <w:pPr>
                        <w:ind w:left="993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Orientador: nome sobrenome do orientador. </w:t>
                      </w:r>
                    </w:p>
                    <w:p w:rsidR="001507A1" w:rsidRDefault="001507A1" w:rsidP="00EE19A0">
                      <w:pPr>
                        <w:tabs>
                          <w:tab w:val="left" w:pos="993"/>
                        </w:tabs>
                        <w:ind w:left="709" w:firstLine="284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Dissertação (Mestrado </w:t>
                      </w:r>
                      <w:proofErr w:type="gramStart"/>
                      <w:r>
                        <w:rPr>
                          <w:sz w:val="18"/>
                          <w:szCs w:val="18"/>
                        </w:rPr>
                        <w:t>em )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sym w:font="Symbol" w:char="F02D"/>
                      </w:r>
                      <w:r>
                        <w:rPr>
                          <w:sz w:val="18"/>
                          <w:szCs w:val="18"/>
                        </w:rPr>
                        <w:t xml:space="preserve"> Universidade Estadual de Londrina, Centro de Ciências Exatas, Programa de Pós-Graduação em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xxxxx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,  2010.</w:t>
                      </w:r>
                    </w:p>
                    <w:p w:rsidR="001507A1" w:rsidRDefault="001507A1" w:rsidP="00EE19A0">
                      <w:pPr>
                        <w:ind w:firstLine="993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Inclui bibliografia.</w:t>
                      </w:r>
                    </w:p>
                    <w:p w:rsidR="001507A1" w:rsidRDefault="001507A1" w:rsidP="00EE19A0">
                      <w:pPr>
                        <w:ind w:left="709" w:firstLine="243"/>
                        <w:rPr>
                          <w:sz w:val="18"/>
                          <w:szCs w:val="18"/>
                        </w:rPr>
                      </w:pPr>
                    </w:p>
                    <w:p w:rsidR="001507A1" w:rsidRDefault="001507A1" w:rsidP="00EE19A0">
                      <w:pPr>
                        <w:tabs>
                          <w:tab w:val="left" w:pos="6663"/>
                        </w:tabs>
                        <w:ind w:left="709" w:firstLine="284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pacing w:val="-4"/>
                          <w:sz w:val="18"/>
                          <w:szCs w:val="18"/>
                        </w:rPr>
                        <w:t xml:space="preserve">1. Gerencia de redes – Teses. 2. SNMP. 3 </w:t>
                      </w:r>
                      <w:proofErr w:type="gramStart"/>
                      <w:r>
                        <w:rPr>
                          <w:spacing w:val="-4"/>
                          <w:sz w:val="18"/>
                          <w:szCs w:val="18"/>
                        </w:rPr>
                        <w:t>NMS</w:t>
                      </w:r>
                      <w:r>
                        <w:rPr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spacing w:val="2"/>
                          <w:sz w:val="18"/>
                          <w:szCs w:val="18"/>
                        </w:rPr>
                        <w:t>–</w:t>
                      </w:r>
                      <w:proofErr w:type="gramEnd"/>
                      <w:r>
                        <w:rPr>
                          <w:spacing w:val="2"/>
                          <w:sz w:val="18"/>
                          <w:szCs w:val="18"/>
                        </w:rPr>
                        <w:t xml:space="preserve"> Teses. 3.  Assunto 3 – Teses</w:t>
                      </w:r>
                      <w:r>
                        <w:rPr>
                          <w:sz w:val="18"/>
                          <w:szCs w:val="18"/>
                        </w:rPr>
                        <w:t xml:space="preserve">. I. Sobrenome, Nome do orientador. II. </w:t>
                      </w:r>
                      <w:r>
                        <w:rPr>
                          <w:sz w:val="18"/>
                          <w:szCs w:val="17"/>
                        </w:rPr>
                        <w:t>Universidade</w:t>
                      </w:r>
                      <w:r>
                        <w:rPr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Estadual de Londrina. Centro de Ciências Exatas. III. Título. </w:t>
                      </w:r>
                    </w:p>
                    <w:p w:rsidR="001507A1" w:rsidRDefault="001507A1" w:rsidP="00EE19A0">
                      <w:pPr>
                        <w:tabs>
                          <w:tab w:val="left" w:pos="6663"/>
                        </w:tabs>
                        <w:ind w:left="709" w:firstLine="284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(</w:t>
                      </w:r>
                      <w:r w:rsidRPr="00F9114A">
                        <w:rPr>
                          <w:sz w:val="18"/>
                          <w:szCs w:val="18"/>
                          <w:highlight w:val="yellow"/>
                        </w:rPr>
                        <w:t>ATENCAO PARA MONOGRAFIA</w:t>
                      </w:r>
                      <w:r>
                        <w:rPr>
                          <w:sz w:val="18"/>
                          <w:szCs w:val="18"/>
                          <w:highlight w:val="yellow"/>
                        </w:rPr>
                        <w:t xml:space="preserve"> DE ESPECIALIZAÇÃO</w:t>
                      </w:r>
                      <w:r w:rsidRPr="00F9114A">
                        <w:rPr>
                          <w:sz w:val="18"/>
                          <w:szCs w:val="18"/>
                          <w:highlight w:val="yellow"/>
                        </w:rPr>
                        <w:t xml:space="preserve"> NÃO PRECISA)</w:t>
                      </w:r>
                    </w:p>
                    <w:p w:rsidR="001507A1" w:rsidRPr="00581968" w:rsidRDefault="001507A1" w:rsidP="00EE19A0">
                      <w:pPr>
                        <w:tabs>
                          <w:tab w:val="left" w:pos="6663"/>
                        </w:tabs>
                        <w:ind w:left="709" w:firstLine="284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</w:t>
                      </w:r>
                      <w:proofErr w:type="gramStart"/>
                      <w:r w:rsidRPr="00581968">
                        <w:rPr>
                          <w:color w:val="FF0000"/>
                          <w:sz w:val="18"/>
                          <w:szCs w:val="18"/>
                        </w:rPr>
                        <w:t>CDU  641:579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EE19A0" w:rsidRDefault="00EE19A0" w:rsidP="00EE19A0">
      <w:pPr>
        <w:pStyle w:val="NomedoAutoreCurso"/>
        <w:rPr>
          <w:rFonts w:ascii="Times New Roman" w:hAnsi="Times New Roman"/>
          <w:sz w:val="32"/>
          <w:szCs w:val="32"/>
        </w:rPr>
      </w:pPr>
    </w:p>
    <w:p w:rsidR="00EE19A0" w:rsidRDefault="00EE19A0" w:rsidP="00EE19A0">
      <w:pPr>
        <w:pStyle w:val="NomedoAutoreCurso"/>
        <w:rPr>
          <w:rFonts w:ascii="Times New Roman" w:hAnsi="Times New Roman"/>
          <w:sz w:val="32"/>
          <w:szCs w:val="32"/>
        </w:rPr>
      </w:pPr>
    </w:p>
    <w:p w:rsidR="00EE19A0" w:rsidRDefault="00EE19A0" w:rsidP="00EE19A0">
      <w:pPr>
        <w:pStyle w:val="NomedoAutoreCurso"/>
        <w:rPr>
          <w:rFonts w:ascii="Times New Roman" w:hAnsi="Times New Roman"/>
          <w:sz w:val="32"/>
          <w:szCs w:val="32"/>
        </w:rPr>
      </w:pPr>
    </w:p>
    <w:p w:rsidR="00EE19A0" w:rsidRDefault="00EE19A0" w:rsidP="00EE19A0">
      <w:pPr>
        <w:pStyle w:val="NomedoAutoreCurso"/>
        <w:rPr>
          <w:rFonts w:ascii="Times New Roman" w:hAnsi="Times New Roman"/>
          <w:sz w:val="32"/>
          <w:szCs w:val="32"/>
        </w:rPr>
      </w:pPr>
    </w:p>
    <w:p w:rsidR="00EE19A0" w:rsidRDefault="00EE19A0" w:rsidP="00EE19A0">
      <w:pPr>
        <w:pStyle w:val="NomedoAutoreCurso"/>
        <w:rPr>
          <w:rFonts w:ascii="Times New Roman" w:hAnsi="Times New Roman"/>
          <w:sz w:val="32"/>
          <w:szCs w:val="32"/>
        </w:rPr>
      </w:pPr>
    </w:p>
    <w:p w:rsidR="00EE19A0" w:rsidRDefault="00EE19A0" w:rsidP="00EE19A0">
      <w:pPr>
        <w:pStyle w:val="NomedoAutoreCurso"/>
        <w:rPr>
          <w:rFonts w:ascii="Times New Roman" w:hAnsi="Times New Roman"/>
          <w:sz w:val="32"/>
          <w:szCs w:val="32"/>
        </w:rPr>
      </w:pPr>
    </w:p>
    <w:p w:rsidR="00EE19A0" w:rsidRDefault="00EE19A0" w:rsidP="00EE19A0">
      <w:pPr>
        <w:pStyle w:val="NomedoAutoreCurso"/>
        <w:rPr>
          <w:rFonts w:ascii="Times New Roman" w:hAnsi="Times New Roman"/>
          <w:sz w:val="32"/>
          <w:szCs w:val="32"/>
        </w:rPr>
      </w:pPr>
    </w:p>
    <w:p w:rsidR="00EE19A0" w:rsidRDefault="00EE19A0" w:rsidP="00EE19A0">
      <w:pPr>
        <w:pStyle w:val="NomedoAutoreCurso"/>
        <w:rPr>
          <w:rFonts w:ascii="Times New Roman" w:hAnsi="Times New Roman"/>
          <w:sz w:val="32"/>
          <w:szCs w:val="32"/>
        </w:rPr>
      </w:pPr>
    </w:p>
    <w:p w:rsidR="00EE19A0" w:rsidRDefault="00EE19A0">
      <w:pPr>
        <w:spacing w:line="240" w:lineRule="auto"/>
        <w:ind w:firstLine="0"/>
        <w:jc w:val="left"/>
        <w:rPr>
          <w:b/>
          <w:bCs/>
        </w:rPr>
      </w:pPr>
      <w:r>
        <w:rPr>
          <w:b/>
          <w:bCs/>
        </w:rPr>
        <w:br w:type="page"/>
      </w:r>
    </w:p>
    <w:sdt>
      <w:sdtPr>
        <w:rPr>
          <w:rFonts w:ascii="Times New Roman" w:hAnsi="Times New Roman"/>
          <w:caps/>
          <w:sz w:val="32"/>
          <w:szCs w:val="32"/>
        </w:rPr>
        <w:alias w:val="Autor"/>
        <w:tag w:val=""/>
        <w:id w:val="1849743504"/>
        <w:placeholder>
          <w:docPart w:val="EC53372B4ACD4CE59DA95FB71BF04D29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5312DF" w:rsidRPr="000C4612" w:rsidRDefault="00B75185" w:rsidP="000C4612">
          <w:pPr>
            <w:pStyle w:val="LocaleAnodeEntrega"/>
            <w:ind w:firstLine="0"/>
            <w:rPr>
              <w:rFonts w:ascii="Times New Roman" w:hAnsi="Times New Roman"/>
              <w:sz w:val="32"/>
              <w:szCs w:val="32"/>
            </w:rPr>
          </w:pPr>
          <w:r>
            <w:rPr>
              <w:rFonts w:ascii="Times New Roman" w:hAnsi="Times New Roman"/>
              <w:caps/>
              <w:sz w:val="32"/>
              <w:szCs w:val="32"/>
            </w:rPr>
            <w:t>Nome do(a) Aluno(a)</w:t>
          </w:r>
        </w:p>
      </w:sdtContent>
    </w:sdt>
    <w:p w:rsidR="005312DF" w:rsidRPr="00445917" w:rsidRDefault="005312DF" w:rsidP="0098792E">
      <w:pPr>
        <w:pStyle w:val="NomedoAutoreCurso"/>
        <w:ind w:firstLine="0"/>
        <w:rPr>
          <w:rFonts w:ascii="Times New Roman" w:hAnsi="Times New Roman"/>
          <w:sz w:val="24"/>
          <w:szCs w:val="24"/>
        </w:rPr>
      </w:pPr>
    </w:p>
    <w:p w:rsidR="005312DF" w:rsidRPr="00445917" w:rsidRDefault="005312DF" w:rsidP="0098792E">
      <w:pPr>
        <w:pStyle w:val="NomedoAutoreCurso"/>
        <w:ind w:firstLine="0"/>
        <w:rPr>
          <w:rFonts w:ascii="Times New Roman" w:hAnsi="Times New Roman"/>
          <w:sz w:val="24"/>
          <w:szCs w:val="24"/>
        </w:rPr>
      </w:pPr>
    </w:p>
    <w:sdt>
      <w:sdtPr>
        <w:rPr>
          <w:rFonts w:ascii="Times New Roman" w:hAnsi="Times New Roman"/>
          <w:szCs w:val="32"/>
        </w:rPr>
        <w:alias w:val="Título"/>
        <w:tag w:val=""/>
        <w:id w:val="1860156577"/>
        <w:placeholder>
          <w:docPart w:val="BAB0CB566391418DAC91A7C39A8DC3E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:rsidR="005312DF" w:rsidRPr="0098792E" w:rsidRDefault="00B32445" w:rsidP="0098792E">
          <w:pPr>
            <w:pStyle w:val="TtulodoTrabalho"/>
            <w:ind w:firstLine="0"/>
            <w:rPr>
              <w:rFonts w:ascii="Times New Roman" w:hAnsi="Times New Roman"/>
              <w:szCs w:val="32"/>
            </w:rPr>
          </w:pPr>
          <w:r>
            <w:rPr>
              <w:rFonts w:ascii="Times New Roman" w:hAnsi="Times New Roman"/>
              <w:szCs w:val="32"/>
            </w:rPr>
            <w:t>Título do Trabalho</w:t>
          </w:r>
        </w:p>
      </w:sdtContent>
    </w:sdt>
    <w:p w:rsidR="005312DF" w:rsidRPr="00445917" w:rsidRDefault="005312DF" w:rsidP="0098792E">
      <w:pPr>
        <w:pStyle w:val="NomedoAutoreCurso"/>
        <w:ind w:firstLine="0"/>
        <w:rPr>
          <w:rFonts w:ascii="Times New Roman" w:hAnsi="Times New Roman"/>
          <w:sz w:val="24"/>
          <w:szCs w:val="24"/>
        </w:rPr>
      </w:pPr>
    </w:p>
    <w:p w:rsidR="005312DF" w:rsidRPr="00445917" w:rsidRDefault="005312DF" w:rsidP="0098792E">
      <w:pPr>
        <w:pStyle w:val="NomedoAutoreCurso"/>
        <w:ind w:firstLine="0"/>
        <w:rPr>
          <w:rFonts w:ascii="Times New Roman" w:hAnsi="Times New Roman"/>
          <w:sz w:val="24"/>
          <w:szCs w:val="24"/>
        </w:rPr>
      </w:pPr>
    </w:p>
    <w:p w:rsidR="005312DF" w:rsidRPr="00734D3E" w:rsidRDefault="00232735" w:rsidP="00CF40EC">
      <w:pPr>
        <w:ind w:left="4253" w:firstLine="0"/>
      </w:pPr>
      <w:r>
        <w:fldChar w:fldCharType="begin"/>
      </w:r>
      <w:r>
        <w:instrText xml:space="preserve"> DOCPROPERTY  "Tipo do trabalho"  \* MERGEFORMAT </w:instrText>
      </w:r>
      <w:r>
        <w:fldChar w:fldCharType="separate"/>
      </w:r>
      <w:r w:rsidR="00B75185">
        <w:t>Trabalho de Conclusão de Curso</w:t>
      </w:r>
      <w:r>
        <w:fldChar w:fldCharType="end"/>
      </w:r>
      <w:r w:rsidR="000D249C">
        <w:t xml:space="preserve"> </w:t>
      </w:r>
      <w:r w:rsidR="0098792E" w:rsidRPr="006625EA">
        <w:t>apresentad</w:t>
      </w:r>
      <w:r w:rsidR="000D249C">
        <w:t>o</w:t>
      </w:r>
      <w:r w:rsidR="0098792E" w:rsidRPr="006625EA">
        <w:t xml:space="preserve"> ao </w:t>
      </w:r>
      <w:r>
        <w:fldChar w:fldCharType="begin"/>
      </w:r>
      <w:r>
        <w:instrText xml:space="preserve"> DOCPROPERTY  "Curso ou programa"  \* MERGEFORMAT </w:instrText>
      </w:r>
      <w:r>
        <w:fldChar w:fldCharType="separate"/>
      </w:r>
      <w:r w:rsidR="00B75185">
        <w:t>Curso</w:t>
      </w:r>
      <w:r>
        <w:fldChar w:fldCharType="end"/>
      </w:r>
      <w:r w:rsidR="008221A9">
        <w:t xml:space="preserve"> </w:t>
      </w:r>
      <w:r w:rsidR="0098792E" w:rsidRPr="006625EA">
        <w:t>de</w:t>
      </w:r>
      <w:r w:rsidR="008221A9">
        <w:t xml:space="preserve"> </w:t>
      </w:r>
      <w:r>
        <w:fldChar w:fldCharType="begin"/>
      </w:r>
      <w:r>
        <w:instrText xml:space="preserve"> DOCPROPERTY  "Nome do curso ou programa"  \* MERGEFORMAT </w:instrText>
      </w:r>
      <w:r>
        <w:fldChar w:fldCharType="separate"/>
      </w:r>
      <w:r w:rsidR="00B75185">
        <w:t>Bacharelado em Ciência da Computação</w:t>
      </w:r>
      <w:r>
        <w:fldChar w:fldCharType="end"/>
      </w:r>
      <w:r w:rsidR="00214938">
        <w:t xml:space="preserve"> </w:t>
      </w:r>
      <w:r w:rsidR="0098792E">
        <w:t xml:space="preserve">do </w:t>
      </w:r>
      <w:r w:rsidR="0098792E" w:rsidRPr="006625EA">
        <w:t>Departamento de Computação da Uni</w:t>
      </w:r>
      <w:r w:rsidR="0098792E">
        <w:t>versidade Estadual de Londrina,</w:t>
      </w:r>
      <w:r w:rsidR="0098792E" w:rsidRPr="006625EA">
        <w:t xml:space="preserve"> como requisito parcial para a obtenção do título de</w:t>
      </w:r>
      <w:r w:rsidR="000D249C">
        <w:t xml:space="preserve"> </w:t>
      </w:r>
      <w:r>
        <w:fldChar w:fldCharType="begin"/>
      </w:r>
      <w:r>
        <w:instrText xml:space="preserve"> DOCPROPERTY  "Grau ou título obtido"  \* MERGEFORMAT </w:instrText>
      </w:r>
      <w:r>
        <w:fldChar w:fldCharType="separate"/>
      </w:r>
      <w:r w:rsidR="00B75185">
        <w:t>Bacharel em Ciência da Computação</w:t>
      </w:r>
      <w:r>
        <w:fldChar w:fldCharType="end"/>
      </w:r>
      <w:r w:rsidR="0098792E" w:rsidRPr="006625EA">
        <w:t>.</w:t>
      </w:r>
    </w:p>
    <w:p w:rsidR="00734D3E" w:rsidRPr="00892824" w:rsidRDefault="00734D3E" w:rsidP="00CF40EC">
      <w:pPr>
        <w:ind w:left="4253" w:firstLine="0"/>
        <w:jc w:val="center"/>
        <w:rPr>
          <w:bCs/>
        </w:rPr>
      </w:pPr>
    </w:p>
    <w:p w:rsidR="005312DF" w:rsidRPr="00892824" w:rsidRDefault="005312DF" w:rsidP="00CF40EC">
      <w:pPr>
        <w:ind w:left="4253" w:firstLine="0"/>
        <w:jc w:val="center"/>
        <w:rPr>
          <w:bCs/>
        </w:rPr>
      </w:pPr>
    </w:p>
    <w:p w:rsidR="005312DF" w:rsidRPr="00324F4F" w:rsidRDefault="00734D3E" w:rsidP="009B40EC">
      <w:pPr>
        <w:pStyle w:val="Ttulo6"/>
        <w:ind w:left="4253"/>
      </w:pPr>
      <w:r>
        <w:t>BANCA</w:t>
      </w:r>
      <w:r w:rsidR="005312DF" w:rsidRPr="00892824">
        <w:t xml:space="preserve"> EXAMINADORA</w:t>
      </w:r>
    </w:p>
    <w:p w:rsidR="005312DF" w:rsidRPr="00892824" w:rsidRDefault="005312DF" w:rsidP="00CF40EC">
      <w:pPr>
        <w:ind w:left="4253" w:firstLine="0"/>
        <w:rPr>
          <w:bCs/>
        </w:rPr>
      </w:pPr>
      <w:r w:rsidRPr="00892824">
        <w:rPr>
          <w:bCs/>
        </w:rPr>
        <w:t>____________________________________</w:t>
      </w:r>
    </w:p>
    <w:p w:rsidR="005312DF" w:rsidRPr="00892824" w:rsidRDefault="00C40AB3" w:rsidP="00CF40EC">
      <w:pPr>
        <w:pStyle w:val="Orientador"/>
        <w:ind w:left="4253" w:firstLine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fldChar w:fldCharType="begin"/>
      </w:r>
      <w:r>
        <w:rPr>
          <w:rFonts w:ascii="Times New Roman" w:hAnsi="Times New Roman"/>
          <w:bCs/>
        </w:rPr>
        <w:instrText xml:space="preserve"> DOCPROPERTY  "Nome do orientador"  \* MERGEFORMAT </w:instrText>
      </w:r>
      <w:r>
        <w:rPr>
          <w:rFonts w:ascii="Times New Roman" w:hAnsi="Times New Roman"/>
          <w:bCs/>
        </w:rPr>
        <w:fldChar w:fldCharType="separate"/>
      </w:r>
      <w:r w:rsidR="00B75185">
        <w:rPr>
          <w:rFonts w:ascii="Times New Roman" w:hAnsi="Times New Roman"/>
          <w:bCs/>
        </w:rPr>
        <w:t>Prof. Dr. Nome do Orientador</w:t>
      </w:r>
      <w:r>
        <w:rPr>
          <w:rFonts w:ascii="Times New Roman" w:hAnsi="Times New Roman"/>
          <w:bCs/>
        </w:rPr>
        <w:fldChar w:fldCharType="end"/>
      </w:r>
    </w:p>
    <w:p w:rsidR="005312DF" w:rsidRPr="00892824" w:rsidRDefault="005312DF" w:rsidP="00CF40EC">
      <w:pPr>
        <w:pStyle w:val="Orientador"/>
        <w:ind w:left="4253" w:firstLine="0"/>
        <w:jc w:val="center"/>
        <w:rPr>
          <w:rFonts w:ascii="Times New Roman" w:hAnsi="Times New Roman"/>
          <w:bCs/>
        </w:rPr>
      </w:pPr>
      <w:r w:rsidRPr="00892824">
        <w:rPr>
          <w:rFonts w:ascii="Times New Roman" w:hAnsi="Times New Roman"/>
          <w:bCs/>
        </w:rPr>
        <w:t>Universidade Estadual de Londrina</w:t>
      </w:r>
    </w:p>
    <w:p w:rsidR="005312DF" w:rsidRPr="00892824" w:rsidRDefault="005312DF" w:rsidP="00324F4F">
      <w:pPr>
        <w:ind w:firstLine="0"/>
        <w:rPr>
          <w:bCs/>
        </w:rPr>
      </w:pPr>
    </w:p>
    <w:p w:rsidR="005312DF" w:rsidRPr="00892824" w:rsidRDefault="005312DF" w:rsidP="00CF40EC">
      <w:pPr>
        <w:ind w:left="4253" w:firstLine="0"/>
        <w:jc w:val="center"/>
        <w:rPr>
          <w:bCs/>
        </w:rPr>
      </w:pPr>
      <w:r w:rsidRPr="00892824">
        <w:rPr>
          <w:bCs/>
        </w:rPr>
        <w:t>____________________________________</w:t>
      </w:r>
    </w:p>
    <w:p w:rsidR="005312DF" w:rsidRPr="00892824" w:rsidRDefault="005312DF" w:rsidP="00CF40EC">
      <w:pPr>
        <w:pStyle w:val="Orientador"/>
        <w:ind w:left="4253" w:firstLine="0"/>
        <w:jc w:val="center"/>
        <w:rPr>
          <w:rFonts w:ascii="Times New Roman" w:hAnsi="Times New Roman"/>
          <w:bCs/>
        </w:rPr>
      </w:pPr>
      <w:r w:rsidRPr="00892824">
        <w:rPr>
          <w:rFonts w:ascii="Times New Roman" w:hAnsi="Times New Roman"/>
          <w:bCs/>
        </w:rPr>
        <w:t>Prof</w:t>
      </w:r>
      <w:r w:rsidR="00324F4F">
        <w:rPr>
          <w:rFonts w:ascii="Times New Roman" w:hAnsi="Times New Roman"/>
          <w:bCs/>
        </w:rPr>
        <w:t>(a)</w:t>
      </w:r>
      <w:r w:rsidRPr="00892824">
        <w:rPr>
          <w:rFonts w:ascii="Times New Roman" w:hAnsi="Times New Roman"/>
          <w:bCs/>
        </w:rPr>
        <w:t xml:space="preserve">. </w:t>
      </w:r>
      <w:r w:rsidR="00CF40EC">
        <w:rPr>
          <w:rFonts w:ascii="Times New Roman" w:hAnsi="Times New Roman"/>
          <w:bCs/>
        </w:rPr>
        <w:t>Dr</w:t>
      </w:r>
      <w:r w:rsidR="00324F4F">
        <w:rPr>
          <w:rFonts w:ascii="Times New Roman" w:hAnsi="Times New Roman"/>
          <w:bCs/>
        </w:rPr>
        <w:t>(a)</w:t>
      </w:r>
      <w:r w:rsidR="00CF40EC">
        <w:rPr>
          <w:rFonts w:ascii="Times New Roman" w:hAnsi="Times New Roman"/>
          <w:bCs/>
        </w:rPr>
        <w:t>. Segundo Membro da Banca</w:t>
      </w:r>
    </w:p>
    <w:p w:rsidR="005312DF" w:rsidRPr="00324F4F" w:rsidRDefault="005312DF" w:rsidP="00324F4F">
      <w:pPr>
        <w:pStyle w:val="Orientador"/>
        <w:ind w:left="4253" w:firstLine="0"/>
        <w:jc w:val="center"/>
        <w:rPr>
          <w:rFonts w:ascii="Times New Roman" w:hAnsi="Times New Roman"/>
          <w:bCs/>
        </w:rPr>
      </w:pPr>
      <w:r w:rsidRPr="00892824">
        <w:rPr>
          <w:rFonts w:ascii="Times New Roman" w:hAnsi="Times New Roman"/>
          <w:bCs/>
        </w:rPr>
        <w:t xml:space="preserve">Universidade </w:t>
      </w:r>
      <w:r w:rsidR="00CF40EC">
        <w:rPr>
          <w:rFonts w:ascii="Times New Roman" w:hAnsi="Times New Roman"/>
          <w:bCs/>
        </w:rPr>
        <w:t>Segund</w:t>
      </w:r>
      <w:r w:rsidR="0042717C">
        <w:rPr>
          <w:rFonts w:ascii="Times New Roman" w:hAnsi="Times New Roman"/>
          <w:bCs/>
        </w:rPr>
        <w:t>o</w:t>
      </w:r>
      <w:r w:rsidR="00CF40EC">
        <w:rPr>
          <w:rFonts w:ascii="Times New Roman" w:hAnsi="Times New Roman"/>
          <w:bCs/>
        </w:rPr>
        <w:t xml:space="preserve"> Membro da Banca</w:t>
      </w:r>
    </w:p>
    <w:p w:rsidR="005312DF" w:rsidRPr="00892824" w:rsidRDefault="005312DF" w:rsidP="00CF40EC">
      <w:pPr>
        <w:ind w:left="4253" w:firstLine="0"/>
        <w:jc w:val="center"/>
        <w:rPr>
          <w:bCs/>
        </w:rPr>
      </w:pPr>
    </w:p>
    <w:p w:rsidR="00CF40EC" w:rsidRPr="00892824" w:rsidRDefault="00CF40EC" w:rsidP="00CF40EC">
      <w:pPr>
        <w:ind w:left="4253" w:firstLine="0"/>
        <w:jc w:val="center"/>
        <w:rPr>
          <w:bCs/>
        </w:rPr>
      </w:pPr>
      <w:r w:rsidRPr="00892824">
        <w:rPr>
          <w:bCs/>
        </w:rPr>
        <w:t>____________________________________</w:t>
      </w:r>
    </w:p>
    <w:p w:rsidR="00CF40EC" w:rsidRPr="00892824" w:rsidRDefault="00CF40EC" w:rsidP="00CF40EC">
      <w:pPr>
        <w:pStyle w:val="Orientador"/>
        <w:ind w:left="4253" w:firstLine="0"/>
        <w:jc w:val="center"/>
        <w:rPr>
          <w:rFonts w:ascii="Times New Roman" w:hAnsi="Times New Roman"/>
          <w:bCs/>
        </w:rPr>
      </w:pPr>
      <w:r w:rsidRPr="00892824">
        <w:rPr>
          <w:rFonts w:ascii="Times New Roman" w:hAnsi="Times New Roman"/>
          <w:bCs/>
        </w:rPr>
        <w:t xml:space="preserve">Prof. </w:t>
      </w:r>
      <w:r>
        <w:rPr>
          <w:rFonts w:ascii="Times New Roman" w:hAnsi="Times New Roman"/>
          <w:bCs/>
        </w:rPr>
        <w:t xml:space="preserve">Dr. </w:t>
      </w:r>
      <w:r w:rsidR="00324F4F">
        <w:rPr>
          <w:rFonts w:ascii="Times New Roman" w:hAnsi="Times New Roman"/>
          <w:bCs/>
        </w:rPr>
        <w:t>Te</w:t>
      </w:r>
      <w:r w:rsidR="0042717C">
        <w:rPr>
          <w:rFonts w:ascii="Times New Roman" w:hAnsi="Times New Roman"/>
          <w:bCs/>
        </w:rPr>
        <w:t>r</w:t>
      </w:r>
      <w:r w:rsidR="00324F4F">
        <w:rPr>
          <w:rFonts w:ascii="Times New Roman" w:hAnsi="Times New Roman"/>
          <w:bCs/>
        </w:rPr>
        <w:t>ceir</w:t>
      </w:r>
      <w:r>
        <w:rPr>
          <w:rFonts w:ascii="Times New Roman" w:hAnsi="Times New Roman"/>
          <w:bCs/>
        </w:rPr>
        <w:t>o Membro da Banca</w:t>
      </w:r>
    </w:p>
    <w:p w:rsidR="00CF40EC" w:rsidRPr="00892824" w:rsidRDefault="00CF40EC" w:rsidP="00CF40EC">
      <w:pPr>
        <w:pStyle w:val="Orientador"/>
        <w:ind w:left="4253" w:firstLine="0"/>
        <w:jc w:val="center"/>
        <w:rPr>
          <w:rFonts w:ascii="Times New Roman" w:hAnsi="Times New Roman"/>
          <w:bCs/>
        </w:rPr>
      </w:pPr>
      <w:r w:rsidRPr="00892824">
        <w:rPr>
          <w:rFonts w:ascii="Times New Roman" w:hAnsi="Times New Roman"/>
          <w:bCs/>
        </w:rPr>
        <w:t xml:space="preserve">Universidade </w:t>
      </w:r>
      <w:r w:rsidR="00324F4F">
        <w:rPr>
          <w:rFonts w:ascii="Times New Roman" w:hAnsi="Times New Roman"/>
          <w:bCs/>
        </w:rPr>
        <w:t>Terceiro</w:t>
      </w:r>
      <w:r>
        <w:rPr>
          <w:rFonts w:ascii="Times New Roman" w:hAnsi="Times New Roman"/>
          <w:bCs/>
        </w:rPr>
        <w:t xml:space="preserve"> Membro da Banca</w:t>
      </w:r>
    </w:p>
    <w:p w:rsidR="005312DF" w:rsidRPr="00892824" w:rsidRDefault="005312DF" w:rsidP="00CF40EC">
      <w:pPr>
        <w:ind w:left="4253" w:firstLine="0"/>
        <w:jc w:val="center"/>
        <w:rPr>
          <w:bCs/>
        </w:rPr>
      </w:pPr>
    </w:p>
    <w:p w:rsidR="00324F4F" w:rsidRPr="00892824" w:rsidRDefault="00324F4F" w:rsidP="00324F4F">
      <w:pPr>
        <w:ind w:left="4253" w:firstLine="0"/>
        <w:jc w:val="center"/>
        <w:rPr>
          <w:bCs/>
        </w:rPr>
      </w:pPr>
      <w:r w:rsidRPr="00892824">
        <w:rPr>
          <w:bCs/>
        </w:rPr>
        <w:t>____________________________________</w:t>
      </w:r>
    </w:p>
    <w:p w:rsidR="00324F4F" w:rsidRPr="00892824" w:rsidRDefault="00324F4F" w:rsidP="00324F4F">
      <w:pPr>
        <w:pStyle w:val="Orientador"/>
        <w:ind w:left="4253" w:firstLine="0"/>
        <w:jc w:val="center"/>
        <w:rPr>
          <w:rFonts w:ascii="Times New Roman" w:hAnsi="Times New Roman"/>
          <w:bCs/>
        </w:rPr>
      </w:pPr>
      <w:r w:rsidRPr="00892824">
        <w:rPr>
          <w:rFonts w:ascii="Times New Roman" w:hAnsi="Times New Roman"/>
          <w:bCs/>
        </w:rPr>
        <w:t xml:space="preserve">Prof. </w:t>
      </w:r>
      <w:r>
        <w:rPr>
          <w:rFonts w:ascii="Times New Roman" w:hAnsi="Times New Roman"/>
          <w:bCs/>
        </w:rPr>
        <w:t>Dr. Quarto Membro da Banca</w:t>
      </w:r>
    </w:p>
    <w:p w:rsidR="00324F4F" w:rsidRPr="00892824" w:rsidRDefault="00324F4F" w:rsidP="00324F4F">
      <w:pPr>
        <w:pStyle w:val="Orientador"/>
        <w:ind w:left="4253" w:firstLine="0"/>
        <w:jc w:val="center"/>
        <w:rPr>
          <w:rFonts w:ascii="Times New Roman" w:hAnsi="Times New Roman"/>
          <w:bCs/>
        </w:rPr>
      </w:pPr>
      <w:r w:rsidRPr="00892824">
        <w:rPr>
          <w:rFonts w:ascii="Times New Roman" w:hAnsi="Times New Roman"/>
          <w:bCs/>
        </w:rPr>
        <w:t xml:space="preserve">Universidade </w:t>
      </w:r>
      <w:r>
        <w:rPr>
          <w:rFonts w:ascii="Times New Roman" w:hAnsi="Times New Roman"/>
          <w:bCs/>
        </w:rPr>
        <w:t>Quarto Membro da Banca</w:t>
      </w:r>
    </w:p>
    <w:p w:rsidR="005312DF" w:rsidRPr="00892824" w:rsidRDefault="005312DF" w:rsidP="00CF40EC">
      <w:pPr>
        <w:ind w:left="4253" w:firstLine="0"/>
        <w:jc w:val="center"/>
        <w:rPr>
          <w:bCs/>
        </w:rPr>
      </w:pPr>
    </w:p>
    <w:p w:rsidR="003C443D" w:rsidRDefault="005312DF" w:rsidP="003C443D">
      <w:pPr>
        <w:pStyle w:val="Orientador"/>
        <w:ind w:left="4253" w:firstLine="0"/>
      </w:pPr>
      <w:r w:rsidRPr="00892824">
        <w:rPr>
          <w:rFonts w:ascii="Times New Roman" w:hAnsi="Times New Roman"/>
        </w:rPr>
        <w:t>Londrina</w:t>
      </w:r>
      <w:r w:rsidR="00324F4F">
        <w:rPr>
          <w:rFonts w:ascii="Times New Roman" w:hAnsi="Times New Roman"/>
        </w:rPr>
        <w:t>-PR</w:t>
      </w:r>
      <w:r w:rsidRPr="00892824">
        <w:rPr>
          <w:rFonts w:ascii="Times New Roman" w:hAnsi="Times New Roman"/>
        </w:rPr>
        <w:t>, _____de ___________de</w:t>
      </w:r>
      <w:r w:rsidR="00324F4F">
        <w:rPr>
          <w:rFonts w:ascii="Times New Roman" w:hAnsi="Times New Roman"/>
        </w:rPr>
        <w:t xml:space="preserve"> </w:t>
      </w:r>
      <w:r w:rsidR="00324F4F">
        <w:rPr>
          <w:rFonts w:ascii="Times New Roman" w:hAnsi="Times New Roman"/>
        </w:rPr>
        <w:fldChar w:fldCharType="begin"/>
      </w:r>
      <w:r w:rsidR="00324F4F">
        <w:rPr>
          <w:rFonts w:ascii="Times New Roman" w:hAnsi="Times New Roman"/>
        </w:rPr>
        <w:instrText xml:space="preserve"> DOCPROPERTY  "Ano de defesa"  \* MERGEFORMAT </w:instrText>
      </w:r>
      <w:r w:rsidR="00324F4F">
        <w:rPr>
          <w:rFonts w:ascii="Times New Roman" w:hAnsi="Times New Roman"/>
        </w:rPr>
        <w:fldChar w:fldCharType="separate"/>
      </w:r>
      <w:r w:rsidR="00B75185">
        <w:rPr>
          <w:rFonts w:ascii="Times New Roman" w:hAnsi="Times New Roman"/>
        </w:rPr>
        <w:t>2014</w:t>
      </w:r>
      <w:r w:rsidR="00324F4F">
        <w:rPr>
          <w:rFonts w:ascii="Times New Roman" w:hAnsi="Times New Roman"/>
        </w:rPr>
        <w:fldChar w:fldCharType="end"/>
      </w:r>
      <w:r w:rsidRPr="00892824">
        <w:rPr>
          <w:rFonts w:ascii="Times New Roman" w:hAnsi="Times New Roman"/>
        </w:rPr>
        <w:t>.</w:t>
      </w:r>
      <w:r w:rsidR="003C443D">
        <w:rPr>
          <w:rFonts w:ascii="Times New Roman" w:hAnsi="Times New Roman"/>
        </w:rPr>
        <w:br w:type="page"/>
      </w:r>
    </w:p>
    <w:p w:rsidR="003C443D" w:rsidRDefault="003C443D">
      <w:pPr>
        <w:spacing w:line="240" w:lineRule="auto"/>
        <w:ind w:firstLine="0"/>
        <w:jc w:val="left"/>
        <w:rPr>
          <w:noProof/>
          <w:snapToGrid w:val="0"/>
          <w:szCs w:val="20"/>
        </w:rPr>
      </w:pPr>
      <w:r>
        <w:lastRenderedPageBreak/>
        <w:br w:type="page"/>
      </w: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781337" w:rsidRDefault="005312DF" w:rsidP="00781337">
      <w:pPr>
        <w:ind w:left="4963" w:firstLine="0"/>
        <w:jc w:val="center"/>
        <w:rPr>
          <w:i/>
        </w:rPr>
      </w:pPr>
    </w:p>
    <w:p w:rsidR="00781337" w:rsidRPr="006752D9" w:rsidRDefault="00E524DC" w:rsidP="00781337">
      <w:pPr>
        <w:spacing w:line="240" w:lineRule="auto"/>
        <w:ind w:left="427" w:firstLine="0"/>
        <w:jc w:val="center"/>
        <w:rPr>
          <w:i/>
        </w:rPr>
      </w:pPr>
      <w:r w:rsidRPr="006752D9">
        <w:rPr>
          <w:i/>
        </w:rPr>
        <w:t>Este trabalho é dedicado às crianças adultas que,</w:t>
      </w:r>
    </w:p>
    <w:p w:rsidR="00FA28DC" w:rsidRPr="00781337" w:rsidRDefault="00E524DC" w:rsidP="00781337">
      <w:pPr>
        <w:spacing w:line="240" w:lineRule="auto"/>
        <w:ind w:left="427" w:firstLine="0"/>
        <w:jc w:val="center"/>
        <w:rPr>
          <w:rFonts w:ascii="Arial" w:hAnsi="Arial" w:cs="Arial"/>
          <w:i/>
          <w:noProof/>
          <w:snapToGrid w:val="0"/>
          <w:szCs w:val="20"/>
        </w:rPr>
      </w:pPr>
      <w:proofErr w:type="gramStart"/>
      <w:r w:rsidRPr="006752D9">
        <w:rPr>
          <w:i/>
        </w:rPr>
        <w:t>quando</w:t>
      </w:r>
      <w:proofErr w:type="gramEnd"/>
      <w:r w:rsidRPr="006752D9">
        <w:rPr>
          <w:i/>
        </w:rPr>
        <w:t xml:space="preserve"> pequenas, sonharam em se tornar cientistas.</w:t>
      </w:r>
      <w:r w:rsidR="00FA28DC" w:rsidRPr="00781337">
        <w:rPr>
          <w:rFonts w:ascii="Arial" w:hAnsi="Arial" w:cs="Arial"/>
          <w:i/>
        </w:rPr>
        <w:br w:type="page"/>
      </w:r>
    </w:p>
    <w:p w:rsidR="00FE076A" w:rsidRDefault="00FE076A">
      <w:pPr>
        <w:spacing w:line="240" w:lineRule="auto"/>
        <w:ind w:firstLine="0"/>
        <w:jc w:val="left"/>
        <w:rPr>
          <w:b/>
          <w:caps/>
          <w:noProof/>
          <w:snapToGrid w:val="0"/>
          <w:sz w:val="32"/>
          <w:szCs w:val="20"/>
        </w:rPr>
      </w:pPr>
      <w:bookmarkStart w:id="0" w:name="_Toc96637501"/>
      <w:r>
        <w:lastRenderedPageBreak/>
        <w:br w:type="page"/>
      </w:r>
    </w:p>
    <w:p w:rsidR="005312DF" w:rsidRPr="00130B24" w:rsidRDefault="005312DF" w:rsidP="00130B24">
      <w:pPr>
        <w:pStyle w:val="Ttulo6"/>
      </w:pPr>
      <w:r w:rsidRPr="00130B24">
        <w:lastRenderedPageBreak/>
        <w:t>AGRaDECIMENTO</w:t>
      </w:r>
      <w:bookmarkEnd w:id="0"/>
      <w:r w:rsidR="00F42165" w:rsidRPr="00130B24">
        <w:t>S</w:t>
      </w:r>
    </w:p>
    <w:p w:rsidR="00781337" w:rsidRDefault="00781337" w:rsidP="00F42165">
      <w:r w:rsidRPr="00781337">
        <w:t xml:space="preserve">Os agradecimentos principais são direcionados à Gerald Weber, Miguel </w:t>
      </w:r>
      <w:proofErr w:type="spellStart"/>
      <w:r w:rsidRPr="00781337">
        <w:t>Frasson</w:t>
      </w:r>
      <w:proofErr w:type="spellEnd"/>
      <w:r w:rsidRPr="00781337">
        <w:t xml:space="preserve">, Leslie H. </w:t>
      </w:r>
      <w:proofErr w:type="spellStart"/>
      <w:r w:rsidRPr="00781337">
        <w:t>Watter</w:t>
      </w:r>
      <w:proofErr w:type="spellEnd"/>
      <w:r w:rsidRPr="00781337">
        <w:t xml:space="preserve">, Bruno Parente Lima, Flávio de Vasconcellos Corrêa, Otavio Real Sal- </w:t>
      </w:r>
      <w:proofErr w:type="spellStart"/>
      <w:r w:rsidRPr="00781337">
        <w:t>vador</w:t>
      </w:r>
      <w:proofErr w:type="spellEnd"/>
      <w:r w:rsidRPr="00781337">
        <w:t>, Renato Machnievscz1 e todos aqueles que contribuíram para que a produção de trabalhos acadêmicos conforme as normas ABNT com L ATEX fosse possível.</w:t>
      </w:r>
    </w:p>
    <w:p w:rsidR="005312DF" w:rsidRPr="00892824" w:rsidRDefault="00781337" w:rsidP="00F42165">
      <w:r w:rsidRPr="00781337">
        <w:t>Agradecimentos especiais são direcionados ao Centro de Pesquisa em Arquitetura da Informação2 da Universidade de Brasília (CPAI), ao grupo de usuários latex-br3 e aos novos voluntários do grupo abnTEX24 que contribuíram e que ainda contribuirão para a evolução do abnTEX2.</w:t>
      </w:r>
    </w:p>
    <w:p w:rsidR="00FE076A" w:rsidRDefault="00FE076A">
      <w:pPr>
        <w:spacing w:line="240" w:lineRule="auto"/>
        <w:ind w:firstLine="0"/>
        <w:jc w:val="left"/>
        <w:rPr>
          <w:noProof/>
          <w:snapToGrid w:val="0"/>
          <w:szCs w:val="20"/>
        </w:rPr>
      </w:pPr>
      <w:r>
        <w:br w:type="page"/>
      </w:r>
    </w:p>
    <w:p w:rsidR="00DC6D35" w:rsidRDefault="00DC6D35">
      <w:pPr>
        <w:spacing w:line="240" w:lineRule="auto"/>
        <w:ind w:firstLine="0"/>
        <w:jc w:val="left"/>
        <w:rPr>
          <w:noProof/>
          <w:snapToGrid w:val="0"/>
          <w:szCs w:val="20"/>
        </w:rPr>
      </w:pPr>
      <w:r>
        <w:lastRenderedPageBreak/>
        <w:br w:type="page"/>
      </w: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892824" w:rsidRDefault="005312DF" w:rsidP="00516571">
      <w:pPr>
        <w:ind w:left="4536" w:firstLine="0"/>
      </w:pPr>
    </w:p>
    <w:p w:rsidR="005312DF" w:rsidRPr="00781337" w:rsidRDefault="00781337" w:rsidP="00781337">
      <w:pPr>
        <w:ind w:left="4536" w:firstLine="0"/>
        <w:jc w:val="right"/>
        <w:rPr>
          <w:i/>
        </w:rPr>
      </w:pPr>
      <w:r w:rsidRPr="00781337">
        <w:rPr>
          <w:i/>
        </w:rPr>
        <w:t>“Não vos amoldeis às estruturas deste mundo, mas transformai-vos pela renovação da mente, a fim de distinguir qual é a vontade de Deus: o que é bom, o que Lhe é agradável, o que é perfeito. (Bíblia Sagrada, Romanos 12, 2)</w:t>
      </w:r>
    </w:p>
    <w:p w:rsidR="00F16BAF" w:rsidRDefault="00F16BAF">
      <w:pPr>
        <w:spacing w:line="240" w:lineRule="auto"/>
        <w:ind w:firstLine="0"/>
        <w:jc w:val="left"/>
        <w:rPr>
          <w:noProof/>
          <w:snapToGrid w:val="0"/>
          <w:szCs w:val="20"/>
        </w:rPr>
      </w:pPr>
      <w:r>
        <w:br w:type="page"/>
      </w:r>
    </w:p>
    <w:p w:rsidR="00DC6D35" w:rsidRDefault="00DC6D35">
      <w:pPr>
        <w:spacing w:line="240" w:lineRule="auto"/>
        <w:ind w:firstLine="0"/>
        <w:jc w:val="left"/>
        <w:rPr>
          <w:noProof/>
          <w:snapToGrid w:val="0"/>
          <w:szCs w:val="20"/>
        </w:rPr>
      </w:pPr>
      <w:r>
        <w:lastRenderedPageBreak/>
        <w:br w:type="page"/>
      </w:r>
    </w:p>
    <w:p w:rsidR="005312DF" w:rsidRPr="00892824" w:rsidRDefault="00547177" w:rsidP="00F00912">
      <w:pPr>
        <w:pStyle w:val="Texto-Resumo"/>
        <w:spacing w:after="0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fldChar w:fldCharType="begin"/>
      </w:r>
      <w:r>
        <w:rPr>
          <w:rFonts w:ascii="Times New Roman" w:hAnsi="Times New Roman"/>
        </w:rPr>
        <w:instrText xml:space="preserve"> DOCPROPERTY  "Citação do autor"  \* MERGEFORMAT </w:instrText>
      </w:r>
      <w:r>
        <w:rPr>
          <w:rFonts w:ascii="Times New Roman" w:hAnsi="Times New Roman"/>
        </w:rPr>
        <w:fldChar w:fldCharType="separate"/>
      </w:r>
      <w:r w:rsidR="00B75185">
        <w:rPr>
          <w:rFonts w:ascii="Times New Roman" w:hAnsi="Times New Roman"/>
        </w:rPr>
        <w:t>SOBRENOME, P. S.</w:t>
      </w:r>
      <w:r>
        <w:rPr>
          <w:rFonts w:ascii="Times New Roman" w:hAnsi="Times New Roman"/>
        </w:rPr>
        <w:fldChar w:fldCharType="end"/>
      </w:r>
      <w:r w:rsidR="00BF6BF2">
        <w:rPr>
          <w:rFonts w:ascii="Times New Roman" w:hAnsi="Times New Roman"/>
        </w:rPr>
        <w:t xml:space="preserve"> </w:t>
      </w:r>
      <w:sdt>
        <w:sdtPr>
          <w:rPr>
            <w:rFonts w:ascii="Times New Roman" w:hAnsi="Times New Roman"/>
            <w:b/>
          </w:rPr>
          <w:alias w:val="Título"/>
          <w:tag w:val=""/>
          <w:id w:val="-519617108"/>
          <w:placeholder>
            <w:docPart w:val="37061A8E8A2D49C881E5D099E761C73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32445" w:rsidRPr="00B32445">
            <w:rPr>
              <w:rFonts w:ascii="Times New Roman" w:hAnsi="Times New Roman"/>
              <w:b/>
            </w:rPr>
            <w:t>Título do Trabalho</w:t>
          </w:r>
        </w:sdtContent>
      </w:sdt>
      <w:r w:rsidR="00531FCA">
        <w:rPr>
          <w:rFonts w:ascii="Times New Roman" w:hAnsi="Times New Roman"/>
        </w:rPr>
        <w:t>.</w:t>
      </w:r>
      <w:r w:rsidR="005312DF" w:rsidRPr="00892824">
        <w:rPr>
          <w:rFonts w:ascii="Times New Roman" w:hAnsi="Times New Roman"/>
        </w:rPr>
        <w:t xml:space="preserve"> </w:t>
      </w:r>
      <w:r w:rsidR="008D3568">
        <w:rPr>
          <w:rFonts w:ascii="Times New Roman" w:hAnsi="Times New Roman"/>
        </w:rPr>
        <w:fldChar w:fldCharType="begin"/>
      </w:r>
      <w:r w:rsidR="008D3568">
        <w:rPr>
          <w:rFonts w:ascii="Times New Roman" w:hAnsi="Times New Roman"/>
        </w:rPr>
        <w:instrText xml:space="preserve"> NUMPAGES  \* MERGEFORMAT </w:instrText>
      </w:r>
      <w:r w:rsidR="008D3568">
        <w:rPr>
          <w:rFonts w:ascii="Times New Roman" w:hAnsi="Times New Roman"/>
        </w:rPr>
        <w:fldChar w:fldCharType="separate"/>
      </w:r>
      <w:r w:rsidR="00101773">
        <w:rPr>
          <w:rFonts w:ascii="Times New Roman" w:hAnsi="Times New Roman"/>
        </w:rPr>
        <w:t>45</w:t>
      </w:r>
      <w:r w:rsidR="008D3568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p</w:t>
      </w:r>
      <w:r w:rsidR="00BF6BF2">
        <w:rPr>
          <w:rFonts w:ascii="Times New Roman" w:hAnsi="Times New Roman"/>
        </w:rPr>
        <w:t xml:space="preserve">. </w:t>
      </w:r>
      <w:r w:rsidR="000D249C">
        <w:rPr>
          <w:rFonts w:ascii="Times New Roman" w:hAnsi="Times New Roman"/>
        </w:rPr>
        <w:fldChar w:fldCharType="begin"/>
      </w:r>
      <w:r w:rsidR="000D249C">
        <w:rPr>
          <w:rFonts w:ascii="Times New Roman" w:hAnsi="Times New Roman"/>
        </w:rPr>
        <w:instrText xml:space="preserve"> DOCPROPERTY  "Tipo do trabalho"  \* MERGEFORMAT </w:instrText>
      </w:r>
      <w:r w:rsidR="000D249C">
        <w:rPr>
          <w:rFonts w:ascii="Times New Roman" w:hAnsi="Times New Roman"/>
        </w:rPr>
        <w:fldChar w:fldCharType="separate"/>
      </w:r>
      <w:r w:rsidR="00B75185">
        <w:rPr>
          <w:rFonts w:ascii="Times New Roman" w:hAnsi="Times New Roman"/>
        </w:rPr>
        <w:t>Trabalho de Conclusão de Curso</w:t>
      </w:r>
      <w:r w:rsidR="000D249C">
        <w:rPr>
          <w:rFonts w:ascii="Times New Roman" w:hAnsi="Times New Roman"/>
        </w:rPr>
        <w:fldChar w:fldCharType="end"/>
      </w:r>
      <w:r w:rsidR="00484A67">
        <w:rPr>
          <w:rFonts w:ascii="Times New Roman" w:hAnsi="Times New Roman"/>
        </w:rPr>
        <w:t xml:space="preserve"> (</w:t>
      </w:r>
      <w:r w:rsidR="00B31244">
        <w:rPr>
          <w:rFonts w:ascii="Times New Roman" w:hAnsi="Times New Roman"/>
        </w:rPr>
        <w:fldChar w:fldCharType="begin"/>
      </w:r>
      <w:r w:rsidR="00B31244">
        <w:rPr>
          <w:rFonts w:ascii="Times New Roman" w:hAnsi="Times New Roman"/>
        </w:rPr>
        <w:instrText xml:space="preserve"> DOCPROPERTY  "Nome do curso ou programa"  \* MERGEFORMAT </w:instrText>
      </w:r>
      <w:r w:rsidR="00B31244">
        <w:rPr>
          <w:rFonts w:ascii="Times New Roman" w:hAnsi="Times New Roman"/>
        </w:rPr>
        <w:fldChar w:fldCharType="separate"/>
      </w:r>
      <w:r w:rsidR="00B75185">
        <w:rPr>
          <w:rFonts w:ascii="Times New Roman" w:hAnsi="Times New Roman"/>
        </w:rPr>
        <w:t>Bacharelado em Ciência da Computação</w:t>
      </w:r>
      <w:r w:rsidR="00B31244">
        <w:rPr>
          <w:rFonts w:ascii="Times New Roman" w:hAnsi="Times New Roman"/>
        </w:rPr>
        <w:fldChar w:fldCharType="end"/>
      </w:r>
      <w:r w:rsidR="00484A67">
        <w:rPr>
          <w:rFonts w:ascii="Times New Roman" w:hAnsi="Times New Roman"/>
        </w:rPr>
        <w:t>) –</w:t>
      </w:r>
      <w:r w:rsidR="005312DF" w:rsidRPr="00892824">
        <w:rPr>
          <w:rFonts w:ascii="Times New Roman" w:hAnsi="Times New Roman"/>
        </w:rPr>
        <w:t xml:space="preserve"> Universidade Estadual de Londrina, </w:t>
      </w:r>
      <w:r>
        <w:rPr>
          <w:rFonts w:ascii="Times New Roman" w:hAnsi="Times New Roman"/>
        </w:rPr>
        <w:t>Londri</w:t>
      </w:r>
      <w:r w:rsidR="0096226A">
        <w:rPr>
          <w:rFonts w:ascii="Times New Roman" w:hAnsi="Times New Roman"/>
        </w:rPr>
        <w:t>n</w:t>
      </w:r>
      <w:r>
        <w:rPr>
          <w:rFonts w:ascii="Times New Roman" w:hAnsi="Times New Roman"/>
        </w:rPr>
        <w:t>a</w:t>
      </w:r>
      <w:r w:rsidR="000D249C">
        <w:rPr>
          <w:rFonts w:ascii="Times New Roman" w:hAnsi="Times New Roman"/>
        </w:rPr>
        <w:t>-PR</w:t>
      </w:r>
      <w:r w:rsidR="005312DF" w:rsidRPr="00892824">
        <w:rPr>
          <w:rFonts w:ascii="Times New Roman" w:hAnsi="Times New Roman"/>
        </w:rPr>
        <w:t xml:space="preserve">, </w:t>
      </w:r>
      <w:r w:rsidR="0096226A" w:rsidRPr="0096226A">
        <w:rPr>
          <w:rFonts w:ascii="Times New Roman" w:hAnsi="Times New Roman"/>
          <w:bCs/>
          <w:iCs/>
        </w:rPr>
        <w:fldChar w:fldCharType="begin"/>
      </w:r>
      <w:r w:rsidR="0096226A" w:rsidRPr="0096226A">
        <w:rPr>
          <w:rFonts w:ascii="Times New Roman" w:hAnsi="Times New Roman"/>
          <w:bCs/>
          <w:iCs/>
        </w:rPr>
        <w:instrText xml:space="preserve"> DOCPROPERTY  "Ano de defesa"  \* MERGEFORMAT </w:instrText>
      </w:r>
      <w:r w:rsidR="0096226A" w:rsidRPr="0096226A">
        <w:rPr>
          <w:rFonts w:ascii="Times New Roman" w:hAnsi="Times New Roman"/>
          <w:bCs/>
          <w:iCs/>
        </w:rPr>
        <w:fldChar w:fldCharType="separate"/>
      </w:r>
      <w:r w:rsidR="00B75185">
        <w:rPr>
          <w:rFonts w:ascii="Times New Roman" w:hAnsi="Times New Roman"/>
          <w:bCs/>
          <w:iCs/>
        </w:rPr>
        <w:t>2014</w:t>
      </w:r>
      <w:r w:rsidR="0096226A" w:rsidRPr="0096226A">
        <w:rPr>
          <w:rFonts w:ascii="Times New Roman" w:hAnsi="Times New Roman"/>
          <w:bCs/>
          <w:iCs/>
        </w:rPr>
        <w:fldChar w:fldCharType="end"/>
      </w:r>
      <w:r w:rsidR="005312DF" w:rsidRPr="00892824">
        <w:rPr>
          <w:rFonts w:ascii="Times New Roman" w:hAnsi="Times New Roman"/>
        </w:rPr>
        <w:t>.</w:t>
      </w:r>
    </w:p>
    <w:p w:rsidR="005312DF" w:rsidRPr="00892824" w:rsidRDefault="005312DF" w:rsidP="00F00912">
      <w:pPr>
        <w:ind w:firstLine="0"/>
      </w:pPr>
    </w:p>
    <w:p w:rsidR="005312DF" w:rsidRPr="00892824" w:rsidRDefault="005312DF" w:rsidP="00F00912">
      <w:pPr>
        <w:ind w:firstLine="0"/>
      </w:pPr>
    </w:p>
    <w:p w:rsidR="005312DF" w:rsidRPr="00892824" w:rsidRDefault="005312DF" w:rsidP="00A60D03">
      <w:pPr>
        <w:pStyle w:val="Ttulo6"/>
      </w:pPr>
      <w:r w:rsidRPr="00892824">
        <w:t>RESUMO</w:t>
      </w:r>
    </w:p>
    <w:p w:rsidR="005312DF" w:rsidRPr="00892824" w:rsidRDefault="00781337" w:rsidP="00A60D03">
      <w:pPr>
        <w:ind w:firstLine="0"/>
      </w:pPr>
      <w:r w:rsidRPr="00781337">
        <w:t>Segundo a</w:t>
      </w:r>
      <w:r>
        <w:t xml:space="preserve"> ABNT</w:t>
      </w:r>
      <w:r w:rsidRPr="00781337">
        <w:t>, o resumo</w:t>
      </w:r>
      <w:r>
        <w:t xml:space="preserve"> </w:t>
      </w:r>
      <w:r w:rsidRPr="00781337">
        <w:t>deve ressaltar o objetivo, o método,</w:t>
      </w:r>
      <w:r>
        <w:t xml:space="preserve"> </w:t>
      </w:r>
      <w:r w:rsidRPr="00781337">
        <w:t>os resultados</w:t>
      </w:r>
      <w:r>
        <w:t xml:space="preserve"> </w:t>
      </w:r>
      <w:r w:rsidRPr="00781337">
        <w:t>e as</w:t>
      </w:r>
      <w:r>
        <w:t xml:space="preserve"> </w:t>
      </w:r>
      <w:r w:rsidRPr="00781337">
        <w:t>conclusões do documento. A ordem e a extensão destes itens dependem do tipo de resumo (informativo ou indicativo) e do tratamento que cada item recebe no documento original. O</w:t>
      </w:r>
      <w:r>
        <w:t xml:space="preserve"> </w:t>
      </w:r>
      <w:r w:rsidRPr="00781337">
        <w:t>resumo</w:t>
      </w:r>
      <w:r>
        <w:t xml:space="preserve"> </w:t>
      </w:r>
      <w:r w:rsidRPr="00781337">
        <w:t>deve</w:t>
      </w:r>
      <w:r>
        <w:t xml:space="preserve"> </w:t>
      </w:r>
      <w:r w:rsidRPr="00781337">
        <w:t>ser</w:t>
      </w:r>
      <w:r>
        <w:t xml:space="preserve"> </w:t>
      </w:r>
      <w:r w:rsidRPr="00781337">
        <w:t>precedido</w:t>
      </w:r>
      <w:r>
        <w:t xml:space="preserve"> </w:t>
      </w:r>
      <w:r w:rsidRPr="00781337">
        <w:t>da</w:t>
      </w:r>
      <w:r>
        <w:t xml:space="preserve"> </w:t>
      </w:r>
      <w:r w:rsidRPr="00781337">
        <w:t>referência</w:t>
      </w:r>
      <w:r>
        <w:t xml:space="preserve"> </w:t>
      </w:r>
      <w:r w:rsidRPr="00781337">
        <w:t>do</w:t>
      </w:r>
      <w:r>
        <w:t xml:space="preserve"> </w:t>
      </w:r>
      <w:r w:rsidRPr="00781337">
        <w:t>documento,</w:t>
      </w:r>
      <w:r>
        <w:t xml:space="preserve"> </w:t>
      </w:r>
      <w:r w:rsidRPr="00781337">
        <w:t>com</w:t>
      </w:r>
      <w:r>
        <w:t xml:space="preserve"> </w:t>
      </w:r>
      <w:r w:rsidRPr="00781337">
        <w:t>exceção</w:t>
      </w:r>
      <w:r>
        <w:t xml:space="preserve"> </w:t>
      </w:r>
      <w:r w:rsidRPr="00781337">
        <w:t>do</w:t>
      </w:r>
      <w:r>
        <w:t xml:space="preserve"> </w:t>
      </w:r>
      <w:r w:rsidRPr="00781337">
        <w:t>resumo</w:t>
      </w:r>
      <w:r>
        <w:t xml:space="preserve"> </w:t>
      </w:r>
      <w:r w:rsidRPr="00781337">
        <w:t>inserido no próprio documento. (...) As palavras-chave devem figurar logo abaixo do resumo, antecedidas</w:t>
      </w:r>
      <w:r>
        <w:t xml:space="preserve"> </w:t>
      </w:r>
      <w:r w:rsidRPr="00781337">
        <w:t>da</w:t>
      </w:r>
      <w:r>
        <w:t xml:space="preserve"> </w:t>
      </w:r>
      <w:r w:rsidRPr="00781337">
        <w:t>expressão</w:t>
      </w:r>
      <w:r>
        <w:t xml:space="preserve"> </w:t>
      </w:r>
      <w:r w:rsidRPr="00781337">
        <w:t>Palavras-</w:t>
      </w:r>
      <w:proofErr w:type="gramStart"/>
      <w:r w:rsidRPr="00781337">
        <w:t>chave:,</w:t>
      </w:r>
      <w:proofErr w:type="gramEnd"/>
      <w:r>
        <w:t xml:space="preserve"> </w:t>
      </w:r>
      <w:r w:rsidRPr="00781337">
        <w:t>separadas</w:t>
      </w:r>
      <w:r>
        <w:t xml:space="preserve"> </w:t>
      </w:r>
      <w:r w:rsidRPr="00781337">
        <w:t>entre</w:t>
      </w:r>
      <w:r>
        <w:t xml:space="preserve"> </w:t>
      </w:r>
      <w:r w:rsidRPr="00781337">
        <w:t>si</w:t>
      </w:r>
      <w:r>
        <w:t xml:space="preserve"> </w:t>
      </w:r>
      <w:r w:rsidRPr="00781337">
        <w:t>por</w:t>
      </w:r>
      <w:r>
        <w:t xml:space="preserve"> </w:t>
      </w:r>
      <w:r w:rsidRPr="00781337">
        <w:t>ponto</w:t>
      </w:r>
      <w:r>
        <w:t xml:space="preserve"> </w:t>
      </w:r>
      <w:r w:rsidRPr="00781337">
        <w:t>e</w:t>
      </w:r>
      <w:r>
        <w:t xml:space="preserve"> </w:t>
      </w:r>
      <w:r w:rsidRPr="00781337">
        <w:t>finalizadas</w:t>
      </w:r>
      <w:r>
        <w:t xml:space="preserve"> </w:t>
      </w:r>
      <w:r w:rsidRPr="00781337">
        <w:t>também por ponto.</w:t>
      </w:r>
    </w:p>
    <w:p w:rsidR="005312DF" w:rsidRPr="00892824" w:rsidRDefault="005312DF" w:rsidP="00A60D03">
      <w:pPr>
        <w:ind w:firstLine="0"/>
      </w:pPr>
    </w:p>
    <w:p w:rsidR="005312DF" w:rsidRDefault="005312DF" w:rsidP="00A60D03">
      <w:pPr>
        <w:pStyle w:val="Resumo-Texto"/>
        <w:rPr>
          <w:rFonts w:ascii="Times New Roman" w:hAnsi="Times New Roman"/>
        </w:rPr>
      </w:pPr>
      <w:r w:rsidRPr="00892824">
        <w:rPr>
          <w:rFonts w:ascii="Times New Roman" w:hAnsi="Times New Roman"/>
          <w:b/>
        </w:rPr>
        <w:t xml:space="preserve">Palavras-chave: </w:t>
      </w:r>
      <w:r w:rsidR="00781337">
        <w:rPr>
          <w:rFonts w:ascii="Times New Roman" w:hAnsi="Times New Roman"/>
        </w:rPr>
        <w:t>Word 2013</w:t>
      </w:r>
      <w:r w:rsidR="00E524DC">
        <w:rPr>
          <w:rFonts w:ascii="Times New Roman" w:hAnsi="Times New Roman"/>
        </w:rPr>
        <w:t>.</w:t>
      </w:r>
      <w:r w:rsidRPr="00892824">
        <w:rPr>
          <w:rFonts w:ascii="Times New Roman" w:hAnsi="Times New Roman"/>
        </w:rPr>
        <w:t xml:space="preserve"> </w:t>
      </w:r>
      <w:r w:rsidR="00781337">
        <w:rPr>
          <w:rFonts w:ascii="Times New Roman" w:hAnsi="Times New Roman"/>
        </w:rPr>
        <w:t>Template ABNT-DC-UEL</w:t>
      </w:r>
      <w:r w:rsidR="00E524DC">
        <w:rPr>
          <w:rFonts w:ascii="Times New Roman" w:hAnsi="Times New Roman"/>
        </w:rPr>
        <w:t>.</w:t>
      </w:r>
      <w:r w:rsidRPr="00892824">
        <w:rPr>
          <w:rFonts w:ascii="Times New Roman" w:hAnsi="Times New Roman"/>
        </w:rPr>
        <w:t xml:space="preserve"> </w:t>
      </w:r>
      <w:r w:rsidR="00781337">
        <w:rPr>
          <w:rFonts w:ascii="Times New Roman" w:hAnsi="Times New Roman"/>
        </w:rPr>
        <w:t>Editoração de texto</w:t>
      </w:r>
      <w:r w:rsidRPr="00892824">
        <w:rPr>
          <w:rFonts w:ascii="Times New Roman" w:hAnsi="Times New Roman"/>
        </w:rPr>
        <w:t>.</w:t>
      </w:r>
    </w:p>
    <w:p w:rsidR="00377B9D" w:rsidRDefault="00377B9D">
      <w:pPr>
        <w:spacing w:line="240" w:lineRule="auto"/>
        <w:ind w:firstLine="0"/>
        <w:jc w:val="left"/>
        <w:rPr>
          <w:noProof/>
          <w:szCs w:val="20"/>
        </w:rPr>
      </w:pPr>
      <w:r>
        <w:br w:type="page"/>
      </w:r>
    </w:p>
    <w:p w:rsidR="00377B9D" w:rsidRDefault="00377B9D">
      <w:pPr>
        <w:spacing w:line="240" w:lineRule="auto"/>
        <w:ind w:firstLine="0"/>
        <w:jc w:val="left"/>
        <w:rPr>
          <w:noProof/>
          <w:snapToGrid w:val="0"/>
          <w:szCs w:val="20"/>
        </w:rPr>
      </w:pPr>
      <w:r>
        <w:lastRenderedPageBreak/>
        <w:br w:type="page"/>
      </w:r>
    </w:p>
    <w:p w:rsidR="005312DF" w:rsidRPr="00892824" w:rsidRDefault="00F937BC" w:rsidP="00377B9D">
      <w:pPr>
        <w:pStyle w:val="Texto-Resumo"/>
        <w:spacing w:after="0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fldChar w:fldCharType="begin"/>
      </w:r>
      <w:r>
        <w:rPr>
          <w:rFonts w:ascii="Times New Roman" w:hAnsi="Times New Roman"/>
        </w:rPr>
        <w:instrText xml:space="preserve"> DOCPROPERTY  "Citação do autor"  \* MERGEFORMAT </w:instrText>
      </w:r>
      <w:r>
        <w:rPr>
          <w:rFonts w:ascii="Times New Roman" w:hAnsi="Times New Roman"/>
        </w:rPr>
        <w:fldChar w:fldCharType="separate"/>
      </w:r>
      <w:r w:rsidR="00B75185">
        <w:rPr>
          <w:rFonts w:ascii="Times New Roman" w:hAnsi="Times New Roman"/>
        </w:rPr>
        <w:t>SOBRENOME, P. S.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</w:t>
      </w:r>
      <w:r w:rsidR="00934A43" w:rsidRPr="00934A43">
        <w:rPr>
          <w:rFonts w:ascii="Times New Roman" w:hAnsi="Times New Roman"/>
          <w:b/>
        </w:rPr>
        <w:fldChar w:fldCharType="begin"/>
      </w:r>
      <w:r w:rsidR="00934A43" w:rsidRPr="00934A43">
        <w:rPr>
          <w:rFonts w:ascii="Times New Roman" w:hAnsi="Times New Roman"/>
          <w:b/>
        </w:rPr>
        <w:instrText xml:space="preserve"> DOCPROPERTY  "Título em Inglês"  \* MERGEFORMAT </w:instrText>
      </w:r>
      <w:r w:rsidR="00934A43" w:rsidRPr="00934A43">
        <w:rPr>
          <w:rFonts w:ascii="Times New Roman" w:hAnsi="Times New Roman"/>
          <w:b/>
        </w:rPr>
        <w:fldChar w:fldCharType="separate"/>
      </w:r>
      <w:r w:rsidR="00B75185">
        <w:rPr>
          <w:rFonts w:ascii="Times New Roman" w:hAnsi="Times New Roman"/>
          <w:b/>
        </w:rPr>
        <w:t>Title of the Work</w:t>
      </w:r>
      <w:r w:rsidR="00934A43" w:rsidRPr="00934A43">
        <w:rPr>
          <w:rFonts w:ascii="Times New Roman" w:hAnsi="Times New Roman"/>
          <w:b/>
        </w:rPr>
        <w:fldChar w:fldCharType="end"/>
      </w:r>
      <w:r w:rsidRPr="0096226A">
        <w:rPr>
          <w:rFonts w:ascii="Times New Roman" w:hAnsi="Times New Roman"/>
        </w:rPr>
        <w:t>.</w:t>
      </w:r>
      <w:r w:rsidRPr="0089282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NUMPAGES  \* MERGEFORMAT </w:instrText>
      </w:r>
      <w:r>
        <w:rPr>
          <w:rFonts w:ascii="Times New Roman" w:hAnsi="Times New Roman"/>
        </w:rPr>
        <w:fldChar w:fldCharType="separate"/>
      </w:r>
      <w:r w:rsidR="00101773">
        <w:rPr>
          <w:rFonts w:ascii="Times New Roman" w:hAnsi="Times New Roman"/>
        </w:rPr>
        <w:t>45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p.</w:t>
      </w:r>
      <w:r w:rsidR="00934A43">
        <w:rPr>
          <w:rFonts w:ascii="Times New Roman" w:hAnsi="Times New Roman"/>
        </w:rPr>
        <w:t xml:space="preserve"> </w:t>
      </w:r>
      <w:r w:rsidR="00934A43">
        <w:rPr>
          <w:rFonts w:ascii="Times New Roman" w:hAnsi="Times New Roman"/>
        </w:rPr>
        <w:fldChar w:fldCharType="begin"/>
      </w:r>
      <w:r w:rsidR="00934A43">
        <w:rPr>
          <w:rFonts w:ascii="Times New Roman" w:hAnsi="Times New Roman"/>
        </w:rPr>
        <w:instrText xml:space="preserve"> DOCPROPERTY  "Tipo do trabalho em Inglês"  \* MERGEFORMAT </w:instrText>
      </w:r>
      <w:r w:rsidR="00934A43">
        <w:rPr>
          <w:rFonts w:ascii="Times New Roman" w:hAnsi="Times New Roman"/>
        </w:rPr>
        <w:fldChar w:fldCharType="separate"/>
      </w:r>
      <w:r w:rsidR="00B75185">
        <w:rPr>
          <w:rFonts w:ascii="Times New Roman" w:hAnsi="Times New Roman"/>
        </w:rPr>
        <w:t>Final Project</w:t>
      </w:r>
      <w:r w:rsidR="00934A43">
        <w:rPr>
          <w:rFonts w:ascii="Times New Roman" w:hAnsi="Times New Roman"/>
        </w:rPr>
        <w:fldChar w:fldCharType="end"/>
      </w:r>
      <w:r w:rsidR="00934A43">
        <w:rPr>
          <w:rFonts w:ascii="Times New Roman" w:hAnsi="Times New Roman"/>
        </w:rPr>
        <w:t xml:space="preserve"> (</w:t>
      </w:r>
      <w:r w:rsidR="00484A67">
        <w:rPr>
          <w:rFonts w:ascii="Times New Roman" w:hAnsi="Times New Roman"/>
        </w:rPr>
        <w:fldChar w:fldCharType="begin"/>
      </w:r>
      <w:r w:rsidR="00484A67">
        <w:rPr>
          <w:rFonts w:ascii="Times New Roman" w:hAnsi="Times New Roman"/>
        </w:rPr>
        <w:instrText xml:space="preserve"> DOCPROPERTY  "Nome do curso ou programa em Inglês"  \* MERGEFORMAT </w:instrText>
      </w:r>
      <w:r w:rsidR="00484A67">
        <w:rPr>
          <w:rFonts w:ascii="Times New Roman" w:hAnsi="Times New Roman"/>
        </w:rPr>
        <w:fldChar w:fldCharType="separate"/>
      </w:r>
      <w:r w:rsidR="00B75185">
        <w:rPr>
          <w:rFonts w:ascii="Times New Roman" w:hAnsi="Times New Roman"/>
        </w:rPr>
        <w:t>Bachelor of Science in Computer Science</w:t>
      </w:r>
      <w:r w:rsidR="00484A67">
        <w:rPr>
          <w:rFonts w:ascii="Times New Roman" w:hAnsi="Times New Roman"/>
        </w:rPr>
        <w:fldChar w:fldCharType="end"/>
      </w:r>
      <w:r w:rsidR="00934A43">
        <w:rPr>
          <w:rFonts w:ascii="Times New Roman" w:hAnsi="Times New Roman"/>
        </w:rPr>
        <w:t xml:space="preserve">) </w:t>
      </w:r>
      <w:r w:rsidRPr="00892824">
        <w:rPr>
          <w:rFonts w:ascii="Times New Roman" w:hAnsi="Times New Roman"/>
        </w:rPr>
        <w:t xml:space="preserve">– </w:t>
      </w:r>
      <w:r w:rsidR="004D7782">
        <w:rPr>
          <w:rFonts w:ascii="Times New Roman" w:hAnsi="Times New Roman"/>
        </w:rPr>
        <w:t>State University of</w:t>
      </w:r>
      <w:r w:rsidRPr="00892824">
        <w:rPr>
          <w:rFonts w:ascii="Times New Roman" w:hAnsi="Times New Roman"/>
        </w:rPr>
        <w:t xml:space="preserve"> Londrina, </w:t>
      </w:r>
      <w:r>
        <w:rPr>
          <w:rFonts w:ascii="Times New Roman" w:hAnsi="Times New Roman"/>
        </w:rPr>
        <w:t>Londrina-PR</w:t>
      </w:r>
      <w:r w:rsidRPr="00892824">
        <w:rPr>
          <w:rFonts w:ascii="Times New Roman" w:hAnsi="Times New Roman"/>
        </w:rPr>
        <w:t xml:space="preserve">, </w:t>
      </w:r>
      <w:r w:rsidRPr="0096226A">
        <w:rPr>
          <w:rFonts w:ascii="Times New Roman" w:hAnsi="Times New Roman"/>
          <w:bCs/>
          <w:iCs/>
        </w:rPr>
        <w:fldChar w:fldCharType="begin"/>
      </w:r>
      <w:r w:rsidRPr="0096226A">
        <w:rPr>
          <w:rFonts w:ascii="Times New Roman" w:hAnsi="Times New Roman"/>
          <w:bCs/>
          <w:iCs/>
        </w:rPr>
        <w:instrText xml:space="preserve"> DOCPROPERTY  "Ano de defesa"  \* MERGEFORMAT </w:instrText>
      </w:r>
      <w:r w:rsidRPr="0096226A">
        <w:rPr>
          <w:rFonts w:ascii="Times New Roman" w:hAnsi="Times New Roman"/>
          <w:bCs/>
          <w:iCs/>
        </w:rPr>
        <w:fldChar w:fldCharType="separate"/>
      </w:r>
      <w:r w:rsidR="00B75185">
        <w:rPr>
          <w:rFonts w:ascii="Times New Roman" w:hAnsi="Times New Roman"/>
          <w:bCs/>
          <w:iCs/>
        </w:rPr>
        <w:t>2014</w:t>
      </w:r>
      <w:r w:rsidRPr="0096226A">
        <w:rPr>
          <w:rFonts w:ascii="Times New Roman" w:hAnsi="Times New Roman"/>
          <w:bCs/>
          <w:iCs/>
        </w:rPr>
        <w:fldChar w:fldCharType="end"/>
      </w:r>
      <w:r w:rsidRPr="00892824">
        <w:rPr>
          <w:rFonts w:ascii="Times New Roman" w:hAnsi="Times New Roman"/>
        </w:rPr>
        <w:t>.</w:t>
      </w:r>
    </w:p>
    <w:p w:rsidR="005312DF" w:rsidRPr="00892824" w:rsidRDefault="005312DF" w:rsidP="00706F1B">
      <w:pPr>
        <w:ind w:firstLine="0"/>
      </w:pPr>
    </w:p>
    <w:p w:rsidR="005312DF" w:rsidRPr="00892824" w:rsidRDefault="005312DF" w:rsidP="00706F1B">
      <w:pPr>
        <w:ind w:firstLine="0"/>
      </w:pPr>
    </w:p>
    <w:p w:rsidR="005312DF" w:rsidRPr="00892824" w:rsidRDefault="005312DF" w:rsidP="00F75099">
      <w:pPr>
        <w:pStyle w:val="Ttulo6"/>
      </w:pPr>
      <w:r w:rsidRPr="00892824">
        <w:t>abstract</w:t>
      </w:r>
    </w:p>
    <w:p w:rsidR="005312DF" w:rsidRPr="00892824" w:rsidRDefault="002600E2" w:rsidP="00706F1B">
      <w:pPr>
        <w:ind w:firstLine="0"/>
      </w:pPr>
      <w:proofErr w:type="spellStart"/>
      <w:r w:rsidRPr="002600E2">
        <w:t>This</w:t>
      </w:r>
      <w:proofErr w:type="spellEnd"/>
      <w:r w:rsidRPr="002600E2">
        <w:t xml:space="preserve"> </w:t>
      </w:r>
      <w:proofErr w:type="spellStart"/>
      <w:r w:rsidRPr="002600E2">
        <w:t>is</w:t>
      </w:r>
      <w:proofErr w:type="spellEnd"/>
      <w:r w:rsidRPr="002600E2">
        <w:t xml:space="preserve"> </w:t>
      </w:r>
      <w:proofErr w:type="spellStart"/>
      <w:r w:rsidRPr="002600E2">
        <w:t>the</w:t>
      </w:r>
      <w:proofErr w:type="spellEnd"/>
      <w:r w:rsidRPr="002600E2">
        <w:t xml:space="preserve"> </w:t>
      </w:r>
      <w:proofErr w:type="spellStart"/>
      <w:r>
        <w:t>E</w:t>
      </w:r>
      <w:r w:rsidRPr="002600E2">
        <w:t>nglish</w:t>
      </w:r>
      <w:proofErr w:type="spellEnd"/>
      <w:r w:rsidRPr="002600E2">
        <w:t xml:space="preserve"> abstract. The Abstract in </w:t>
      </w:r>
      <w:proofErr w:type="spellStart"/>
      <w:r w:rsidRPr="002600E2">
        <w:t>English</w:t>
      </w:r>
      <w:proofErr w:type="spellEnd"/>
      <w:r w:rsidRPr="002600E2">
        <w:t xml:space="preserve"> </w:t>
      </w:r>
      <w:proofErr w:type="spellStart"/>
      <w:r w:rsidRPr="002600E2">
        <w:t>should</w:t>
      </w:r>
      <w:proofErr w:type="spellEnd"/>
      <w:r w:rsidRPr="002600E2">
        <w:t xml:space="preserve"> </w:t>
      </w:r>
      <w:proofErr w:type="spellStart"/>
      <w:r w:rsidRPr="002600E2">
        <w:t>be</w:t>
      </w:r>
      <w:proofErr w:type="spellEnd"/>
      <w:r w:rsidRPr="002600E2">
        <w:t xml:space="preserve"> </w:t>
      </w:r>
      <w:proofErr w:type="spellStart"/>
      <w:r w:rsidRPr="002600E2">
        <w:t>faithful</w:t>
      </w:r>
      <w:proofErr w:type="spellEnd"/>
      <w:r w:rsidRPr="002600E2">
        <w:t xml:space="preserve"> </w:t>
      </w:r>
      <w:proofErr w:type="spellStart"/>
      <w:r w:rsidRPr="002600E2">
        <w:t>to</w:t>
      </w:r>
      <w:proofErr w:type="spellEnd"/>
      <w:r w:rsidRPr="002600E2">
        <w:t xml:space="preserve"> </w:t>
      </w:r>
      <w:proofErr w:type="spellStart"/>
      <w:r w:rsidRPr="002600E2">
        <w:t>the</w:t>
      </w:r>
      <w:proofErr w:type="spellEnd"/>
      <w:r w:rsidRPr="002600E2">
        <w:t xml:space="preserve"> Resumo in </w:t>
      </w:r>
      <w:proofErr w:type="spellStart"/>
      <w:r w:rsidRPr="002600E2">
        <w:t>Portuguese</w:t>
      </w:r>
      <w:proofErr w:type="spellEnd"/>
      <w:r w:rsidRPr="002600E2">
        <w:t xml:space="preserve">, </w:t>
      </w:r>
      <w:proofErr w:type="spellStart"/>
      <w:r w:rsidRPr="002600E2">
        <w:t>but</w:t>
      </w:r>
      <w:proofErr w:type="spellEnd"/>
      <w:r w:rsidRPr="002600E2">
        <w:t xml:space="preserve"> </w:t>
      </w:r>
      <w:proofErr w:type="spellStart"/>
      <w:r w:rsidRPr="002600E2">
        <w:t>not</w:t>
      </w:r>
      <w:proofErr w:type="spellEnd"/>
      <w:r w:rsidRPr="002600E2">
        <w:t xml:space="preserve"> a literal </w:t>
      </w:r>
      <w:proofErr w:type="spellStart"/>
      <w:r w:rsidRPr="002600E2">
        <w:t>translation</w:t>
      </w:r>
      <w:proofErr w:type="spellEnd"/>
      <w:r w:rsidRPr="002600E2">
        <w:t>.</w:t>
      </w:r>
    </w:p>
    <w:p w:rsidR="005312DF" w:rsidRPr="00892824" w:rsidRDefault="005312DF" w:rsidP="00706F1B">
      <w:pPr>
        <w:ind w:firstLine="0"/>
      </w:pPr>
    </w:p>
    <w:p w:rsidR="005312DF" w:rsidRPr="00892824" w:rsidRDefault="00706F1B" w:rsidP="00706F1B">
      <w:pPr>
        <w:ind w:firstLine="0"/>
      </w:pPr>
      <w:r>
        <w:rPr>
          <w:b/>
          <w:bCs/>
          <w:lang w:val="en-US"/>
        </w:rPr>
        <w:t>Key</w:t>
      </w:r>
      <w:r w:rsidR="005312DF" w:rsidRPr="00892824">
        <w:rPr>
          <w:b/>
          <w:bCs/>
          <w:lang w:val="en-US"/>
        </w:rPr>
        <w:t xml:space="preserve">words: </w:t>
      </w:r>
      <w:r w:rsidR="002600E2">
        <w:rPr>
          <w:lang w:val="en-US"/>
        </w:rPr>
        <w:t>Word 2013</w:t>
      </w:r>
      <w:r w:rsidR="001543D7">
        <w:rPr>
          <w:lang w:val="en-US"/>
        </w:rPr>
        <w:t>,</w:t>
      </w:r>
      <w:r w:rsidR="005312DF" w:rsidRPr="00892824">
        <w:rPr>
          <w:lang w:val="en-US"/>
        </w:rPr>
        <w:t xml:space="preserve"> </w:t>
      </w:r>
      <w:r w:rsidR="002600E2">
        <w:rPr>
          <w:lang w:val="en-US"/>
        </w:rPr>
        <w:t>ABNT-DC-UEL template</w:t>
      </w:r>
      <w:r w:rsidR="001543D7">
        <w:rPr>
          <w:lang w:val="en-US"/>
        </w:rPr>
        <w:t xml:space="preserve">, </w:t>
      </w:r>
      <w:r w:rsidR="002600E2">
        <w:rPr>
          <w:lang w:val="en-US"/>
        </w:rPr>
        <w:t xml:space="preserve">Text </w:t>
      </w:r>
      <w:proofErr w:type="spellStart"/>
      <w:r w:rsidR="002600E2">
        <w:rPr>
          <w:lang w:val="en-US"/>
        </w:rPr>
        <w:t>editoration</w:t>
      </w:r>
      <w:proofErr w:type="spellEnd"/>
      <w:r w:rsidR="001543D7">
        <w:rPr>
          <w:lang w:val="en-US"/>
        </w:rPr>
        <w:t>.</w:t>
      </w:r>
    </w:p>
    <w:p w:rsidR="00312BEF" w:rsidRDefault="00312BEF">
      <w:pPr>
        <w:spacing w:line="240" w:lineRule="auto"/>
        <w:ind w:firstLine="0"/>
        <w:jc w:val="left"/>
      </w:pPr>
      <w:r>
        <w:br w:type="page"/>
      </w:r>
    </w:p>
    <w:p w:rsidR="00312BEF" w:rsidRDefault="00312BEF">
      <w:pPr>
        <w:spacing w:line="240" w:lineRule="auto"/>
        <w:ind w:firstLine="0"/>
        <w:jc w:val="left"/>
        <w:rPr>
          <w:b/>
          <w:caps/>
          <w:noProof/>
          <w:snapToGrid w:val="0"/>
          <w:sz w:val="32"/>
          <w:szCs w:val="20"/>
        </w:rPr>
      </w:pPr>
      <w:bookmarkStart w:id="1" w:name="_Toc96637502"/>
      <w:r>
        <w:lastRenderedPageBreak/>
        <w:br w:type="page"/>
      </w:r>
    </w:p>
    <w:p w:rsidR="00284FB7" w:rsidRPr="00892824" w:rsidRDefault="00284FB7" w:rsidP="001E15F4">
      <w:pPr>
        <w:pStyle w:val="Ttulo6"/>
      </w:pPr>
      <w:bookmarkStart w:id="2" w:name="_Toc93473120"/>
      <w:bookmarkStart w:id="3" w:name="_Toc96637503"/>
      <w:bookmarkEnd w:id="1"/>
      <w:r w:rsidRPr="00892824">
        <w:lastRenderedPageBreak/>
        <w:t>LISTA DE ILUSTRAÇÕES</w:t>
      </w:r>
    </w:p>
    <w:p w:rsidR="00B75185" w:rsidRDefault="00284FB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\c "Figura" </w:instrText>
      </w:r>
      <w:r>
        <w:fldChar w:fldCharType="separate"/>
      </w:r>
      <w:hyperlink w:anchor="_Toc401248144" w:history="1">
        <w:r w:rsidR="00B75185" w:rsidRPr="003E2055">
          <w:rPr>
            <w:rStyle w:val="Hyperlink"/>
            <w:noProof/>
          </w:rPr>
          <w:t>Figura 1 – Acesso às propriedades do documento.</w:t>
        </w:r>
        <w:r w:rsidR="00B75185">
          <w:rPr>
            <w:noProof/>
            <w:webHidden/>
          </w:rPr>
          <w:tab/>
        </w:r>
        <w:r w:rsidR="00B75185">
          <w:rPr>
            <w:noProof/>
            <w:webHidden/>
          </w:rPr>
          <w:fldChar w:fldCharType="begin"/>
        </w:r>
        <w:r w:rsidR="00B75185">
          <w:rPr>
            <w:noProof/>
            <w:webHidden/>
          </w:rPr>
          <w:instrText xml:space="preserve"> PAGEREF _Toc401248144 \h </w:instrText>
        </w:r>
        <w:r w:rsidR="00B75185">
          <w:rPr>
            <w:noProof/>
            <w:webHidden/>
          </w:rPr>
        </w:r>
        <w:r w:rsidR="00B75185">
          <w:rPr>
            <w:noProof/>
            <w:webHidden/>
          </w:rPr>
          <w:fldChar w:fldCharType="separate"/>
        </w:r>
        <w:r w:rsidR="00101773">
          <w:rPr>
            <w:noProof/>
            <w:webHidden/>
          </w:rPr>
          <w:t>24</w:t>
        </w:r>
        <w:r w:rsidR="00B75185">
          <w:rPr>
            <w:noProof/>
            <w:webHidden/>
          </w:rPr>
          <w:fldChar w:fldCharType="end"/>
        </w:r>
      </w:hyperlink>
    </w:p>
    <w:p w:rsidR="00B75185" w:rsidRDefault="00232735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1248145" w:history="1">
        <w:r w:rsidR="00B75185" w:rsidRPr="003E2055">
          <w:rPr>
            <w:rStyle w:val="Hyperlink"/>
            <w:noProof/>
          </w:rPr>
          <w:t>Figura 2 - Logo comemorativa dos 20 anos do Bacharelado em Ciência da Computação da UEL.</w:t>
        </w:r>
        <w:r w:rsidR="00B75185">
          <w:rPr>
            <w:noProof/>
            <w:webHidden/>
          </w:rPr>
          <w:tab/>
        </w:r>
        <w:r w:rsidR="00B75185">
          <w:rPr>
            <w:noProof/>
            <w:webHidden/>
          </w:rPr>
          <w:fldChar w:fldCharType="begin"/>
        </w:r>
        <w:r w:rsidR="00B75185">
          <w:rPr>
            <w:noProof/>
            <w:webHidden/>
          </w:rPr>
          <w:instrText xml:space="preserve"> PAGEREF _Toc401248145 \h </w:instrText>
        </w:r>
        <w:r w:rsidR="00B75185">
          <w:rPr>
            <w:noProof/>
            <w:webHidden/>
          </w:rPr>
        </w:r>
        <w:r w:rsidR="00B75185">
          <w:rPr>
            <w:noProof/>
            <w:webHidden/>
          </w:rPr>
          <w:fldChar w:fldCharType="separate"/>
        </w:r>
        <w:r w:rsidR="00101773">
          <w:rPr>
            <w:noProof/>
            <w:webHidden/>
          </w:rPr>
          <w:t>28</w:t>
        </w:r>
        <w:r w:rsidR="00B75185">
          <w:rPr>
            <w:noProof/>
            <w:webHidden/>
          </w:rPr>
          <w:fldChar w:fldCharType="end"/>
        </w:r>
      </w:hyperlink>
    </w:p>
    <w:p w:rsidR="00B75185" w:rsidRDefault="00232735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1248146" w:history="1">
        <w:r w:rsidR="00B75185" w:rsidRPr="003E2055">
          <w:rPr>
            <w:rStyle w:val="Hyperlink"/>
            <w:noProof/>
          </w:rPr>
          <w:t>Figura 3 - Estilo de referências ABNT-DC-UEL.</w:t>
        </w:r>
        <w:r w:rsidR="00B75185">
          <w:rPr>
            <w:noProof/>
            <w:webHidden/>
          </w:rPr>
          <w:tab/>
        </w:r>
        <w:r w:rsidR="00B75185">
          <w:rPr>
            <w:noProof/>
            <w:webHidden/>
          </w:rPr>
          <w:fldChar w:fldCharType="begin"/>
        </w:r>
        <w:r w:rsidR="00B75185">
          <w:rPr>
            <w:noProof/>
            <w:webHidden/>
          </w:rPr>
          <w:instrText xml:space="preserve"> PAGEREF _Toc401248146 \h </w:instrText>
        </w:r>
        <w:r w:rsidR="00B75185">
          <w:rPr>
            <w:noProof/>
            <w:webHidden/>
          </w:rPr>
        </w:r>
        <w:r w:rsidR="00B75185">
          <w:rPr>
            <w:noProof/>
            <w:webHidden/>
          </w:rPr>
          <w:fldChar w:fldCharType="separate"/>
        </w:r>
        <w:r w:rsidR="00101773">
          <w:rPr>
            <w:noProof/>
            <w:webHidden/>
          </w:rPr>
          <w:t>29</w:t>
        </w:r>
        <w:r w:rsidR="00B75185">
          <w:rPr>
            <w:noProof/>
            <w:webHidden/>
          </w:rPr>
          <w:fldChar w:fldCharType="end"/>
        </w:r>
      </w:hyperlink>
    </w:p>
    <w:p w:rsidR="00284FB7" w:rsidRDefault="00284FB7">
      <w:pPr>
        <w:spacing w:line="240" w:lineRule="auto"/>
        <w:ind w:firstLine="0"/>
        <w:jc w:val="left"/>
        <w:rPr>
          <w:b/>
          <w:caps/>
          <w:noProof/>
          <w:snapToGrid w:val="0"/>
          <w:sz w:val="32"/>
          <w:szCs w:val="20"/>
        </w:rPr>
      </w:pPr>
      <w:r>
        <w:fldChar w:fldCharType="end"/>
      </w:r>
      <w:r>
        <w:br w:type="page"/>
      </w:r>
    </w:p>
    <w:p w:rsidR="00834BF5" w:rsidRDefault="00834BF5" w:rsidP="001E15F4">
      <w:pPr>
        <w:pStyle w:val="Ttulo6"/>
      </w:pPr>
      <w:r>
        <w:lastRenderedPageBreak/>
        <w:br w:type="page"/>
      </w:r>
    </w:p>
    <w:p w:rsidR="005312DF" w:rsidRPr="00892824" w:rsidRDefault="005312DF" w:rsidP="001E15F4">
      <w:pPr>
        <w:pStyle w:val="Ttulo6"/>
      </w:pPr>
      <w:r w:rsidRPr="00892824">
        <w:lastRenderedPageBreak/>
        <w:t>lista de tabelas</w:t>
      </w:r>
      <w:bookmarkEnd w:id="2"/>
      <w:bookmarkEnd w:id="3"/>
    </w:p>
    <w:p w:rsidR="00B75185" w:rsidRDefault="001E15F4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\h \z \c "Tabela" </w:instrText>
      </w:r>
      <w:r>
        <w:fldChar w:fldCharType="separate"/>
      </w:r>
      <w:hyperlink w:anchor="_Toc401248151" w:history="1">
        <w:r w:rsidR="00B75185" w:rsidRPr="008137CA">
          <w:rPr>
            <w:rStyle w:val="Hyperlink"/>
            <w:noProof/>
          </w:rPr>
          <w:t>Tabela 1 - Propriedades do documento a serem preenchidas.</w:t>
        </w:r>
        <w:r w:rsidR="00B75185">
          <w:rPr>
            <w:noProof/>
            <w:webHidden/>
          </w:rPr>
          <w:tab/>
        </w:r>
        <w:r w:rsidR="00B75185">
          <w:rPr>
            <w:noProof/>
            <w:webHidden/>
          </w:rPr>
          <w:fldChar w:fldCharType="begin"/>
        </w:r>
        <w:r w:rsidR="00B75185">
          <w:rPr>
            <w:noProof/>
            <w:webHidden/>
          </w:rPr>
          <w:instrText xml:space="preserve"> PAGEREF _Toc401248151 \h </w:instrText>
        </w:r>
        <w:r w:rsidR="00B75185">
          <w:rPr>
            <w:noProof/>
            <w:webHidden/>
          </w:rPr>
        </w:r>
        <w:r w:rsidR="00B75185">
          <w:rPr>
            <w:noProof/>
            <w:webHidden/>
          </w:rPr>
          <w:fldChar w:fldCharType="separate"/>
        </w:r>
        <w:r w:rsidR="00101773">
          <w:rPr>
            <w:noProof/>
            <w:webHidden/>
          </w:rPr>
          <w:t>24</w:t>
        </w:r>
        <w:r w:rsidR="00B75185">
          <w:rPr>
            <w:noProof/>
            <w:webHidden/>
          </w:rPr>
          <w:fldChar w:fldCharType="end"/>
        </w:r>
      </w:hyperlink>
    </w:p>
    <w:p w:rsidR="00B75185" w:rsidRDefault="00232735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1248152" w:history="1">
        <w:r w:rsidR="00B75185" w:rsidRPr="008137CA">
          <w:rPr>
            <w:rStyle w:val="Hyperlink"/>
            <w:noProof/>
          </w:rPr>
          <w:t>Tabela 2 - Conjuntos de dados utilizados nos experimentos.</w:t>
        </w:r>
        <w:r w:rsidR="00B75185">
          <w:rPr>
            <w:noProof/>
            <w:webHidden/>
          </w:rPr>
          <w:tab/>
        </w:r>
        <w:r w:rsidR="00B75185">
          <w:rPr>
            <w:noProof/>
            <w:webHidden/>
          </w:rPr>
          <w:fldChar w:fldCharType="begin"/>
        </w:r>
        <w:r w:rsidR="00B75185">
          <w:rPr>
            <w:noProof/>
            <w:webHidden/>
          </w:rPr>
          <w:instrText xml:space="preserve"> PAGEREF _Toc401248152 \h </w:instrText>
        </w:r>
        <w:r w:rsidR="00B75185">
          <w:rPr>
            <w:noProof/>
            <w:webHidden/>
          </w:rPr>
        </w:r>
        <w:r w:rsidR="00B75185">
          <w:rPr>
            <w:noProof/>
            <w:webHidden/>
          </w:rPr>
          <w:fldChar w:fldCharType="separate"/>
        </w:r>
        <w:r w:rsidR="00101773">
          <w:rPr>
            <w:noProof/>
            <w:webHidden/>
          </w:rPr>
          <w:t>28</w:t>
        </w:r>
        <w:r w:rsidR="00B75185">
          <w:rPr>
            <w:noProof/>
            <w:webHidden/>
          </w:rPr>
          <w:fldChar w:fldCharType="end"/>
        </w:r>
      </w:hyperlink>
    </w:p>
    <w:p w:rsidR="00B75185" w:rsidRDefault="00232735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1248153" w:history="1">
        <w:r w:rsidR="00B75185" w:rsidRPr="008137CA">
          <w:rPr>
            <w:rStyle w:val="Hyperlink"/>
            <w:noProof/>
          </w:rPr>
          <w:t>Tabela 3 - Conjuntos 2.</w:t>
        </w:r>
        <w:r w:rsidR="00B75185">
          <w:rPr>
            <w:noProof/>
            <w:webHidden/>
          </w:rPr>
          <w:tab/>
        </w:r>
        <w:r w:rsidR="00B75185">
          <w:rPr>
            <w:noProof/>
            <w:webHidden/>
          </w:rPr>
          <w:fldChar w:fldCharType="begin"/>
        </w:r>
        <w:r w:rsidR="00B75185">
          <w:rPr>
            <w:noProof/>
            <w:webHidden/>
          </w:rPr>
          <w:instrText xml:space="preserve"> PAGEREF _Toc401248153 \h </w:instrText>
        </w:r>
        <w:r w:rsidR="00B75185">
          <w:rPr>
            <w:noProof/>
            <w:webHidden/>
          </w:rPr>
        </w:r>
        <w:r w:rsidR="00B75185">
          <w:rPr>
            <w:noProof/>
            <w:webHidden/>
          </w:rPr>
          <w:fldChar w:fldCharType="separate"/>
        </w:r>
        <w:r w:rsidR="00101773">
          <w:rPr>
            <w:noProof/>
            <w:webHidden/>
          </w:rPr>
          <w:t>28</w:t>
        </w:r>
        <w:r w:rsidR="00B75185">
          <w:rPr>
            <w:noProof/>
            <w:webHidden/>
          </w:rPr>
          <w:fldChar w:fldCharType="end"/>
        </w:r>
      </w:hyperlink>
    </w:p>
    <w:p w:rsidR="005E51B5" w:rsidRDefault="001E15F4">
      <w:pPr>
        <w:spacing w:line="240" w:lineRule="auto"/>
        <w:ind w:firstLine="0"/>
        <w:jc w:val="left"/>
        <w:rPr>
          <w:noProof/>
          <w:snapToGrid w:val="0"/>
          <w:szCs w:val="20"/>
        </w:rPr>
      </w:pPr>
      <w:r>
        <w:fldChar w:fldCharType="end"/>
      </w:r>
      <w:r w:rsidR="005E51B5">
        <w:br w:type="page"/>
      </w:r>
    </w:p>
    <w:p w:rsidR="00834BF5" w:rsidRDefault="00834BF5">
      <w:pPr>
        <w:pStyle w:val="Ttulo6"/>
        <w:spacing w:after="0"/>
      </w:pPr>
      <w:bookmarkStart w:id="4" w:name="_Toc93473121"/>
      <w:bookmarkStart w:id="5" w:name="_Toc96637504"/>
      <w:r>
        <w:lastRenderedPageBreak/>
        <w:br w:type="page"/>
      </w:r>
    </w:p>
    <w:p w:rsidR="005312DF" w:rsidRPr="00892824" w:rsidRDefault="005312DF">
      <w:pPr>
        <w:pStyle w:val="Ttulo6"/>
        <w:spacing w:after="0"/>
      </w:pPr>
      <w:r w:rsidRPr="00892824">
        <w:lastRenderedPageBreak/>
        <w:t>lista de abreviaturas e siglas</w:t>
      </w:r>
      <w:bookmarkEnd w:id="4"/>
      <w:bookmarkEnd w:id="5"/>
    </w:p>
    <w:p w:rsidR="005312DF" w:rsidRPr="00892824" w:rsidRDefault="005312DF" w:rsidP="00B96D15">
      <w:pPr>
        <w:ind w:firstLine="0"/>
      </w:pPr>
    </w:p>
    <w:p w:rsidR="005312DF" w:rsidRPr="00892824" w:rsidRDefault="005312DF" w:rsidP="00B96D15">
      <w:pPr>
        <w:ind w:firstLine="0"/>
      </w:pPr>
    </w:p>
    <w:p w:rsidR="005312DF" w:rsidRPr="00892824" w:rsidRDefault="005312DF" w:rsidP="00B96D15">
      <w:pPr>
        <w:ind w:firstLine="0"/>
      </w:pPr>
      <w:r w:rsidRPr="00892824">
        <w:t>ABNT</w:t>
      </w:r>
      <w:r w:rsidR="00B96D15">
        <w:tab/>
      </w:r>
      <w:r w:rsidR="00B96D15">
        <w:tab/>
      </w:r>
      <w:r w:rsidRPr="00892824">
        <w:t>Associação Brasileira de Normas Técnicas</w:t>
      </w:r>
    </w:p>
    <w:p w:rsidR="005312DF" w:rsidRPr="00892824" w:rsidRDefault="005312DF" w:rsidP="00B96D15">
      <w:pPr>
        <w:ind w:firstLine="0"/>
      </w:pPr>
      <w:r w:rsidRPr="00892824">
        <w:rPr>
          <w:bCs/>
          <w:color w:val="000000"/>
        </w:rPr>
        <w:t>BNDES</w:t>
      </w:r>
      <w:r w:rsidR="001273EB" w:rsidRPr="00892824">
        <w:rPr>
          <w:color w:val="000000"/>
        </w:rPr>
        <w:tab/>
      </w:r>
      <w:r w:rsidRPr="00892824">
        <w:rPr>
          <w:color w:val="000000"/>
        </w:rPr>
        <w:t>Banco Nacional de Desenvolvimento Econômico e Social</w:t>
      </w:r>
    </w:p>
    <w:p w:rsidR="005312DF" w:rsidRPr="00892824" w:rsidRDefault="00B96D15" w:rsidP="00B96D15">
      <w:pPr>
        <w:ind w:firstLine="0"/>
      </w:pPr>
      <w:r>
        <w:t>IBGE</w:t>
      </w:r>
      <w:r>
        <w:tab/>
      </w:r>
      <w:r w:rsidR="001273EB" w:rsidRPr="00892824">
        <w:tab/>
      </w:r>
      <w:r w:rsidR="005312DF" w:rsidRPr="00892824">
        <w:t>Instituto Brasileiro de Geografia e Estatística</w:t>
      </w:r>
    </w:p>
    <w:p w:rsidR="005312DF" w:rsidRPr="00892824" w:rsidRDefault="005312DF" w:rsidP="00B96D15">
      <w:pPr>
        <w:ind w:firstLine="0"/>
      </w:pPr>
      <w:r w:rsidRPr="00892824">
        <w:t>IBICT</w:t>
      </w:r>
      <w:r w:rsidR="001273EB" w:rsidRPr="00892824">
        <w:tab/>
      </w:r>
      <w:r w:rsidR="00B96D15">
        <w:tab/>
      </w:r>
      <w:r w:rsidRPr="00892824">
        <w:t>Instituto Brasileiro de Informação em Ciência e Tecnologia</w:t>
      </w:r>
    </w:p>
    <w:p w:rsidR="005312DF" w:rsidRPr="00892824" w:rsidRDefault="001273EB" w:rsidP="00B96D15">
      <w:pPr>
        <w:ind w:firstLine="0"/>
      </w:pPr>
      <w:r w:rsidRPr="00892824">
        <w:t>NBR</w:t>
      </w:r>
      <w:r w:rsidR="00B96D15">
        <w:tab/>
      </w:r>
      <w:r w:rsidRPr="00892824">
        <w:tab/>
      </w:r>
      <w:r w:rsidR="005312DF" w:rsidRPr="00892824">
        <w:t>Norma Brasileira</w:t>
      </w:r>
    </w:p>
    <w:p w:rsidR="00552C4C" w:rsidRDefault="00552C4C">
      <w:pPr>
        <w:spacing w:line="240" w:lineRule="auto"/>
        <w:ind w:firstLine="0"/>
        <w:jc w:val="left"/>
        <w:rPr>
          <w:b/>
          <w:caps/>
          <w:noProof/>
          <w:snapToGrid w:val="0"/>
          <w:sz w:val="32"/>
          <w:szCs w:val="20"/>
        </w:rPr>
      </w:pPr>
      <w:bookmarkStart w:id="6" w:name="_Toc93473122"/>
      <w:bookmarkStart w:id="7" w:name="_Toc96637505"/>
      <w:r>
        <w:br w:type="page"/>
      </w:r>
    </w:p>
    <w:p w:rsidR="00834BF5" w:rsidRDefault="00834BF5">
      <w:pPr>
        <w:pStyle w:val="Ttulo6"/>
        <w:spacing w:after="0"/>
      </w:pPr>
      <w:r>
        <w:lastRenderedPageBreak/>
        <w:br w:type="page"/>
      </w:r>
    </w:p>
    <w:p w:rsidR="00AB060A" w:rsidRDefault="00AB060A" w:rsidP="00AB060A">
      <w:pPr>
        <w:pStyle w:val="Ttulo6"/>
      </w:pPr>
      <w:bookmarkStart w:id="8" w:name="_Toc93473123"/>
      <w:bookmarkStart w:id="9" w:name="_Toc96408761"/>
      <w:bookmarkStart w:id="10" w:name="_Toc96409028"/>
      <w:bookmarkStart w:id="11" w:name="_Toc96637506"/>
      <w:bookmarkEnd w:id="6"/>
      <w:bookmarkEnd w:id="7"/>
      <w:r>
        <w:lastRenderedPageBreak/>
        <w:t>sumário</w:t>
      </w:r>
    </w:p>
    <w:p w:rsidR="00B36187" w:rsidRDefault="007A2717">
      <w:pPr>
        <w:pStyle w:val="Sumrio1"/>
        <w:rPr>
          <w:rFonts w:asciiTheme="minorHAnsi" w:eastAsiaTheme="minorEastAsia" w:hAnsiTheme="minorHAnsi" w:cstheme="minorBidi"/>
          <w:b w:val="0"/>
          <w:iCs w:val="0"/>
          <w:caps w:val="0"/>
          <w:snapToGrid/>
          <w:sz w:val="22"/>
          <w:szCs w:val="22"/>
        </w:rPr>
      </w:pPr>
      <w:r>
        <w:rPr>
          <w:b w:val="0"/>
          <w:caps w:val="0"/>
          <w:smallCaps/>
        </w:rPr>
        <w:fldChar w:fldCharType="begin"/>
      </w:r>
      <w:r>
        <w:rPr>
          <w:b w:val="0"/>
          <w:caps w:val="0"/>
          <w:smallCaps/>
        </w:rPr>
        <w:instrText xml:space="preserve"> TOC \o "1-5" \h \z \u </w:instrText>
      </w:r>
      <w:r>
        <w:rPr>
          <w:b w:val="0"/>
          <w:caps w:val="0"/>
          <w:smallCaps/>
        </w:rPr>
        <w:fldChar w:fldCharType="separate"/>
      </w:r>
      <w:hyperlink w:anchor="_Toc401248638" w:history="1">
        <w:r w:rsidR="00B36187" w:rsidRPr="0088626A">
          <w:rPr>
            <w:rStyle w:val="Hyperlink"/>
          </w:rPr>
          <w:t>1</w:t>
        </w:r>
        <w:r w:rsidR="00B36187">
          <w:rPr>
            <w:rFonts w:asciiTheme="minorHAnsi" w:eastAsiaTheme="minorEastAsia" w:hAnsiTheme="minorHAnsi" w:cstheme="minorBidi"/>
            <w:b w:val="0"/>
            <w:iCs w:val="0"/>
            <w:caps w:val="0"/>
            <w:snapToGrid/>
            <w:sz w:val="22"/>
            <w:szCs w:val="22"/>
          </w:rPr>
          <w:tab/>
        </w:r>
        <w:r w:rsidR="00B36187" w:rsidRPr="0088626A">
          <w:rPr>
            <w:rStyle w:val="Hyperlink"/>
          </w:rPr>
          <w:t>INTRODUÇÃO</w:t>
        </w:r>
        <w:r w:rsidR="00B36187">
          <w:rPr>
            <w:webHidden/>
          </w:rPr>
          <w:tab/>
        </w:r>
        <w:r w:rsidR="00B36187">
          <w:rPr>
            <w:webHidden/>
          </w:rPr>
          <w:fldChar w:fldCharType="begin"/>
        </w:r>
        <w:r w:rsidR="00B36187">
          <w:rPr>
            <w:webHidden/>
          </w:rPr>
          <w:instrText xml:space="preserve"> PAGEREF _Toc401248638 \h </w:instrText>
        </w:r>
        <w:r w:rsidR="00B36187">
          <w:rPr>
            <w:webHidden/>
          </w:rPr>
        </w:r>
        <w:r w:rsidR="00B36187">
          <w:rPr>
            <w:webHidden/>
          </w:rPr>
          <w:fldChar w:fldCharType="separate"/>
        </w:r>
        <w:r w:rsidR="00101773">
          <w:rPr>
            <w:webHidden/>
          </w:rPr>
          <w:t>23</w:t>
        </w:r>
        <w:r w:rsidR="00B36187">
          <w:rPr>
            <w:webHidden/>
          </w:rPr>
          <w:fldChar w:fldCharType="end"/>
        </w:r>
      </w:hyperlink>
    </w:p>
    <w:p w:rsidR="00B36187" w:rsidRDefault="00B36187">
      <w:pPr>
        <w:pStyle w:val="Sumrio1"/>
        <w:rPr>
          <w:rFonts w:asciiTheme="minorHAnsi" w:eastAsiaTheme="minorEastAsia" w:hAnsiTheme="minorHAnsi" w:cstheme="minorBidi"/>
          <w:b w:val="0"/>
          <w:iCs w:val="0"/>
          <w:caps w:val="0"/>
          <w:snapToGrid/>
          <w:sz w:val="22"/>
          <w:szCs w:val="22"/>
        </w:rPr>
      </w:pPr>
      <w:hyperlink w:anchor="_Toc401248639" w:history="1">
        <w:r w:rsidRPr="0088626A">
          <w:rPr>
            <w:rStyle w:val="Hyperlink"/>
          </w:rPr>
          <w:t>2</w:t>
        </w:r>
        <w:r>
          <w:rPr>
            <w:rFonts w:asciiTheme="minorHAnsi" w:eastAsiaTheme="minorEastAsia" w:hAnsiTheme="minorHAnsi" w:cstheme="minorBidi"/>
            <w:b w:val="0"/>
            <w:iCs w:val="0"/>
            <w:caps w:val="0"/>
            <w:snapToGrid/>
            <w:sz w:val="22"/>
            <w:szCs w:val="22"/>
          </w:rPr>
          <w:tab/>
        </w:r>
        <w:r w:rsidRPr="0088626A">
          <w:rPr>
            <w:rStyle w:val="Hyperlink"/>
          </w:rPr>
          <w:t>Conteúdo e formatação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_Toc401248639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01773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B36187" w:rsidRDefault="00B36187">
      <w:pPr>
        <w:pStyle w:val="Sumrio2"/>
        <w:tabs>
          <w:tab w:val="left" w:pos="1100"/>
          <w:tab w:val="right" w:leader="dot" w:pos="9062"/>
        </w:tabs>
        <w:rPr>
          <w:rFonts w:asciiTheme="minorHAnsi" w:hAnsiTheme="minorHAnsi" w:cstheme="minorBidi"/>
          <w:noProof/>
          <w:sz w:val="22"/>
        </w:rPr>
      </w:pPr>
      <w:hyperlink w:anchor="_Toc401248640" w:history="1">
        <w:r w:rsidRPr="0088626A">
          <w:rPr>
            <w:rStyle w:val="Hyperlink"/>
            <w:noProof/>
          </w:rPr>
          <w:t>2.1</w:t>
        </w:r>
        <w:r>
          <w:rPr>
            <w:rFonts w:asciiTheme="minorHAnsi" w:hAnsiTheme="minorHAnsi" w:cstheme="minorBidi"/>
            <w:noProof/>
            <w:sz w:val="22"/>
          </w:rPr>
          <w:tab/>
        </w:r>
        <w:r w:rsidRPr="0088626A">
          <w:rPr>
            <w:rStyle w:val="Hyperlink"/>
            <w:noProof/>
          </w:rPr>
          <w:t>Sobre Figuras, Tabelas e Elementos Semelhantes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_Toc401248640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01773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B36187" w:rsidRDefault="00B36187">
      <w:pPr>
        <w:pStyle w:val="Sumrio2"/>
        <w:tabs>
          <w:tab w:val="left" w:pos="1100"/>
          <w:tab w:val="right" w:leader="dot" w:pos="9062"/>
        </w:tabs>
        <w:rPr>
          <w:rFonts w:asciiTheme="minorHAnsi" w:hAnsiTheme="minorHAnsi" w:cstheme="minorBidi"/>
          <w:noProof/>
          <w:sz w:val="22"/>
        </w:rPr>
      </w:pPr>
      <w:hyperlink w:anchor="_Toc401248641" w:history="1">
        <w:r w:rsidRPr="0088626A">
          <w:rPr>
            <w:rStyle w:val="Hyperlink"/>
            <w:noProof/>
            <w:lang w:val="es-ES_tradnl"/>
          </w:rPr>
          <w:t>2.2</w:t>
        </w:r>
        <w:r>
          <w:rPr>
            <w:rFonts w:asciiTheme="minorHAnsi" w:hAnsiTheme="minorHAnsi" w:cstheme="minorBidi"/>
            <w:noProof/>
            <w:sz w:val="22"/>
          </w:rPr>
          <w:tab/>
        </w:r>
        <w:r w:rsidRPr="0088626A">
          <w:rPr>
            <w:rStyle w:val="Hyperlink"/>
            <w:noProof/>
            <w:lang w:val="es-ES_tradnl"/>
          </w:rPr>
          <w:t>Sobre as Referências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_Toc401248641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01773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B36187" w:rsidRDefault="00B36187">
      <w:pPr>
        <w:pStyle w:val="Sumrio1"/>
        <w:rPr>
          <w:rFonts w:asciiTheme="minorHAnsi" w:eastAsiaTheme="minorEastAsia" w:hAnsiTheme="minorHAnsi" w:cstheme="minorBidi"/>
          <w:b w:val="0"/>
          <w:iCs w:val="0"/>
          <w:caps w:val="0"/>
          <w:snapToGrid/>
          <w:sz w:val="22"/>
          <w:szCs w:val="22"/>
        </w:rPr>
      </w:pPr>
      <w:hyperlink w:anchor="_Toc401248642" w:history="1">
        <w:r w:rsidRPr="0088626A">
          <w:rPr>
            <w:rStyle w:val="Hyperlink"/>
          </w:rPr>
          <w:t>3</w:t>
        </w:r>
        <w:r>
          <w:rPr>
            <w:rFonts w:asciiTheme="minorHAnsi" w:eastAsiaTheme="minorEastAsia" w:hAnsiTheme="minorHAnsi" w:cstheme="minorBidi"/>
            <w:b w:val="0"/>
            <w:iCs w:val="0"/>
            <w:caps w:val="0"/>
            <w:snapToGrid/>
            <w:sz w:val="22"/>
            <w:szCs w:val="22"/>
          </w:rPr>
          <w:tab/>
        </w:r>
        <w:r w:rsidRPr="0088626A">
          <w:rPr>
            <w:rStyle w:val="Hyperlink"/>
          </w:rPr>
          <w:t>Título do Capítulo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_Toc401248642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01773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B36187" w:rsidRDefault="00B36187">
      <w:pPr>
        <w:pStyle w:val="Sumrio2"/>
        <w:tabs>
          <w:tab w:val="left" w:pos="1100"/>
          <w:tab w:val="right" w:leader="dot" w:pos="9062"/>
        </w:tabs>
        <w:rPr>
          <w:rFonts w:asciiTheme="minorHAnsi" w:hAnsiTheme="minorHAnsi" w:cstheme="minorBidi"/>
          <w:noProof/>
          <w:sz w:val="22"/>
        </w:rPr>
      </w:pPr>
      <w:hyperlink w:anchor="_Toc401248643" w:history="1">
        <w:r w:rsidRPr="0088626A">
          <w:rPr>
            <w:rStyle w:val="Hyperlink"/>
            <w:noProof/>
          </w:rPr>
          <w:t>3.1</w:t>
        </w:r>
        <w:r>
          <w:rPr>
            <w:rFonts w:asciiTheme="minorHAnsi" w:hAnsiTheme="minorHAnsi" w:cstheme="minorBidi"/>
            <w:noProof/>
            <w:sz w:val="22"/>
          </w:rPr>
          <w:tab/>
        </w:r>
        <w:r w:rsidRPr="0088626A">
          <w:rPr>
            <w:rStyle w:val="Hyperlink"/>
            <w:noProof/>
          </w:rPr>
          <w:t>Título da Seção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_Toc401248643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01773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B36187" w:rsidRDefault="00B36187">
      <w:pPr>
        <w:pStyle w:val="Sumrio3"/>
        <w:tabs>
          <w:tab w:val="left" w:pos="1100"/>
          <w:tab w:val="right" w:leader="dot" w:pos="9062"/>
        </w:tabs>
        <w:rPr>
          <w:rFonts w:asciiTheme="minorHAnsi" w:hAnsiTheme="minorHAnsi" w:cstheme="minorBidi"/>
          <w:noProof/>
        </w:rPr>
      </w:pPr>
      <w:hyperlink w:anchor="_Toc401248644" w:history="1">
        <w:r w:rsidRPr="0088626A">
          <w:rPr>
            <w:rStyle w:val="Hyperlink"/>
            <w:noProof/>
          </w:rPr>
          <w:t>3.1.1</w:t>
        </w:r>
        <w:r>
          <w:rPr>
            <w:rFonts w:asciiTheme="minorHAnsi" w:hAnsiTheme="minorHAnsi" w:cstheme="minorBidi"/>
            <w:noProof/>
          </w:rPr>
          <w:tab/>
        </w:r>
        <w:r w:rsidRPr="0088626A">
          <w:rPr>
            <w:rStyle w:val="Hyperlink"/>
            <w:noProof/>
          </w:rPr>
          <w:t>Título da Subseção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_Toc401248644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01773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B36187" w:rsidRDefault="00B36187">
      <w:pPr>
        <w:pStyle w:val="Sumrio4"/>
        <w:tabs>
          <w:tab w:val="left" w:pos="11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1248645" w:history="1">
        <w:r w:rsidRPr="0088626A">
          <w:rPr>
            <w:rStyle w:val="Hyperlink"/>
            <w:noProof/>
          </w:rPr>
          <w:t>3.1.1.1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8626A">
          <w:rPr>
            <w:rStyle w:val="Hyperlink"/>
            <w:noProof/>
          </w:rPr>
          <w:t>Título da subsubseção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_Toc401248645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01773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B36187" w:rsidRDefault="00B36187">
      <w:pPr>
        <w:pStyle w:val="Sumrio5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01248646" w:history="1">
        <w:r w:rsidRPr="0088626A">
          <w:rPr>
            <w:rStyle w:val="Hyperlink"/>
            <w:noProof/>
          </w:rPr>
          <w:t>REFERÊNCIAS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_Toc401248646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01773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B36187" w:rsidRDefault="00B36187">
      <w:pPr>
        <w:pStyle w:val="Sumrio5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01248647" w:history="1">
        <w:r w:rsidRPr="0088626A">
          <w:rPr>
            <w:rStyle w:val="Hyperlink"/>
            <w:noProof/>
          </w:rPr>
          <w:t>APÊNDICE A – Nome do apêndice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_Toc401248647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01773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B36187" w:rsidRDefault="00B36187">
      <w:pPr>
        <w:pStyle w:val="Sumrio5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01248648" w:history="1">
        <w:r w:rsidRPr="0088626A">
          <w:rPr>
            <w:rStyle w:val="Hyperlink"/>
            <w:noProof/>
          </w:rPr>
          <w:t>ANEXO A – Nome do aNEXO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_Toc401248648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01773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B36187" w:rsidRDefault="00B36187">
      <w:pPr>
        <w:pStyle w:val="Sumrio5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01248649" w:history="1">
        <w:r w:rsidRPr="0088626A">
          <w:rPr>
            <w:rStyle w:val="Hyperlink"/>
            <w:noProof/>
          </w:rPr>
          <w:t>Trabalhos publicados pelo Autor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_Toc401248649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01773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F71D8B" w:rsidRDefault="007A2717">
      <w:pPr>
        <w:spacing w:line="240" w:lineRule="auto"/>
        <w:ind w:firstLine="0"/>
        <w:jc w:val="left"/>
      </w:pPr>
      <w:r>
        <w:rPr>
          <w:b/>
          <w:caps/>
          <w:smallCaps/>
          <w:noProof/>
          <w:snapToGrid w:val="0"/>
          <w:szCs w:val="20"/>
        </w:rPr>
        <w:fldChar w:fldCharType="end"/>
      </w:r>
      <w:r w:rsidR="00A834FA">
        <w:br w:type="page"/>
      </w:r>
    </w:p>
    <w:p w:rsidR="00990233" w:rsidRDefault="00990233">
      <w:pPr>
        <w:spacing w:line="240" w:lineRule="auto"/>
        <w:ind w:firstLine="0"/>
        <w:jc w:val="left"/>
      </w:pPr>
    </w:p>
    <w:p w:rsidR="00552C4C" w:rsidRDefault="00552C4C" w:rsidP="00552C4C">
      <w:pPr>
        <w:sectPr w:rsidR="00552C4C" w:rsidSect="004717D0">
          <w:headerReference w:type="default" r:id="rId12"/>
          <w:type w:val="continuous"/>
          <w:pgSz w:w="11907" w:h="16840" w:code="9"/>
          <w:pgMar w:top="1701" w:right="1134" w:bottom="1134" w:left="1701" w:header="1134" w:footer="709" w:gutter="0"/>
          <w:pgNumType w:start="1"/>
          <w:cols w:space="720"/>
        </w:sectPr>
      </w:pPr>
    </w:p>
    <w:p w:rsidR="005312DF" w:rsidRPr="00866E44" w:rsidRDefault="005312DF" w:rsidP="00866E44">
      <w:pPr>
        <w:pStyle w:val="Ttulo1"/>
      </w:pPr>
      <w:bookmarkStart w:id="12" w:name="_Toc401248638"/>
      <w:r w:rsidRPr="00866E44">
        <w:lastRenderedPageBreak/>
        <w:t>INTRODUÇÃO</w:t>
      </w:r>
      <w:bookmarkEnd w:id="8"/>
      <w:bookmarkEnd w:id="9"/>
      <w:bookmarkEnd w:id="10"/>
      <w:bookmarkEnd w:id="11"/>
      <w:bookmarkEnd w:id="12"/>
    </w:p>
    <w:p w:rsidR="00B80933" w:rsidRDefault="00B80933" w:rsidP="00866E44">
      <w:r w:rsidRPr="00B80933">
        <w:t xml:space="preserve">Este documento e seu código-fonte são uma </w:t>
      </w:r>
      <w:r w:rsidRPr="004D7782">
        <w:t>adaptação</w:t>
      </w:r>
      <w:r w:rsidRPr="00B80933">
        <w:t xml:space="preserve"> do exemplo de uso fornecido pela equipe desenvolvedora da classe abntex2, atendendo a particularidades que define</w:t>
      </w:r>
      <w:r>
        <w:t>m</w:t>
      </w:r>
      <w:r w:rsidRPr="00B80933">
        <w:t xml:space="preserve"> o modelo para Trabalhos de Conclusão de Curso e Dissertações de Mestrado dos cursos do Departamento de Computação da Universidade Estadual de Londrina. Observe-se que o documento está preparado para impressão em frente e verso. Sugestões de melhorias ou problemas encontrados, favor notificar (Prof. Daniel S. </w:t>
      </w:r>
      <w:proofErr w:type="spellStart"/>
      <w:r w:rsidRPr="00B80933">
        <w:t>Kaster</w:t>
      </w:r>
      <w:proofErr w:type="spellEnd"/>
      <w:r w:rsidRPr="00B80933">
        <w:t xml:space="preserve"> – </w:t>
      </w:r>
      <w:hyperlink r:id="rId13" w:history="1">
        <w:r w:rsidRPr="002C022F">
          <w:rPr>
            <w:rStyle w:val="Hyperlink"/>
          </w:rPr>
          <w:t>dskaster@uel.br</w:t>
        </w:r>
      </w:hyperlink>
      <w:r w:rsidRPr="00B80933">
        <w:t>).</w:t>
      </w:r>
    </w:p>
    <w:p w:rsidR="00B80933" w:rsidRDefault="00B80933" w:rsidP="00866E44">
      <w:r>
        <w:t xml:space="preserve">O modelo ABNT-DC-UEL define um conjunto de estilos que devem ser utilizados rigorosamente. </w:t>
      </w:r>
      <w:r w:rsidRPr="00267E93">
        <w:rPr>
          <w:b/>
        </w:rPr>
        <w:t>Não</w:t>
      </w:r>
      <w:r>
        <w:t xml:space="preserve"> devem ser feitas mudanças de formatação diretamente</w:t>
      </w:r>
      <w:r w:rsidR="00267E93">
        <w:t>! Salvo algumas exceções, d</w:t>
      </w:r>
      <w:r>
        <w:t>evem ser aplicados os estilos específicos para cada parte do trabalho. Os estilos definidos nesse modelo são:</w:t>
      </w:r>
    </w:p>
    <w:p w:rsidR="00B80933" w:rsidRDefault="00B80933" w:rsidP="00B80933">
      <w:pPr>
        <w:pStyle w:val="PargrafodaLista"/>
        <w:numPr>
          <w:ilvl w:val="0"/>
          <w:numId w:val="10"/>
        </w:numPr>
      </w:pPr>
      <w:r>
        <w:t>Título 1: usado para títulos de capítulos, apêndices e anexos;</w:t>
      </w:r>
    </w:p>
    <w:p w:rsidR="00B80933" w:rsidRDefault="00B80933" w:rsidP="00B80933">
      <w:pPr>
        <w:pStyle w:val="PargrafodaLista"/>
        <w:numPr>
          <w:ilvl w:val="0"/>
          <w:numId w:val="10"/>
        </w:numPr>
      </w:pPr>
      <w:r>
        <w:t>Título 2: título de seção;</w:t>
      </w:r>
    </w:p>
    <w:p w:rsidR="00B80933" w:rsidRDefault="00B80933" w:rsidP="00B80933">
      <w:pPr>
        <w:pStyle w:val="PargrafodaLista"/>
        <w:numPr>
          <w:ilvl w:val="0"/>
          <w:numId w:val="10"/>
        </w:numPr>
      </w:pPr>
      <w:r>
        <w:t>Título 3: título de subseção;</w:t>
      </w:r>
    </w:p>
    <w:p w:rsidR="00B80933" w:rsidRDefault="00B80933" w:rsidP="00B80933">
      <w:pPr>
        <w:pStyle w:val="PargrafodaLista"/>
        <w:numPr>
          <w:ilvl w:val="0"/>
          <w:numId w:val="10"/>
        </w:numPr>
      </w:pPr>
      <w:r>
        <w:t xml:space="preserve">Título 4: título </w:t>
      </w:r>
      <w:proofErr w:type="spellStart"/>
      <w:r>
        <w:t>subsubseção</w:t>
      </w:r>
      <w:proofErr w:type="spellEnd"/>
      <w:r>
        <w:t>;</w:t>
      </w:r>
    </w:p>
    <w:p w:rsidR="00B80933" w:rsidRDefault="00B80933" w:rsidP="00B80933">
      <w:pPr>
        <w:pStyle w:val="PargrafodaLista"/>
        <w:numPr>
          <w:ilvl w:val="0"/>
          <w:numId w:val="10"/>
        </w:numPr>
      </w:pPr>
      <w:r>
        <w:t xml:space="preserve">Título 5: reservado para títulos </w:t>
      </w:r>
      <w:r w:rsidR="007F4370">
        <w:t>de seções especiais referenciadas no sumário do documento;</w:t>
      </w:r>
    </w:p>
    <w:p w:rsidR="007F4370" w:rsidRDefault="007F4370" w:rsidP="00B80933">
      <w:pPr>
        <w:pStyle w:val="PargrafodaLista"/>
        <w:numPr>
          <w:ilvl w:val="0"/>
          <w:numId w:val="10"/>
        </w:numPr>
      </w:pPr>
      <w:r>
        <w:t>Bibliografia: utilizado para formatar automaticamente as referências, que devem utilizar o mecanismo fornecido pelo Word para tal fim;</w:t>
      </w:r>
    </w:p>
    <w:p w:rsidR="007F4370" w:rsidRDefault="007F4370" w:rsidP="00B80933">
      <w:pPr>
        <w:pStyle w:val="PargrafodaLista"/>
        <w:numPr>
          <w:ilvl w:val="0"/>
          <w:numId w:val="10"/>
        </w:numPr>
      </w:pPr>
      <w:r>
        <w:t xml:space="preserve">Normal: usado para os </w:t>
      </w:r>
      <w:r w:rsidR="00267E93">
        <w:t>conteúdos</w:t>
      </w:r>
      <w:r>
        <w:t xml:space="preserve"> das várias partes do documento</w:t>
      </w:r>
      <w:r w:rsidR="00267E93">
        <w:t xml:space="preserve"> que não são títulos</w:t>
      </w:r>
      <w:r>
        <w:t>;</w:t>
      </w:r>
    </w:p>
    <w:p w:rsidR="007F4370" w:rsidRDefault="007F4370" w:rsidP="00B80933">
      <w:pPr>
        <w:pStyle w:val="PargrafodaLista"/>
        <w:numPr>
          <w:ilvl w:val="0"/>
          <w:numId w:val="10"/>
        </w:numPr>
      </w:pPr>
      <w:r>
        <w:t>Legenda figura: usado para legendas de figuras, sempre posicionadas abaixo da respectiva figura;</w:t>
      </w:r>
    </w:p>
    <w:p w:rsidR="00267E93" w:rsidRDefault="007F4370" w:rsidP="00267E93">
      <w:pPr>
        <w:pStyle w:val="PargrafodaLista"/>
        <w:numPr>
          <w:ilvl w:val="0"/>
          <w:numId w:val="10"/>
        </w:numPr>
      </w:pPr>
      <w:r>
        <w:t>Legenda tabela: usado para legendas de tabelas, algoritmos, etc., sempre posicionadas acima da respectiva tabela, algoritmo, etc.</w:t>
      </w:r>
    </w:p>
    <w:p w:rsidR="00267E93" w:rsidRDefault="00267E93" w:rsidP="00267E93">
      <w:r>
        <w:t>O modelo também define um conjunto de propriedades a serem preenchidas. Essas propriedades incluem propriedades do documento e propriedades avançadas do documento, acessíveis p</w:t>
      </w:r>
      <w:r w:rsidR="00881D0F">
        <w:t xml:space="preserve">ela interface indicada na </w:t>
      </w:r>
      <w:r w:rsidR="00881D0F">
        <w:fldChar w:fldCharType="begin"/>
      </w:r>
      <w:r w:rsidR="00881D0F">
        <w:instrText xml:space="preserve"> REF _Ref401233687 \h </w:instrText>
      </w:r>
      <w:r w:rsidR="00881D0F">
        <w:fldChar w:fldCharType="separate"/>
      </w:r>
      <w:r w:rsidR="00101773">
        <w:t xml:space="preserve">Figura </w:t>
      </w:r>
      <w:r w:rsidR="00101773">
        <w:rPr>
          <w:noProof/>
        </w:rPr>
        <w:t>1</w:t>
      </w:r>
      <w:r w:rsidR="00881D0F">
        <w:fldChar w:fldCharType="end"/>
      </w:r>
      <w:r>
        <w:t>.</w:t>
      </w:r>
      <w:r w:rsidR="00742C1B">
        <w:t xml:space="preserve"> Essas propriedades são usadas para preencher automaticamente campos de texto do documento, em particular, de elementos </w:t>
      </w:r>
      <w:proofErr w:type="spellStart"/>
      <w:r w:rsidR="00742C1B">
        <w:t>pré</w:t>
      </w:r>
      <w:proofErr w:type="spellEnd"/>
      <w:r w:rsidR="00742C1B">
        <w:t xml:space="preserve">-textuais (capa, folha de rosto, folha de aprovação, etc.). Esses campos de texto </w:t>
      </w:r>
      <w:r w:rsidR="00742C1B" w:rsidRPr="00A46869">
        <w:rPr>
          <w:b/>
        </w:rPr>
        <w:t>não</w:t>
      </w:r>
      <w:r w:rsidR="00742C1B">
        <w:t xml:space="preserve"> devem ser preenchidos diretamente no texto, mas via propriedades do documento. Em algumas situações </w:t>
      </w:r>
      <w:r w:rsidR="00742C1B">
        <w:lastRenderedPageBreak/>
        <w:t>é necessário clicar com o botão direito sobre o campo e solicitar “Atualizar campo”.</w:t>
      </w:r>
      <w:r w:rsidR="00881D0F">
        <w:t xml:space="preserve"> As propriedades a serem preenchidas são relacionadas na </w:t>
      </w:r>
      <w:r w:rsidR="00791821">
        <w:fldChar w:fldCharType="begin"/>
      </w:r>
      <w:r w:rsidR="00791821">
        <w:instrText xml:space="preserve"> REF _Ref401235930 \h </w:instrText>
      </w:r>
      <w:r w:rsidR="00791821">
        <w:fldChar w:fldCharType="separate"/>
      </w:r>
      <w:r w:rsidR="00101773">
        <w:t xml:space="preserve">Tabela </w:t>
      </w:r>
      <w:r w:rsidR="00101773">
        <w:rPr>
          <w:noProof/>
        </w:rPr>
        <w:t>1</w:t>
      </w:r>
      <w:r w:rsidR="00791821">
        <w:fldChar w:fldCharType="end"/>
      </w:r>
      <w:r w:rsidR="00881D0F">
        <w:t>.</w:t>
      </w:r>
    </w:p>
    <w:p w:rsidR="00881D0F" w:rsidRDefault="00267E93" w:rsidP="00881D0F">
      <w:pPr>
        <w:keepNext/>
        <w:ind w:firstLine="0"/>
        <w:jc w:val="center"/>
      </w:pPr>
      <w:r>
        <w:rPr>
          <w:noProof/>
        </w:rPr>
        <w:drawing>
          <wp:inline distT="0" distB="0" distL="0" distR="0" wp14:anchorId="373E4198" wp14:editId="6A6743E6">
            <wp:extent cx="5760720" cy="32385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c-properties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E93" w:rsidRDefault="00881D0F" w:rsidP="00881D0F">
      <w:pPr>
        <w:pStyle w:val="Legenda"/>
        <w:jc w:val="center"/>
      </w:pPr>
      <w:bookmarkStart w:id="13" w:name="_Ref401233687"/>
      <w:bookmarkStart w:id="14" w:name="_Toc401248144"/>
      <w:r>
        <w:t xml:space="preserve">Figura </w:t>
      </w:r>
      <w:fldSimple w:instr=" SEQ Figura \* ARABIC ">
        <w:r w:rsidR="00101773">
          <w:rPr>
            <w:noProof/>
          </w:rPr>
          <w:t>1</w:t>
        </w:r>
      </w:fldSimple>
      <w:bookmarkEnd w:id="13"/>
      <w:r>
        <w:t xml:space="preserve"> </w:t>
      </w:r>
      <w:r w:rsidR="00791821">
        <w:t>–</w:t>
      </w:r>
      <w:r>
        <w:t xml:space="preserve"> </w:t>
      </w:r>
      <w:r w:rsidR="00791821">
        <w:t>Acesso às p</w:t>
      </w:r>
      <w:r>
        <w:t>ropriedades do documento.</w:t>
      </w:r>
      <w:bookmarkEnd w:id="14"/>
    </w:p>
    <w:p w:rsidR="00791821" w:rsidRDefault="00791821" w:rsidP="00791821">
      <w:pPr>
        <w:pStyle w:val="Legenda"/>
        <w:keepNext/>
      </w:pPr>
      <w:bookmarkStart w:id="15" w:name="_Ref401235930"/>
      <w:bookmarkStart w:id="16" w:name="_Toc401248151"/>
      <w:r>
        <w:t xml:space="preserve">Tabela </w:t>
      </w:r>
      <w:fldSimple w:instr=" SEQ Tabela \* ARABIC ">
        <w:r w:rsidR="00101773">
          <w:rPr>
            <w:noProof/>
          </w:rPr>
          <w:t>1</w:t>
        </w:r>
      </w:fldSimple>
      <w:bookmarkEnd w:id="15"/>
      <w:r>
        <w:t xml:space="preserve"> - Propriedades do documento a serem preenchidas.</w:t>
      </w:r>
      <w:bookmarkEnd w:id="16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38"/>
        <w:gridCol w:w="1276"/>
        <w:gridCol w:w="3931"/>
        <w:gridCol w:w="2017"/>
      </w:tblGrid>
      <w:tr w:rsidR="00B07F93" w:rsidTr="00742C1B">
        <w:tc>
          <w:tcPr>
            <w:tcW w:w="1838" w:type="dxa"/>
            <w:shd w:val="clear" w:color="auto" w:fill="E7E6E6" w:themeFill="background2"/>
          </w:tcPr>
          <w:p w:rsidR="00B07F93" w:rsidRDefault="00B07F93" w:rsidP="00881D0F">
            <w:pPr>
              <w:ind w:firstLine="0"/>
            </w:pPr>
            <w:r>
              <w:t>Propriedade</w:t>
            </w:r>
          </w:p>
        </w:tc>
        <w:tc>
          <w:tcPr>
            <w:tcW w:w="1276" w:type="dxa"/>
            <w:shd w:val="clear" w:color="auto" w:fill="E7E6E6" w:themeFill="background2"/>
          </w:tcPr>
          <w:p w:rsidR="00B07F93" w:rsidRDefault="00B07F93" w:rsidP="00881D0F">
            <w:pPr>
              <w:ind w:firstLine="0"/>
            </w:pPr>
            <w:r>
              <w:t>Tipo</w:t>
            </w:r>
          </w:p>
        </w:tc>
        <w:tc>
          <w:tcPr>
            <w:tcW w:w="3931" w:type="dxa"/>
            <w:shd w:val="clear" w:color="auto" w:fill="E7E6E6" w:themeFill="background2"/>
          </w:tcPr>
          <w:p w:rsidR="00B07F93" w:rsidRDefault="00B07F93" w:rsidP="00881D0F">
            <w:pPr>
              <w:ind w:firstLine="0"/>
            </w:pPr>
            <w:r>
              <w:t>Valores válidos</w:t>
            </w:r>
          </w:p>
        </w:tc>
        <w:tc>
          <w:tcPr>
            <w:tcW w:w="2017" w:type="dxa"/>
            <w:shd w:val="clear" w:color="auto" w:fill="E7E6E6" w:themeFill="background2"/>
          </w:tcPr>
          <w:p w:rsidR="00B07F93" w:rsidRDefault="00B07F93" w:rsidP="00881D0F">
            <w:pPr>
              <w:ind w:firstLine="0"/>
            </w:pPr>
            <w:r>
              <w:t>Exemplo</w:t>
            </w:r>
          </w:p>
        </w:tc>
      </w:tr>
      <w:tr w:rsidR="00B07F93" w:rsidTr="00791821">
        <w:tc>
          <w:tcPr>
            <w:tcW w:w="1838" w:type="dxa"/>
          </w:tcPr>
          <w:p w:rsidR="00B07F93" w:rsidRDefault="00B07F93" w:rsidP="00881D0F">
            <w:pPr>
              <w:ind w:firstLine="0"/>
            </w:pPr>
            <w:r>
              <w:t>Título</w:t>
            </w:r>
          </w:p>
        </w:tc>
        <w:tc>
          <w:tcPr>
            <w:tcW w:w="1276" w:type="dxa"/>
          </w:tcPr>
          <w:p w:rsidR="00B07F93" w:rsidRDefault="00B07F93" w:rsidP="00881D0F">
            <w:pPr>
              <w:ind w:firstLine="0"/>
            </w:pPr>
            <w:r>
              <w:t>Normal</w:t>
            </w:r>
          </w:p>
        </w:tc>
        <w:tc>
          <w:tcPr>
            <w:tcW w:w="3931" w:type="dxa"/>
          </w:tcPr>
          <w:p w:rsidR="00B07F93" w:rsidRDefault="00B07F93" w:rsidP="00881D0F">
            <w:pPr>
              <w:ind w:firstLine="0"/>
            </w:pPr>
            <w:r>
              <w:t>Título do trabalho</w:t>
            </w:r>
          </w:p>
        </w:tc>
        <w:tc>
          <w:tcPr>
            <w:tcW w:w="2017" w:type="dxa"/>
          </w:tcPr>
          <w:p w:rsidR="00B07F93" w:rsidRDefault="00B07F93" w:rsidP="00881D0F">
            <w:pPr>
              <w:ind w:firstLine="0"/>
            </w:pPr>
            <w:r>
              <w:t>Bancos de Dados em Nuvem</w:t>
            </w:r>
          </w:p>
        </w:tc>
      </w:tr>
      <w:tr w:rsidR="00791821" w:rsidTr="00791821">
        <w:tc>
          <w:tcPr>
            <w:tcW w:w="1838" w:type="dxa"/>
          </w:tcPr>
          <w:p w:rsidR="00791821" w:rsidRDefault="00791821" w:rsidP="00791821">
            <w:pPr>
              <w:ind w:firstLine="0"/>
            </w:pPr>
            <w:r>
              <w:t>Título em Inglês</w:t>
            </w:r>
          </w:p>
        </w:tc>
        <w:tc>
          <w:tcPr>
            <w:tcW w:w="1276" w:type="dxa"/>
          </w:tcPr>
          <w:p w:rsidR="00791821" w:rsidRDefault="00791821" w:rsidP="00791821">
            <w:pPr>
              <w:ind w:firstLine="0"/>
            </w:pPr>
            <w:r>
              <w:t>Avançada</w:t>
            </w:r>
          </w:p>
        </w:tc>
        <w:tc>
          <w:tcPr>
            <w:tcW w:w="3931" w:type="dxa"/>
          </w:tcPr>
          <w:p w:rsidR="00791821" w:rsidRDefault="00791821" w:rsidP="00791821">
            <w:pPr>
              <w:ind w:firstLine="0"/>
            </w:pPr>
            <w:r>
              <w:t>Título em Inglês</w:t>
            </w:r>
          </w:p>
        </w:tc>
        <w:tc>
          <w:tcPr>
            <w:tcW w:w="2017" w:type="dxa"/>
          </w:tcPr>
          <w:p w:rsidR="00791821" w:rsidRDefault="00791821" w:rsidP="00791821">
            <w:pPr>
              <w:ind w:firstLine="0"/>
            </w:pPr>
            <w:proofErr w:type="spellStart"/>
            <w:r>
              <w:t>Cloud</w:t>
            </w:r>
            <w:proofErr w:type="spellEnd"/>
            <w:r>
              <w:t xml:space="preserve"> </w:t>
            </w:r>
            <w:proofErr w:type="spellStart"/>
            <w:r>
              <w:t>Databases</w:t>
            </w:r>
            <w:proofErr w:type="spellEnd"/>
          </w:p>
        </w:tc>
      </w:tr>
      <w:tr w:rsidR="00791821" w:rsidTr="00791821">
        <w:tc>
          <w:tcPr>
            <w:tcW w:w="1838" w:type="dxa"/>
          </w:tcPr>
          <w:p w:rsidR="00791821" w:rsidRDefault="00791821" w:rsidP="00791821">
            <w:pPr>
              <w:ind w:firstLine="0"/>
            </w:pPr>
            <w:r>
              <w:t>Autor</w:t>
            </w:r>
          </w:p>
        </w:tc>
        <w:tc>
          <w:tcPr>
            <w:tcW w:w="1276" w:type="dxa"/>
          </w:tcPr>
          <w:p w:rsidR="00791821" w:rsidRDefault="00791821" w:rsidP="00791821">
            <w:pPr>
              <w:ind w:firstLine="0"/>
            </w:pPr>
            <w:r>
              <w:t>Normal</w:t>
            </w:r>
          </w:p>
        </w:tc>
        <w:tc>
          <w:tcPr>
            <w:tcW w:w="3931" w:type="dxa"/>
          </w:tcPr>
          <w:p w:rsidR="00791821" w:rsidRDefault="00791821" w:rsidP="00791821">
            <w:pPr>
              <w:ind w:firstLine="0"/>
            </w:pPr>
            <w:r>
              <w:t>Nome completo do autor</w:t>
            </w:r>
          </w:p>
        </w:tc>
        <w:tc>
          <w:tcPr>
            <w:tcW w:w="2017" w:type="dxa"/>
          </w:tcPr>
          <w:p w:rsidR="00791821" w:rsidRDefault="00791821" w:rsidP="00791821">
            <w:pPr>
              <w:ind w:firstLine="0"/>
            </w:pPr>
            <w:r>
              <w:t>José Carlos da Silva</w:t>
            </w:r>
          </w:p>
        </w:tc>
      </w:tr>
      <w:tr w:rsidR="00791821" w:rsidTr="00791821">
        <w:tc>
          <w:tcPr>
            <w:tcW w:w="1838" w:type="dxa"/>
          </w:tcPr>
          <w:p w:rsidR="00791821" w:rsidRDefault="00791821" w:rsidP="00791821">
            <w:pPr>
              <w:ind w:firstLine="0"/>
            </w:pPr>
            <w:r>
              <w:t>Ano de defesa</w:t>
            </w:r>
          </w:p>
        </w:tc>
        <w:tc>
          <w:tcPr>
            <w:tcW w:w="1276" w:type="dxa"/>
          </w:tcPr>
          <w:p w:rsidR="00791821" w:rsidRDefault="00791821" w:rsidP="00791821">
            <w:pPr>
              <w:ind w:firstLine="0"/>
            </w:pPr>
            <w:r>
              <w:t>Avançada</w:t>
            </w:r>
          </w:p>
        </w:tc>
        <w:tc>
          <w:tcPr>
            <w:tcW w:w="3931" w:type="dxa"/>
          </w:tcPr>
          <w:p w:rsidR="00791821" w:rsidRDefault="00791821" w:rsidP="00791821">
            <w:pPr>
              <w:ind w:firstLine="0"/>
            </w:pPr>
            <w:r>
              <w:t>Ano de defesa</w:t>
            </w:r>
          </w:p>
        </w:tc>
        <w:tc>
          <w:tcPr>
            <w:tcW w:w="2017" w:type="dxa"/>
          </w:tcPr>
          <w:p w:rsidR="00791821" w:rsidRDefault="00791821" w:rsidP="00791821">
            <w:pPr>
              <w:ind w:firstLine="0"/>
            </w:pPr>
            <w:r>
              <w:t>2014</w:t>
            </w:r>
          </w:p>
        </w:tc>
      </w:tr>
      <w:tr w:rsidR="00791821" w:rsidTr="00791821">
        <w:tc>
          <w:tcPr>
            <w:tcW w:w="1838" w:type="dxa"/>
          </w:tcPr>
          <w:p w:rsidR="00791821" w:rsidRDefault="00791821" w:rsidP="00791821">
            <w:pPr>
              <w:ind w:firstLine="0"/>
            </w:pPr>
            <w:r>
              <w:t>Citação do autor</w:t>
            </w:r>
          </w:p>
        </w:tc>
        <w:tc>
          <w:tcPr>
            <w:tcW w:w="1276" w:type="dxa"/>
          </w:tcPr>
          <w:p w:rsidR="00791821" w:rsidRDefault="00791821" w:rsidP="00791821">
            <w:pPr>
              <w:ind w:firstLine="0"/>
            </w:pPr>
            <w:r>
              <w:t>Avançada</w:t>
            </w:r>
          </w:p>
        </w:tc>
        <w:tc>
          <w:tcPr>
            <w:tcW w:w="3931" w:type="dxa"/>
          </w:tcPr>
          <w:p w:rsidR="00791821" w:rsidRDefault="00791821" w:rsidP="00791821">
            <w:pPr>
              <w:ind w:firstLine="0"/>
            </w:pPr>
            <w:r>
              <w:t>Citação</w:t>
            </w:r>
          </w:p>
        </w:tc>
        <w:tc>
          <w:tcPr>
            <w:tcW w:w="2017" w:type="dxa"/>
          </w:tcPr>
          <w:p w:rsidR="00791821" w:rsidRDefault="00791821" w:rsidP="00791821">
            <w:pPr>
              <w:ind w:firstLine="0"/>
            </w:pPr>
            <w:r>
              <w:t>SILVA, J. C.</w:t>
            </w:r>
          </w:p>
        </w:tc>
      </w:tr>
      <w:tr w:rsidR="00791821" w:rsidTr="00791821">
        <w:tc>
          <w:tcPr>
            <w:tcW w:w="1838" w:type="dxa"/>
          </w:tcPr>
          <w:p w:rsidR="00791821" w:rsidRDefault="00791821" w:rsidP="00791821">
            <w:pPr>
              <w:ind w:firstLine="0"/>
            </w:pPr>
            <w:r>
              <w:t>Nome do orientador</w:t>
            </w:r>
          </w:p>
        </w:tc>
        <w:tc>
          <w:tcPr>
            <w:tcW w:w="1276" w:type="dxa"/>
          </w:tcPr>
          <w:p w:rsidR="00791821" w:rsidRDefault="00791821" w:rsidP="00791821">
            <w:pPr>
              <w:ind w:firstLine="0"/>
            </w:pPr>
            <w:r>
              <w:t>Avançada</w:t>
            </w:r>
          </w:p>
        </w:tc>
        <w:tc>
          <w:tcPr>
            <w:tcW w:w="3931" w:type="dxa"/>
          </w:tcPr>
          <w:p w:rsidR="00791821" w:rsidRDefault="00791821" w:rsidP="00791821">
            <w:pPr>
              <w:ind w:firstLine="0"/>
            </w:pPr>
            <w:r>
              <w:t>Nome completo do orientador</w:t>
            </w:r>
          </w:p>
        </w:tc>
        <w:tc>
          <w:tcPr>
            <w:tcW w:w="2017" w:type="dxa"/>
          </w:tcPr>
          <w:p w:rsidR="00791821" w:rsidRDefault="00791821" w:rsidP="00791821">
            <w:pPr>
              <w:ind w:firstLine="0"/>
            </w:pPr>
            <w:r>
              <w:t>Prof. Dr. Cláudio Manuel da Costa</w:t>
            </w:r>
          </w:p>
        </w:tc>
      </w:tr>
      <w:tr w:rsidR="00791821" w:rsidTr="00791821">
        <w:tc>
          <w:tcPr>
            <w:tcW w:w="1838" w:type="dxa"/>
          </w:tcPr>
          <w:p w:rsidR="00791821" w:rsidRDefault="00791821" w:rsidP="00791821">
            <w:pPr>
              <w:ind w:firstLine="0"/>
            </w:pPr>
            <w:r>
              <w:t>Tipo do trabalho</w:t>
            </w:r>
          </w:p>
        </w:tc>
        <w:tc>
          <w:tcPr>
            <w:tcW w:w="1276" w:type="dxa"/>
          </w:tcPr>
          <w:p w:rsidR="00791821" w:rsidRDefault="00791821" w:rsidP="00791821">
            <w:pPr>
              <w:ind w:firstLine="0"/>
            </w:pPr>
            <w:r>
              <w:t>Avançada</w:t>
            </w:r>
          </w:p>
        </w:tc>
        <w:tc>
          <w:tcPr>
            <w:tcW w:w="3931" w:type="dxa"/>
          </w:tcPr>
          <w:p w:rsidR="00791821" w:rsidRDefault="00791821" w:rsidP="00791821">
            <w:pPr>
              <w:ind w:firstLine="0"/>
            </w:pPr>
            <w:r>
              <w:t xml:space="preserve">Trabalho de Conclusão de Curso | Trabalho de Conclusão de Curso – Versão Preliminar | Qualificação de </w:t>
            </w:r>
            <w:r>
              <w:lastRenderedPageBreak/>
              <w:t>Mestrado | Dissertação de Mestrado | Monografia</w:t>
            </w:r>
          </w:p>
        </w:tc>
        <w:tc>
          <w:tcPr>
            <w:tcW w:w="2017" w:type="dxa"/>
          </w:tcPr>
          <w:p w:rsidR="00791821" w:rsidRDefault="00791821" w:rsidP="00791821">
            <w:pPr>
              <w:ind w:firstLine="0"/>
            </w:pPr>
            <w:r>
              <w:lastRenderedPageBreak/>
              <w:t>Trabalho de Conclusão de Curso</w:t>
            </w:r>
          </w:p>
        </w:tc>
      </w:tr>
      <w:tr w:rsidR="00791821" w:rsidTr="00791821">
        <w:tc>
          <w:tcPr>
            <w:tcW w:w="1838" w:type="dxa"/>
          </w:tcPr>
          <w:p w:rsidR="00791821" w:rsidRDefault="00791821" w:rsidP="00791821">
            <w:pPr>
              <w:ind w:firstLine="0"/>
            </w:pPr>
            <w:r>
              <w:lastRenderedPageBreak/>
              <w:t>Tipo do trabalho em Inglês</w:t>
            </w:r>
          </w:p>
        </w:tc>
        <w:tc>
          <w:tcPr>
            <w:tcW w:w="1276" w:type="dxa"/>
          </w:tcPr>
          <w:p w:rsidR="00791821" w:rsidRDefault="00791821" w:rsidP="00791821">
            <w:pPr>
              <w:ind w:firstLine="0"/>
            </w:pPr>
            <w:r>
              <w:t>Avançada</w:t>
            </w:r>
          </w:p>
        </w:tc>
        <w:tc>
          <w:tcPr>
            <w:tcW w:w="3931" w:type="dxa"/>
          </w:tcPr>
          <w:p w:rsidR="00791821" w:rsidRDefault="00791821" w:rsidP="004D7782">
            <w:pPr>
              <w:ind w:firstLine="0"/>
            </w:pPr>
            <w:r>
              <w:t xml:space="preserve">Final Project | Final Project – Draft </w:t>
            </w:r>
            <w:proofErr w:type="spellStart"/>
            <w:r>
              <w:t>Version</w:t>
            </w:r>
            <w:proofErr w:type="spellEnd"/>
            <w:r>
              <w:t xml:space="preserve"> | </w:t>
            </w:r>
            <w:proofErr w:type="spellStart"/>
            <w:r>
              <w:t>Qualification</w:t>
            </w:r>
            <w:proofErr w:type="spellEnd"/>
            <w:r>
              <w:t xml:space="preserve"> | </w:t>
            </w:r>
            <w:proofErr w:type="spellStart"/>
            <w:r w:rsidR="004D7782">
              <w:t>Master’s</w:t>
            </w:r>
            <w:proofErr w:type="spellEnd"/>
            <w:r w:rsidR="004D7782">
              <w:t xml:space="preserve"> </w:t>
            </w:r>
            <w:proofErr w:type="spellStart"/>
            <w:r>
              <w:t>Thesis</w:t>
            </w:r>
            <w:proofErr w:type="spellEnd"/>
            <w:r>
              <w:t xml:space="preserve"> | </w:t>
            </w:r>
            <w:proofErr w:type="spellStart"/>
            <w:r>
              <w:t>Monograph</w:t>
            </w:r>
            <w:proofErr w:type="spellEnd"/>
          </w:p>
        </w:tc>
        <w:tc>
          <w:tcPr>
            <w:tcW w:w="2017" w:type="dxa"/>
          </w:tcPr>
          <w:p w:rsidR="00791821" w:rsidRDefault="00791821" w:rsidP="00791821">
            <w:pPr>
              <w:ind w:firstLine="0"/>
            </w:pPr>
            <w:r>
              <w:t>Final Project</w:t>
            </w:r>
          </w:p>
        </w:tc>
      </w:tr>
      <w:tr w:rsidR="00791821" w:rsidTr="00791821">
        <w:tc>
          <w:tcPr>
            <w:tcW w:w="1838" w:type="dxa"/>
          </w:tcPr>
          <w:p w:rsidR="00791821" w:rsidRDefault="00791821" w:rsidP="00791821">
            <w:pPr>
              <w:ind w:firstLine="0"/>
            </w:pPr>
            <w:r>
              <w:t>Grau ou título obtido</w:t>
            </w:r>
          </w:p>
        </w:tc>
        <w:tc>
          <w:tcPr>
            <w:tcW w:w="1276" w:type="dxa"/>
          </w:tcPr>
          <w:p w:rsidR="00791821" w:rsidRDefault="00791821" w:rsidP="00791821">
            <w:pPr>
              <w:ind w:firstLine="0"/>
            </w:pPr>
            <w:r>
              <w:t>Avançada</w:t>
            </w:r>
          </w:p>
        </w:tc>
        <w:tc>
          <w:tcPr>
            <w:tcW w:w="3931" w:type="dxa"/>
          </w:tcPr>
          <w:p w:rsidR="00791821" w:rsidRDefault="00791821" w:rsidP="00791821">
            <w:pPr>
              <w:ind w:firstLine="0"/>
            </w:pPr>
            <w:r>
              <w:t>Bacharel em Ciência da Computação | Mestre em Ciência da Computação | Especialista em Engenharia de Software e Banco de Dados | etc.</w:t>
            </w:r>
          </w:p>
        </w:tc>
        <w:tc>
          <w:tcPr>
            <w:tcW w:w="2017" w:type="dxa"/>
          </w:tcPr>
          <w:p w:rsidR="00791821" w:rsidRDefault="00791821" w:rsidP="00791821">
            <w:pPr>
              <w:ind w:firstLine="0"/>
            </w:pPr>
            <w:r>
              <w:t>Bacharel em Ciência da Computação</w:t>
            </w:r>
          </w:p>
        </w:tc>
      </w:tr>
      <w:tr w:rsidR="00791821" w:rsidTr="00791821">
        <w:tc>
          <w:tcPr>
            <w:tcW w:w="1838" w:type="dxa"/>
          </w:tcPr>
          <w:p w:rsidR="00791821" w:rsidRDefault="00791821" w:rsidP="00791821">
            <w:pPr>
              <w:ind w:firstLine="0"/>
            </w:pPr>
            <w:r>
              <w:t>Curso ou programa</w:t>
            </w:r>
          </w:p>
        </w:tc>
        <w:tc>
          <w:tcPr>
            <w:tcW w:w="1276" w:type="dxa"/>
          </w:tcPr>
          <w:p w:rsidR="00791821" w:rsidRDefault="00791821" w:rsidP="00791821">
            <w:pPr>
              <w:ind w:firstLine="0"/>
            </w:pPr>
            <w:r>
              <w:t>Avançada</w:t>
            </w:r>
          </w:p>
        </w:tc>
        <w:tc>
          <w:tcPr>
            <w:tcW w:w="3931" w:type="dxa"/>
          </w:tcPr>
          <w:p w:rsidR="00791821" w:rsidRDefault="00791821" w:rsidP="00791821">
            <w:pPr>
              <w:ind w:firstLine="0"/>
            </w:pPr>
            <w:r>
              <w:t>Curso (para TCC e Monografia) | Programa (para Mestrado)</w:t>
            </w:r>
          </w:p>
        </w:tc>
        <w:tc>
          <w:tcPr>
            <w:tcW w:w="2017" w:type="dxa"/>
          </w:tcPr>
          <w:p w:rsidR="00791821" w:rsidRDefault="00791821" w:rsidP="00791821">
            <w:pPr>
              <w:ind w:firstLine="0"/>
            </w:pPr>
            <w:r>
              <w:t>Curso</w:t>
            </w:r>
          </w:p>
        </w:tc>
      </w:tr>
      <w:tr w:rsidR="00791821" w:rsidTr="00791821">
        <w:tc>
          <w:tcPr>
            <w:tcW w:w="1838" w:type="dxa"/>
          </w:tcPr>
          <w:p w:rsidR="00791821" w:rsidRDefault="00791821" w:rsidP="00791821">
            <w:pPr>
              <w:ind w:firstLine="0"/>
            </w:pPr>
            <w:r>
              <w:t>Nome do curso ou programa</w:t>
            </w:r>
          </w:p>
        </w:tc>
        <w:tc>
          <w:tcPr>
            <w:tcW w:w="1276" w:type="dxa"/>
          </w:tcPr>
          <w:p w:rsidR="00791821" w:rsidRDefault="00791821" w:rsidP="00791821">
            <w:pPr>
              <w:ind w:firstLine="0"/>
            </w:pPr>
            <w:r>
              <w:t>Avançada</w:t>
            </w:r>
          </w:p>
        </w:tc>
        <w:tc>
          <w:tcPr>
            <w:tcW w:w="3931" w:type="dxa"/>
          </w:tcPr>
          <w:p w:rsidR="00791821" w:rsidRDefault="00791821" w:rsidP="00791821">
            <w:pPr>
              <w:ind w:firstLine="0"/>
            </w:pPr>
            <w:r>
              <w:t>Bacharelado em Ciência da Computação | Pós-graduação em Ciência da Computação | Especialização em Engenharia de Software e Banco de Dados | etc.</w:t>
            </w:r>
          </w:p>
        </w:tc>
        <w:tc>
          <w:tcPr>
            <w:tcW w:w="2017" w:type="dxa"/>
          </w:tcPr>
          <w:p w:rsidR="00791821" w:rsidRDefault="00791821" w:rsidP="00791821">
            <w:pPr>
              <w:ind w:firstLine="0"/>
            </w:pPr>
            <w:r>
              <w:t>Bacharelado em Ciência da Computação</w:t>
            </w:r>
          </w:p>
        </w:tc>
      </w:tr>
      <w:tr w:rsidR="00791821" w:rsidTr="00791821">
        <w:tc>
          <w:tcPr>
            <w:tcW w:w="1838" w:type="dxa"/>
          </w:tcPr>
          <w:p w:rsidR="00791821" w:rsidRDefault="00791821" w:rsidP="00791821">
            <w:pPr>
              <w:ind w:firstLine="0"/>
            </w:pPr>
            <w:r>
              <w:t>Nome do curso ou programa em Inglês</w:t>
            </w:r>
          </w:p>
        </w:tc>
        <w:tc>
          <w:tcPr>
            <w:tcW w:w="1276" w:type="dxa"/>
          </w:tcPr>
          <w:p w:rsidR="00791821" w:rsidRDefault="00791821" w:rsidP="00791821">
            <w:pPr>
              <w:ind w:firstLine="0"/>
            </w:pPr>
            <w:r>
              <w:t>Avançada</w:t>
            </w:r>
          </w:p>
        </w:tc>
        <w:tc>
          <w:tcPr>
            <w:tcW w:w="3931" w:type="dxa"/>
          </w:tcPr>
          <w:p w:rsidR="00791821" w:rsidRDefault="00791821" w:rsidP="00791821">
            <w:pPr>
              <w:ind w:firstLine="0"/>
            </w:pPr>
            <w:proofErr w:type="spellStart"/>
            <w:r>
              <w:t>Bachelor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Science in Computer Science | Master in Science in Computer Science | </w:t>
            </w:r>
            <w:proofErr w:type="spellStart"/>
            <w:r>
              <w:t>Specialist</w:t>
            </w:r>
            <w:proofErr w:type="spellEnd"/>
            <w:r>
              <w:t xml:space="preserve"> in Software </w:t>
            </w:r>
            <w:proofErr w:type="spellStart"/>
            <w:r>
              <w:t>Engineering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Databases</w:t>
            </w:r>
            <w:proofErr w:type="spellEnd"/>
            <w:r>
              <w:t xml:space="preserve"> | etc.</w:t>
            </w:r>
          </w:p>
        </w:tc>
        <w:tc>
          <w:tcPr>
            <w:tcW w:w="2017" w:type="dxa"/>
          </w:tcPr>
          <w:p w:rsidR="00791821" w:rsidRDefault="00791821" w:rsidP="00791821">
            <w:pPr>
              <w:ind w:firstLine="0"/>
            </w:pPr>
            <w:proofErr w:type="spellStart"/>
            <w:r>
              <w:t>Bachelor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Science in Computer Science</w:t>
            </w:r>
          </w:p>
        </w:tc>
      </w:tr>
    </w:tbl>
    <w:p w:rsidR="00881D0F" w:rsidRPr="00881D0F" w:rsidRDefault="00881D0F" w:rsidP="00881D0F"/>
    <w:p w:rsidR="005312DF" w:rsidRPr="00866E44" w:rsidRDefault="005312DF" w:rsidP="00866E44">
      <w:pPr>
        <w:pStyle w:val="Ttulo1"/>
      </w:pPr>
      <w:r w:rsidRPr="00892824">
        <w:lastRenderedPageBreak/>
        <w:br w:type="page"/>
      </w:r>
      <w:bookmarkStart w:id="17" w:name="_Toc279167130"/>
      <w:bookmarkStart w:id="18" w:name="_Toc280109775"/>
      <w:bookmarkStart w:id="19" w:name="_Toc401248639"/>
      <w:r w:rsidRPr="00866E44">
        <w:lastRenderedPageBreak/>
        <w:t>C</w:t>
      </w:r>
      <w:bookmarkEnd w:id="17"/>
      <w:bookmarkEnd w:id="18"/>
      <w:r w:rsidR="00A46869">
        <w:t>onteúdo e formatação</w:t>
      </w:r>
      <w:bookmarkEnd w:id="19"/>
    </w:p>
    <w:p w:rsidR="005312DF" w:rsidRPr="0055094F" w:rsidRDefault="00742C1B" w:rsidP="00E67D03">
      <w:r>
        <w:t xml:space="preserve">Todo </w:t>
      </w:r>
      <w:r w:rsidR="005312DF" w:rsidRPr="0055094F">
        <w:t>cap</w:t>
      </w:r>
      <w:r>
        <w:t>í</w:t>
      </w:r>
      <w:r w:rsidR="005312DF" w:rsidRPr="0055094F">
        <w:t>tulo d</w:t>
      </w:r>
      <w:r>
        <w:t>eve ser iniciado em uma página nova</w:t>
      </w:r>
      <w:r w:rsidR="005312DF" w:rsidRPr="0055094F">
        <w:t>.</w:t>
      </w:r>
      <w:r w:rsidR="00E67D03">
        <w:t xml:space="preserve"> Como o documento deve ser preparado para impressão frente e verso, todo capítulo deve iniciar n</w:t>
      </w:r>
      <w:r>
        <w:t>o anverso (</w:t>
      </w:r>
      <w:r w:rsidR="00E67D03">
        <w:t>frente</w:t>
      </w:r>
      <w:r>
        <w:t>)</w:t>
      </w:r>
      <w:r w:rsidR="00E67D03">
        <w:t>, em uma página ímpar</w:t>
      </w:r>
      <w:r>
        <w:t>, o que pode exigir a inclusão de uma página em branco em algumas situações</w:t>
      </w:r>
      <w:r w:rsidR="00E67D03">
        <w:t>.</w:t>
      </w:r>
      <w:r>
        <w:t xml:space="preserve"> O modelo está configurado com margens espelhadas (frente e verso), sendo: </w:t>
      </w:r>
      <w:r w:rsidRPr="0055094F">
        <w:t xml:space="preserve">margem </w:t>
      </w:r>
      <w:r>
        <w:t>esquerda</w:t>
      </w:r>
      <w:r w:rsidRPr="0055094F">
        <w:t xml:space="preserve"> </w:t>
      </w:r>
      <w:smartTag w:uri="urn:schemas-microsoft-com:office:smarttags" w:element="metricconverter">
        <w:smartTagPr>
          <w:attr w:name="ProductID" w:val="3 cm"/>
        </w:smartTagPr>
        <w:r w:rsidRPr="0055094F">
          <w:t>3 cm</w:t>
        </w:r>
        <w:r>
          <w:t xml:space="preserve"> e</w:t>
        </w:r>
      </w:smartTag>
      <w:r w:rsidRPr="0055094F">
        <w:t xml:space="preserve"> margem </w:t>
      </w:r>
      <w:r>
        <w:t>direita</w:t>
      </w:r>
      <w:r w:rsidRPr="0055094F">
        <w:t xml:space="preserve"> 2</w:t>
      </w:r>
      <w:r>
        <w:t xml:space="preserve"> </w:t>
      </w:r>
      <w:r w:rsidRPr="0055094F">
        <w:t>cm</w:t>
      </w:r>
      <w:r>
        <w:t xml:space="preserve"> (considerando o anverso),</w:t>
      </w:r>
      <w:r w:rsidRPr="0055094F">
        <w:t xml:space="preserve"> margem superior </w:t>
      </w:r>
      <w:smartTag w:uri="urn:schemas-microsoft-com:office:smarttags" w:element="metricconverter">
        <w:smartTagPr>
          <w:attr w:name="ProductID" w:val="3 cm"/>
        </w:smartTagPr>
        <w:r w:rsidRPr="0055094F">
          <w:t>3 cm</w:t>
        </w:r>
      </w:smartTag>
      <w:r w:rsidRPr="0055094F">
        <w:t xml:space="preserve"> e inferior com 2</w:t>
      </w:r>
      <w:r>
        <w:t xml:space="preserve"> </w:t>
      </w:r>
      <w:r w:rsidRPr="0055094F">
        <w:t>c</w:t>
      </w:r>
      <w:r>
        <w:t>m</w:t>
      </w:r>
      <w:r w:rsidRPr="0055094F">
        <w:t>.</w:t>
      </w:r>
      <w:r>
        <w:t xml:space="preserve"> A impressão e geração de PDF deve</w:t>
      </w:r>
      <w:r w:rsidR="00A46869">
        <w:t>m</w:t>
      </w:r>
      <w:r>
        <w:t xml:space="preserve"> ser em frente e verso.</w:t>
      </w:r>
    </w:p>
    <w:p w:rsidR="007148C5" w:rsidRPr="00892824" w:rsidRDefault="00742C1B" w:rsidP="00161D20">
      <w:r>
        <w:t>Usar sempre os estilos fornecidos no modelo, que utilizam fonte T</w:t>
      </w:r>
      <w:r w:rsidR="005312DF" w:rsidRPr="0055094F">
        <w:t xml:space="preserve">imes </w:t>
      </w:r>
      <w:r>
        <w:t>N</w:t>
      </w:r>
      <w:r w:rsidR="005312DF" w:rsidRPr="0055094F">
        <w:t xml:space="preserve">ew </w:t>
      </w:r>
      <w:r>
        <w:t>R</w:t>
      </w:r>
      <w:r w:rsidR="005312DF" w:rsidRPr="0055094F">
        <w:t>oman com tamanho 12, espaçamento entre as linhas 1,5</w:t>
      </w:r>
      <w:r w:rsidR="001273EB" w:rsidRPr="0055094F">
        <w:t xml:space="preserve"> cm</w:t>
      </w:r>
      <w:r w:rsidR="00161D20">
        <w:t xml:space="preserve">. </w:t>
      </w:r>
      <w:r w:rsidR="0055094F" w:rsidRPr="0055094F">
        <w:t>Tod</w:t>
      </w:r>
      <w:r w:rsidR="00161D20">
        <w:t xml:space="preserve">a palavra </w:t>
      </w:r>
      <w:r w:rsidR="0055094F" w:rsidRPr="0055094F">
        <w:t xml:space="preserve">em língua que não o </w:t>
      </w:r>
      <w:r w:rsidR="00161D20">
        <w:t>P</w:t>
      </w:r>
      <w:r w:rsidR="0055094F" w:rsidRPr="0055094F">
        <w:t>ortuguês deve estar em itálico.</w:t>
      </w:r>
      <w:r w:rsidR="00161D20">
        <w:t xml:space="preserve"> </w:t>
      </w:r>
      <w:r w:rsidR="001273EB" w:rsidRPr="00892824">
        <w:t>Para a</w:t>
      </w:r>
      <w:r w:rsidR="00892824" w:rsidRPr="00892824">
        <w:t>s</w:t>
      </w:r>
      <w:r w:rsidR="001273EB" w:rsidRPr="00892824">
        <w:t xml:space="preserve"> </w:t>
      </w:r>
      <w:r w:rsidR="00892824" w:rsidRPr="00892824">
        <w:t xml:space="preserve">divisões principais </w:t>
      </w:r>
      <w:r w:rsidR="00E07852">
        <w:t xml:space="preserve">(capítulos, anexos, referências, etc.) </w:t>
      </w:r>
      <w:r w:rsidR="00892824" w:rsidRPr="00892824">
        <w:t xml:space="preserve">utilizar maiúsculo e </w:t>
      </w:r>
      <w:r w:rsidR="007E090C">
        <w:t>estilo Título1</w:t>
      </w:r>
      <w:r w:rsidR="00892824" w:rsidRPr="00892824">
        <w:t>, divis</w:t>
      </w:r>
      <w:r w:rsidR="00161D20">
        <w:t>ões</w:t>
      </w:r>
      <w:r w:rsidR="00892824" w:rsidRPr="00892824">
        <w:t xml:space="preserve"> secundária</w:t>
      </w:r>
      <w:r w:rsidR="00161D20">
        <w:t>s (seções)</w:t>
      </w:r>
      <w:r w:rsidR="00892824" w:rsidRPr="00892824">
        <w:t xml:space="preserve"> com as primeiras letras em maiúsculo</w:t>
      </w:r>
      <w:r w:rsidR="00E07852">
        <w:t xml:space="preserve"> e </w:t>
      </w:r>
      <w:r w:rsidR="007E090C">
        <w:t xml:space="preserve">estilo </w:t>
      </w:r>
      <w:r w:rsidR="007E090C" w:rsidRPr="007E090C">
        <w:t>Título</w:t>
      </w:r>
      <w:r w:rsidR="007E090C">
        <w:t>2</w:t>
      </w:r>
      <w:r w:rsidR="00892824" w:rsidRPr="00892824">
        <w:t xml:space="preserve">, </w:t>
      </w:r>
      <w:r w:rsidR="00161D20">
        <w:t>divisões</w:t>
      </w:r>
      <w:r w:rsidR="00892824" w:rsidRPr="00892824">
        <w:t xml:space="preserve"> terciária</w:t>
      </w:r>
      <w:r w:rsidR="00161D20">
        <w:t>s (subseções)</w:t>
      </w:r>
      <w:r w:rsidR="00892824" w:rsidRPr="00892824">
        <w:t xml:space="preserve"> fonte normal com as primeiras letras em maiúsculo</w:t>
      </w:r>
      <w:r w:rsidR="00E07852">
        <w:t xml:space="preserve"> e </w:t>
      </w:r>
      <w:r w:rsidR="007E090C">
        <w:t>estilo Título3</w:t>
      </w:r>
      <w:r w:rsidR="00892824" w:rsidRPr="00892824">
        <w:t xml:space="preserve">, </w:t>
      </w:r>
      <w:r w:rsidR="00161D20">
        <w:t>divisões</w:t>
      </w:r>
      <w:r w:rsidR="00892824" w:rsidRPr="00892824">
        <w:t xml:space="preserve"> </w:t>
      </w:r>
      <w:r w:rsidR="006F0B41" w:rsidRPr="00892824">
        <w:t>quaternária</w:t>
      </w:r>
      <w:r w:rsidR="00161D20">
        <w:t>s (</w:t>
      </w:r>
      <w:proofErr w:type="spellStart"/>
      <w:r w:rsidR="00161D20">
        <w:t>subsubseções</w:t>
      </w:r>
      <w:proofErr w:type="spellEnd"/>
      <w:r w:rsidR="00161D20">
        <w:t>)</w:t>
      </w:r>
      <w:r w:rsidR="00892824" w:rsidRPr="00892824">
        <w:t xml:space="preserve"> utilizar fonte </w:t>
      </w:r>
      <w:r w:rsidR="007B6C04" w:rsidRPr="00892824">
        <w:t>normal</w:t>
      </w:r>
      <w:r w:rsidR="00892824" w:rsidRPr="00892824">
        <w:t xml:space="preserve"> somente a primeira letra da primeira palavra em maiúsculo</w:t>
      </w:r>
      <w:r w:rsidR="007E090C">
        <w:t xml:space="preserve"> e estilo Título4</w:t>
      </w:r>
      <w:r w:rsidR="00892824" w:rsidRPr="00892824">
        <w:t>, conforme ex</w:t>
      </w:r>
      <w:r w:rsidR="00E07852">
        <w:t>emplificado a seguir</w:t>
      </w:r>
      <w:r w:rsidR="00892824" w:rsidRPr="00892824">
        <w:t>.</w:t>
      </w:r>
      <w:r w:rsidR="0029013B">
        <w:t xml:space="preserve"> É necessário solicitar a atualização do sumário, usando recurso específico para isso, para que o Word faça as alterações necessárias automaticamente.</w:t>
      </w:r>
    </w:p>
    <w:p w:rsidR="005312DF" w:rsidRPr="00734D3E" w:rsidRDefault="00A46869" w:rsidP="007E090C">
      <w:pPr>
        <w:pStyle w:val="Ttulo2"/>
      </w:pPr>
      <w:bookmarkStart w:id="20" w:name="_Toc401248640"/>
      <w:r>
        <w:t>Sobre Figuras, Tabelas e Elementos Semelhantes</w:t>
      </w:r>
      <w:bookmarkEnd w:id="20"/>
    </w:p>
    <w:p w:rsidR="00161D20" w:rsidRPr="0055094F" w:rsidRDefault="00161D20" w:rsidP="00161D20">
      <w:r w:rsidRPr="0055094F">
        <w:t>As legendas das figuras devem estar logo abaixo da figura</w:t>
      </w:r>
      <w:r>
        <w:t xml:space="preserve"> e as legendas de tabelas, algoritmos, etc. devem estar acima das mesmas.</w:t>
      </w:r>
      <w:r w:rsidRPr="0055094F">
        <w:t xml:space="preserve"> </w:t>
      </w:r>
      <w:r>
        <w:t>A</w:t>
      </w:r>
      <w:r w:rsidRPr="0055094F">
        <w:t xml:space="preserve"> numeração das figuras</w:t>
      </w:r>
      <w:r>
        <w:t>/tabelas/algoritmos/etc.</w:t>
      </w:r>
      <w:r w:rsidRPr="0055094F">
        <w:t xml:space="preserve"> </w:t>
      </w:r>
      <w:proofErr w:type="spellStart"/>
      <w:r>
        <w:t>é</w:t>
      </w:r>
      <w:proofErr w:type="spellEnd"/>
      <w:r>
        <w:t xml:space="preserve"> sequencial, independentemente do capítulo</w:t>
      </w:r>
      <w:r w:rsidRPr="0055094F">
        <w:t>.</w:t>
      </w:r>
      <w:r>
        <w:t xml:space="preserve"> As legendas devem ser inseridas usando recurso específico do Word para tal fim, pois assim poderão ser referenciadas no texto e nas listas de figuras e de tabelas. As referências a figuras no decorrer do texto devem ser inseridas usando o recurso de Referência Cruzada do Word. Assim, os campos podem ser atualizados e os </w:t>
      </w:r>
      <w:r w:rsidR="00FE537C">
        <w:t>hyper</w:t>
      </w:r>
      <w:r>
        <w:t>links são devidamente ajustados no documento PDF final.</w:t>
      </w:r>
      <w:r w:rsidR="00FE537C">
        <w:t xml:space="preserve"> É necessário solicitar a atualização das listas de figuras, de tabelas, etc.</w:t>
      </w:r>
    </w:p>
    <w:p w:rsidR="00CD2673" w:rsidRPr="00161D20" w:rsidRDefault="00161D20" w:rsidP="00161D20">
      <w:pPr>
        <w:rPr>
          <w:u w:val="double"/>
        </w:rPr>
      </w:pPr>
      <w:r>
        <w:t xml:space="preserve">Todas as figuras devem ser referenciadas e explicadas no texto. Por exemplo, a </w:t>
      </w:r>
      <w:r>
        <w:fldChar w:fldCharType="begin"/>
      </w:r>
      <w:r>
        <w:instrText xml:space="preserve"> REF _Ref401236959 \h </w:instrText>
      </w:r>
      <w:r>
        <w:fldChar w:fldCharType="separate"/>
      </w:r>
      <w:r w:rsidR="00101773" w:rsidRPr="00D774A3">
        <w:t xml:space="preserve">Figura </w:t>
      </w:r>
      <w:r w:rsidR="00101773">
        <w:rPr>
          <w:noProof/>
        </w:rPr>
        <w:t>2</w:t>
      </w:r>
      <w:r>
        <w:fldChar w:fldCharType="end"/>
      </w:r>
      <w:r w:rsidR="007B56A1">
        <w:t xml:space="preserve"> ilustra a logo comemorativa dos vinte anos do curso de </w:t>
      </w:r>
      <w:r>
        <w:t>Bacharelado em C</w:t>
      </w:r>
      <w:r w:rsidR="007B56A1">
        <w:t xml:space="preserve">iência da </w:t>
      </w:r>
      <w:r>
        <w:t>C</w:t>
      </w:r>
      <w:r w:rsidR="007B56A1">
        <w:t>omputa</w:t>
      </w:r>
      <w:r>
        <w:t>ção,</w:t>
      </w:r>
      <w:r w:rsidR="007B56A1">
        <w:t xml:space="preserve"> ofertado pelo Departamento de Computação</w:t>
      </w:r>
      <w:r>
        <w:t xml:space="preserve"> da UEL.</w:t>
      </w:r>
    </w:p>
    <w:p w:rsidR="008A271F" w:rsidRDefault="00494F6F" w:rsidP="008A271F">
      <w:pPr>
        <w:pStyle w:val="Pargrafo"/>
        <w:keepNext/>
        <w:widowControl/>
        <w:ind w:firstLine="0"/>
        <w:jc w:val="center"/>
      </w:pPr>
      <w:r>
        <w:lastRenderedPageBreak/>
        <w:drawing>
          <wp:inline distT="0" distB="0" distL="0" distR="0" wp14:anchorId="1F98A664" wp14:editId="3E34096B">
            <wp:extent cx="1323975" cy="1295400"/>
            <wp:effectExtent l="0" t="0" r="0" b="0"/>
            <wp:docPr id="2" name="Imagem 2" descr="20-anos-computaca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-anos-computaca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6A1" w:rsidRPr="00D774A3" w:rsidRDefault="007E090C" w:rsidP="00D774A3">
      <w:pPr>
        <w:pStyle w:val="Legenda"/>
      </w:pPr>
      <w:bookmarkStart w:id="21" w:name="_Ref401236959"/>
      <w:bookmarkStart w:id="22" w:name="_Toc401248145"/>
      <w:r w:rsidRPr="00D774A3">
        <w:t xml:space="preserve">Figura </w:t>
      </w:r>
      <w:fldSimple w:instr=" SEQ Figura \* ARABIC ">
        <w:r w:rsidR="00101773">
          <w:rPr>
            <w:noProof/>
          </w:rPr>
          <w:t>2</w:t>
        </w:r>
      </w:fldSimple>
      <w:bookmarkEnd w:id="21"/>
      <w:r w:rsidRPr="00D774A3">
        <w:t xml:space="preserve"> - Logo comemorativa dos 20 anos do Bacharelado em Ciência da Computação da UEL.</w:t>
      </w:r>
      <w:bookmarkEnd w:id="22"/>
    </w:p>
    <w:p w:rsidR="007E277B" w:rsidRDefault="008A271F" w:rsidP="008A271F">
      <w:pPr>
        <w:rPr>
          <w:sz w:val="22"/>
          <w:szCs w:val="22"/>
          <w:lang w:val="es-ES_tradnl"/>
        </w:rPr>
      </w:pP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="000359BF">
        <w:rPr>
          <w:sz w:val="22"/>
          <w:szCs w:val="22"/>
          <w:lang w:val="es-ES_tradnl"/>
        </w:rPr>
        <w:t>.</w:t>
      </w:r>
    </w:p>
    <w:p w:rsidR="000359BF" w:rsidRDefault="000359BF" w:rsidP="008A271F">
      <w:pPr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 xml:space="preserve">A </w:t>
      </w:r>
      <w:r>
        <w:rPr>
          <w:sz w:val="22"/>
          <w:szCs w:val="22"/>
          <w:lang w:val="es-ES_tradnl"/>
        </w:rPr>
        <w:fldChar w:fldCharType="begin"/>
      </w:r>
      <w:r>
        <w:rPr>
          <w:sz w:val="22"/>
          <w:szCs w:val="22"/>
          <w:lang w:val="es-ES_tradnl"/>
        </w:rPr>
        <w:instrText xml:space="preserve"> REF _Ref401237143 \h </w:instrText>
      </w:r>
      <w:r>
        <w:rPr>
          <w:sz w:val="22"/>
          <w:szCs w:val="22"/>
          <w:lang w:val="es-ES_tradnl"/>
        </w:rPr>
      </w:r>
      <w:r>
        <w:rPr>
          <w:sz w:val="22"/>
          <w:szCs w:val="22"/>
          <w:lang w:val="es-ES_tradnl"/>
        </w:rPr>
        <w:fldChar w:fldCharType="separate"/>
      </w:r>
      <w:r w:rsidR="00101773" w:rsidRPr="00225586">
        <w:t xml:space="preserve">Tabela </w:t>
      </w:r>
      <w:r w:rsidR="00101773">
        <w:rPr>
          <w:noProof/>
        </w:rPr>
        <w:t>2</w:t>
      </w:r>
      <w:r>
        <w:rPr>
          <w:sz w:val="22"/>
          <w:szCs w:val="22"/>
          <w:lang w:val="es-ES_tradnl"/>
        </w:rPr>
        <w:fldChar w:fldCharType="end"/>
      </w:r>
      <w:r>
        <w:rPr>
          <w:sz w:val="22"/>
          <w:szCs w:val="22"/>
          <w:lang w:val="es-ES_tradnl"/>
        </w:rPr>
        <w:t xml:space="preserve"> </w:t>
      </w:r>
      <w:proofErr w:type="spellStart"/>
      <w:r>
        <w:rPr>
          <w:sz w:val="22"/>
          <w:szCs w:val="22"/>
          <w:lang w:val="es-ES_tradnl"/>
        </w:rPr>
        <w:t>e</w:t>
      </w:r>
      <w:proofErr w:type="spellEnd"/>
      <w:r>
        <w:rPr>
          <w:sz w:val="22"/>
          <w:szCs w:val="22"/>
          <w:lang w:val="es-ES_tradnl"/>
        </w:rPr>
        <w:t xml:space="preserve"> a </w:t>
      </w:r>
      <w:r>
        <w:rPr>
          <w:sz w:val="22"/>
          <w:szCs w:val="22"/>
          <w:lang w:val="es-ES_tradnl"/>
        </w:rPr>
        <w:fldChar w:fldCharType="begin"/>
      </w:r>
      <w:r>
        <w:rPr>
          <w:sz w:val="22"/>
          <w:szCs w:val="22"/>
          <w:lang w:val="es-ES_tradnl"/>
        </w:rPr>
        <w:instrText xml:space="preserve"> REF _Ref401237126 \h </w:instrText>
      </w:r>
      <w:r>
        <w:rPr>
          <w:sz w:val="22"/>
          <w:szCs w:val="22"/>
          <w:lang w:val="es-ES_tradnl"/>
        </w:rPr>
      </w:r>
      <w:r>
        <w:rPr>
          <w:sz w:val="22"/>
          <w:szCs w:val="22"/>
          <w:lang w:val="es-ES_tradnl"/>
        </w:rPr>
        <w:fldChar w:fldCharType="separate"/>
      </w:r>
      <w:r w:rsidR="00101773" w:rsidRPr="00225586">
        <w:t xml:space="preserve">Tabela </w:t>
      </w:r>
      <w:r w:rsidR="00101773">
        <w:rPr>
          <w:noProof/>
        </w:rPr>
        <w:t>3</w:t>
      </w:r>
      <w:r>
        <w:rPr>
          <w:sz w:val="22"/>
          <w:szCs w:val="22"/>
          <w:lang w:val="es-ES_tradnl"/>
        </w:rPr>
        <w:fldChar w:fldCharType="end"/>
      </w:r>
      <w:r>
        <w:rPr>
          <w:sz w:val="22"/>
          <w:szCs w:val="22"/>
          <w:lang w:val="es-ES_tradnl"/>
        </w:rPr>
        <w:t xml:space="preserve"> </w:t>
      </w:r>
      <w:proofErr w:type="spellStart"/>
      <w:r>
        <w:rPr>
          <w:sz w:val="22"/>
          <w:szCs w:val="22"/>
          <w:lang w:val="es-ES_tradnl"/>
        </w:rPr>
        <w:t>s</w:t>
      </w:r>
      <w:r w:rsidR="00C913A9">
        <w:rPr>
          <w:sz w:val="22"/>
          <w:szCs w:val="22"/>
          <w:lang w:val="es-ES_tradnl"/>
        </w:rPr>
        <w:t>ão</w:t>
      </w:r>
      <w:proofErr w:type="spellEnd"/>
      <w:r w:rsidR="00C913A9">
        <w:rPr>
          <w:sz w:val="22"/>
          <w:szCs w:val="22"/>
          <w:lang w:val="es-ES_tradnl"/>
        </w:rPr>
        <w:t xml:space="preserve"> </w:t>
      </w:r>
      <w:proofErr w:type="spellStart"/>
      <w:r w:rsidR="00C913A9">
        <w:rPr>
          <w:sz w:val="22"/>
          <w:szCs w:val="22"/>
          <w:lang w:val="es-ES_tradnl"/>
        </w:rPr>
        <w:t>exemplos</w:t>
      </w:r>
      <w:proofErr w:type="spellEnd"/>
      <w:r w:rsidR="00C913A9">
        <w:rPr>
          <w:sz w:val="22"/>
          <w:szCs w:val="22"/>
          <w:lang w:val="es-ES_tradnl"/>
        </w:rPr>
        <w:t xml:space="preserve"> de </w:t>
      </w:r>
      <w:proofErr w:type="spellStart"/>
      <w:r w:rsidR="00C913A9">
        <w:rPr>
          <w:sz w:val="22"/>
          <w:szCs w:val="22"/>
          <w:lang w:val="es-ES_tradnl"/>
        </w:rPr>
        <w:t>tabelas</w:t>
      </w:r>
      <w:proofErr w:type="spellEnd"/>
      <w:r w:rsidR="00C913A9">
        <w:rPr>
          <w:sz w:val="22"/>
          <w:szCs w:val="22"/>
          <w:lang w:val="es-ES_tradnl"/>
        </w:rPr>
        <w:t>.</w:t>
      </w:r>
    </w:p>
    <w:p w:rsidR="004E1CC9" w:rsidRDefault="004E1CC9" w:rsidP="008A271F">
      <w:pPr>
        <w:rPr>
          <w:sz w:val="22"/>
          <w:szCs w:val="22"/>
          <w:lang w:val="es-ES_tradnl"/>
        </w:rPr>
      </w:pPr>
    </w:p>
    <w:p w:rsidR="00225586" w:rsidRDefault="00225586" w:rsidP="00096AC3">
      <w:pPr>
        <w:pStyle w:val="LegendaTabela"/>
      </w:pPr>
      <w:bookmarkStart w:id="23" w:name="_Ref401237143"/>
      <w:bookmarkStart w:id="24" w:name="_Toc401248152"/>
      <w:r w:rsidRPr="00225586">
        <w:t xml:space="preserve">Tabela </w:t>
      </w:r>
      <w:fldSimple w:instr=" SEQ Tabela \* ARABIC ">
        <w:r w:rsidR="00101773">
          <w:rPr>
            <w:noProof/>
          </w:rPr>
          <w:t>2</w:t>
        </w:r>
      </w:fldSimple>
      <w:bookmarkEnd w:id="23"/>
      <w:r w:rsidRPr="00225586">
        <w:t xml:space="preserve"> - Conjuntos de dados utilizados nos experimentos.</w:t>
      </w:r>
      <w:bookmarkEnd w:id="24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E1CC9" w:rsidTr="004E1CC9">
        <w:tc>
          <w:tcPr>
            <w:tcW w:w="3020" w:type="dxa"/>
          </w:tcPr>
          <w:p w:rsidR="004E1CC9" w:rsidRPr="000327DD" w:rsidRDefault="004E1CC9" w:rsidP="004E1CC9">
            <w:pPr>
              <w:ind w:firstLine="0"/>
              <w:rPr>
                <w:b/>
                <w:lang w:val="es-ES_tradnl"/>
              </w:rPr>
            </w:pPr>
            <w:proofErr w:type="spellStart"/>
            <w:r w:rsidRPr="000327DD">
              <w:rPr>
                <w:b/>
                <w:lang w:val="es-ES_tradnl"/>
              </w:rPr>
              <w:t>Nome</w:t>
            </w:r>
            <w:proofErr w:type="spellEnd"/>
            <w:r w:rsidRPr="000327DD">
              <w:rPr>
                <w:b/>
                <w:lang w:val="es-ES_tradnl"/>
              </w:rPr>
              <w:t xml:space="preserve"> do conjunto de dados</w:t>
            </w:r>
          </w:p>
        </w:tc>
        <w:tc>
          <w:tcPr>
            <w:tcW w:w="3021" w:type="dxa"/>
          </w:tcPr>
          <w:p w:rsidR="004E1CC9" w:rsidRPr="000327DD" w:rsidRDefault="004E1CC9" w:rsidP="008A271F">
            <w:pPr>
              <w:ind w:firstLine="0"/>
              <w:rPr>
                <w:b/>
                <w:lang w:val="es-ES_tradnl"/>
              </w:rPr>
            </w:pPr>
            <w:r w:rsidRPr="000327DD">
              <w:rPr>
                <w:b/>
                <w:lang w:val="es-ES_tradnl"/>
              </w:rPr>
              <w:t>Número de elementos</w:t>
            </w:r>
          </w:p>
        </w:tc>
        <w:tc>
          <w:tcPr>
            <w:tcW w:w="3021" w:type="dxa"/>
          </w:tcPr>
          <w:p w:rsidR="004E1CC9" w:rsidRPr="000327DD" w:rsidRDefault="004E1CC9" w:rsidP="004E1CC9">
            <w:pPr>
              <w:ind w:firstLine="0"/>
              <w:rPr>
                <w:b/>
                <w:lang w:val="es-ES_tradnl"/>
              </w:rPr>
            </w:pPr>
            <w:proofErr w:type="spellStart"/>
            <w:r w:rsidRPr="000327DD">
              <w:rPr>
                <w:b/>
                <w:lang w:val="es-ES_tradnl"/>
              </w:rPr>
              <w:t>Tamanho</w:t>
            </w:r>
            <w:proofErr w:type="spellEnd"/>
          </w:p>
        </w:tc>
      </w:tr>
      <w:tr w:rsidR="004E1CC9" w:rsidTr="004E1CC9">
        <w:tc>
          <w:tcPr>
            <w:tcW w:w="3020" w:type="dxa"/>
          </w:tcPr>
          <w:p w:rsidR="004E1CC9" w:rsidRPr="004E1CC9" w:rsidRDefault="004E1CC9" w:rsidP="008A271F">
            <w:pPr>
              <w:ind w:firstLine="0"/>
              <w:rPr>
                <w:lang w:val="es-ES_tradnl"/>
              </w:rPr>
            </w:pPr>
            <w:r w:rsidRPr="004E1CC9">
              <w:rPr>
                <w:lang w:val="es-ES_tradnl"/>
              </w:rPr>
              <w:t>Twitter</w:t>
            </w:r>
          </w:p>
        </w:tc>
        <w:tc>
          <w:tcPr>
            <w:tcW w:w="3021" w:type="dxa"/>
          </w:tcPr>
          <w:p w:rsidR="004E1CC9" w:rsidRPr="004E1CC9" w:rsidRDefault="004E1CC9" w:rsidP="004E1CC9">
            <w:pPr>
              <w:ind w:firstLine="0"/>
              <w:rPr>
                <w:lang w:val="es-ES_tradnl"/>
              </w:rPr>
            </w:pPr>
            <w:r w:rsidRPr="004E1CC9">
              <w:rPr>
                <w:lang w:val="es-ES_tradnl"/>
              </w:rPr>
              <w:t xml:space="preserve">10 </w:t>
            </w:r>
            <w:proofErr w:type="spellStart"/>
            <w:r w:rsidRPr="004E1CC9">
              <w:rPr>
                <w:lang w:val="es-ES_tradnl"/>
              </w:rPr>
              <w:t>milhões</w:t>
            </w:r>
            <w:proofErr w:type="spellEnd"/>
          </w:p>
        </w:tc>
        <w:tc>
          <w:tcPr>
            <w:tcW w:w="3021" w:type="dxa"/>
          </w:tcPr>
          <w:p w:rsidR="004E1CC9" w:rsidRPr="004E1CC9" w:rsidRDefault="004E1CC9" w:rsidP="004E1CC9">
            <w:pPr>
              <w:ind w:firstLine="0"/>
              <w:rPr>
                <w:lang w:val="es-ES_tradnl"/>
              </w:rPr>
            </w:pPr>
            <w:r w:rsidRPr="004E1CC9">
              <w:rPr>
                <w:lang w:val="es-ES_tradnl"/>
              </w:rPr>
              <w:t>10 GB</w:t>
            </w:r>
          </w:p>
        </w:tc>
      </w:tr>
      <w:tr w:rsidR="004E1CC9" w:rsidTr="004E1CC9">
        <w:tc>
          <w:tcPr>
            <w:tcW w:w="3020" w:type="dxa"/>
          </w:tcPr>
          <w:p w:rsidR="004E1CC9" w:rsidRPr="004E1CC9" w:rsidRDefault="004E1CC9" w:rsidP="008A271F">
            <w:pPr>
              <w:ind w:firstLine="0"/>
              <w:rPr>
                <w:lang w:val="es-ES_tradnl"/>
              </w:rPr>
            </w:pPr>
            <w:proofErr w:type="spellStart"/>
            <w:r w:rsidRPr="004E1CC9">
              <w:rPr>
                <w:lang w:val="es-ES_tradnl"/>
              </w:rPr>
              <w:t>Cidades</w:t>
            </w:r>
            <w:proofErr w:type="spellEnd"/>
          </w:p>
        </w:tc>
        <w:tc>
          <w:tcPr>
            <w:tcW w:w="3021" w:type="dxa"/>
          </w:tcPr>
          <w:p w:rsidR="004E1CC9" w:rsidRPr="004E1CC9" w:rsidRDefault="004E1CC9" w:rsidP="008A271F">
            <w:pPr>
              <w:ind w:firstLine="0"/>
              <w:rPr>
                <w:lang w:val="es-ES_tradnl"/>
              </w:rPr>
            </w:pPr>
            <w:r w:rsidRPr="004E1CC9">
              <w:rPr>
                <w:lang w:val="es-ES_tradnl"/>
              </w:rPr>
              <w:t>5.000</w:t>
            </w:r>
          </w:p>
        </w:tc>
        <w:tc>
          <w:tcPr>
            <w:tcW w:w="3021" w:type="dxa"/>
          </w:tcPr>
          <w:p w:rsidR="004E1CC9" w:rsidRPr="004E1CC9" w:rsidRDefault="004E1CC9" w:rsidP="008A271F">
            <w:pPr>
              <w:ind w:firstLine="0"/>
              <w:rPr>
                <w:lang w:val="es-ES_tradnl"/>
              </w:rPr>
            </w:pPr>
            <w:r w:rsidRPr="004E1CC9">
              <w:rPr>
                <w:lang w:val="es-ES_tradnl"/>
              </w:rPr>
              <w:t>52 MB</w:t>
            </w:r>
          </w:p>
        </w:tc>
      </w:tr>
    </w:tbl>
    <w:p w:rsidR="006045A2" w:rsidRDefault="006045A2" w:rsidP="008A271F">
      <w:pPr>
        <w:rPr>
          <w:sz w:val="22"/>
          <w:szCs w:val="22"/>
          <w:lang w:val="es-ES_tradnl"/>
        </w:rPr>
      </w:pPr>
    </w:p>
    <w:p w:rsidR="00096AC3" w:rsidRDefault="00096AC3" w:rsidP="00096AC3">
      <w:pPr>
        <w:rPr>
          <w:sz w:val="22"/>
          <w:szCs w:val="22"/>
          <w:lang w:val="es-ES_tradnl"/>
        </w:rPr>
      </w:pPr>
    </w:p>
    <w:p w:rsidR="00096AC3" w:rsidRDefault="00096AC3" w:rsidP="00096AC3">
      <w:pPr>
        <w:pStyle w:val="LegendaTabela"/>
      </w:pPr>
      <w:bookmarkStart w:id="25" w:name="_Ref401237126"/>
      <w:bookmarkStart w:id="26" w:name="_Toc401248153"/>
      <w:r w:rsidRPr="00225586">
        <w:t xml:space="preserve">Tabela </w:t>
      </w:r>
      <w:fldSimple w:instr=" SEQ Tabela \* ARABIC ">
        <w:r w:rsidR="00101773">
          <w:rPr>
            <w:noProof/>
          </w:rPr>
          <w:t>3</w:t>
        </w:r>
      </w:fldSimple>
      <w:bookmarkEnd w:id="25"/>
      <w:r w:rsidRPr="00225586">
        <w:t xml:space="preserve"> - Conjuntos </w:t>
      </w:r>
      <w:r>
        <w:t>2</w:t>
      </w:r>
      <w:r w:rsidRPr="00225586">
        <w:t>.</w:t>
      </w:r>
      <w:bookmarkEnd w:id="26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96AC3" w:rsidTr="00366AD9">
        <w:tc>
          <w:tcPr>
            <w:tcW w:w="3020" w:type="dxa"/>
          </w:tcPr>
          <w:p w:rsidR="00096AC3" w:rsidRPr="000327DD" w:rsidRDefault="00096AC3" w:rsidP="00366AD9">
            <w:pPr>
              <w:ind w:firstLine="0"/>
              <w:rPr>
                <w:b/>
                <w:lang w:val="es-ES_tradnl"/>
              </w:rPr>
            </w:pPr>
            <w:proofErr w:type="spellStart"/>
            <w:r w:rsidRPr="000327DD">
              <w:rPr>
                <w:b/>
                <w:lang w:val="es-ES_tradnl"/>
              </w:rPr>
              <w:t>Nome</w:t>
            </w:r>
            <w:proofErr w:type="spellEnd"/>
            <w:r w:rsidRPr="000327DD">
              <w:rPr>
                <w:b/>
                <w:lang w:val="es-ES_tradnl"/>
              </w:rPr>
              <w:t xml:space="preserve"> do conjunto de dados</w:t>
            </w:r>
          </w:p>
        </w:tc>
        <w:tc>
          <w:tcPr>
            <w:tcW w:w="3021" w:type="dxa"/>
          </w:tcPr>
          <w:p w:rsidR="00096AC3" w:rsidRPr="000327DD" w:rsidRDefault="00096AC3" w:rsidP="00366AD9">
            <w:pPr>
              <w:ind w:firstLine="0"/>
              <w:rPr>
                <w:b/>
                <w:lang w:val="es-ES_tradnl"/>
              </w:rPr>
            </w:pPr>
            <w:r w:rsidRPr="000327DD">
              <w:rPr>
                <w:b/>
                <w:lang w:val="es-ES_tradnl"/>
              </w:rPr>
              <w:t>Número de elementos</w:t>
            </w:r>
          </w:p>
        </w:tc>
        <w:tc>
          <w:tcPr>
            <w:tcW w:w="3021" w:type="dxa"/>
          </w:tcPr>
          <w:p w:rsidR="00096AC3" w:rsidRPr="000327DD" w:rsidRDefault="00096AC3" w:rsidP="00366AD9">
            <w:pPr>
              <w:ind w:firstLine="0"/>
              <w:rPr>
                <w:b/>
                <w:lang w:val="es-ES_tradnl"/>
              </w:rPr>
            </w:pPr>
            <w:proofErr w:type="spellStart"/>
            <w:r w:rsidRPr="000327DD">
              <w:rPr>
                <w:b/>
                <w:lang w:val="es-ES_tradnl"/>
              </w:rPr>
              <w:t>Tamanho</w:t>
            </w:r>
            <w:proofErr w:type="spellEnd"/>
          </w:p>
        </w:tc>
      </w:tr>
      <w:tr w:rsidR="00096AC3" w:rsidTr="00366AD9">
        <w:tc>
          <w:tcPr>
            <w:tcW w:w="3020" w:type="dxa"/>
          </w:tcPr>
          <w:p w:rsidR="00096AC3" w:rsidRPr="004E1CC9" w:rsidRDefault="00096AC3" w:rsidP="00366AD9">
            <w:pPr>
              <w:ind w:firstLine="0"/>
              <w:rPr>
                <w:lang w:val="es-ES_tradnl"/>
              </w:rPr>
            </w:pPr>
            <w:r w:rsidRPr="004E1CC9">
              <w:rPr>
                <w:lang w:val="es-ES_tradnl"/>
              </w:rPr>
              <w:t>Twitter</w:t>
            </w:r>
          </w:p>
        </w:tc>
        <w:tc>
          <w:tcPr>
            <w:tcW w:w="3021" w:type="dxa"/>
          </w:tcPr>
          <w:p w:rsidR="00096AC3" w:rsidRPr="004E1CC9" w:rsidRDefault="00096AC3" w:rsidP="00366AD9">
            <w:pPr>
              <w:ind w:firstLine="0"/>
              <w:rPr>
                <w:lang w:val="es-ES_tradnl"/>
              </w:rPr>
            </w:pPr>
            <w:r w:rsidRPr="004E1CC9">
              <w:rPr>
                <w:lang w:val="es-ES_tradnl"/>
              </w:rPr>
              <w:t xml:space="preserve">10 </w:t>
            </w:r>
            <w:proofErr w:type="spellStart"/>
            <w:r w:rsidRPr="004E1CC9">
              <w:rPr>
                <w:lang w:val="es-ES_tradnl"/>
              </w:rPr>
              <w:t>milhões</w:t>
            </w:r>
            <w:proofErr w:type="spellEnd"/>
          </w:p>
        </w:tc>
        <w:tc>
          <w:tcPr>
            <w:tcW w:w="3021" w:type="dxa"/>
          </w:tcPr>
          <w:p w:rsidR="00096AC3" w:rsidRPr="004E1CC9" w:rsidRDefault="00096AC3" w:rsidP="00366AD9">
            <w:pPr>
              <w:ind w:firstLine="0"/>
              <w:rPr>
                <w:lang w:val="es-ES_tradnl"/>
              </w:rPr>
            </w:pPr>
            <w:r w:rsidRPr="004E1CC9">
              <w:rPr>
                <w:lang w:val="es-ES_tradnl"/>
              </w:rPr>
              <w:t>10 GB</w:t>
            </w:r>
          </w:p>
        </w:tc>
      </w:tr>
      <w:tr w:rsidR="00096AC3" w:rsidTr="00366AD9">
        <w:tc>
          <w:tcPr>
            <w:tcW w:w="3020" w:type="dxa"/>
          </w:tcPr>
          <w:p w:rsidR="00096AC3" w:rsidRPr="004E1CC9" w:rsidRDefault="00096AC3" w:rsidP="00366AD9">
            <w:pPr>
              <w:ind w:firstLine="0"/>
              <w:rPr>
                <w:lang w:val="es-ES_tradnl"/>
              </w:rPr>
            </w:pPr>
            <w:proofErr w:type="spellStart"/>
            <w:r w:rsidRPr="004E1CC9">
              <w:rPr>
                <w:lang w:val="es-ES_tradnl"/>
              </w:rPr>
              <w:t>Cidades</w:t>
            </w:r>
            <w:proofErr w:type="spellEnd"/>
          </w:p>
        </w:tc>
        <w:tc>
          <w:tcPr>
            <w:tcW w:w="3021" w:type="dxa"/>
          </w:tcPr>
          <w:p w:rsidR="00096AC3" w:rsidRPr="004E1CC9" w:rsidRDefault="00096AC3" w:rsidP="00366AD9">
            <w:pPr>
              <w:ind w:firstLine="0"/>
              <w:rPr>
                <w:lang w:val="es-ES_tradnl"/>
              </w:rPr>
            </w:pPr>
            <w:r w:rsidRPr="004E1CC9">
              <w:rPr>
                <w:lang w:val="es-ES_tradnl"/>
              </w:rPr>
              <w:t>5.000</w:t>
            </w:r>
          </w:p>
        </w:tc>
        <w:tc>
          <w:tcPr>
            <w:tcW w:w="3021" w:type="dxa"/>
          </w:tcPr>
          <w:p w:rsidR="00096AC3" w:rsidRPr="004E1CC9" w:rsidRDefault="00096AC3" w:rsidP="00366AD9">
            <w:pPr>
              <w:ind w:firstLine="0"/>
              <w:rPr>
                <w:lang w:val="es-ES_tradnl"/>
              </w:rPr>
            </w:pPr>
            <w:r w:rsidRPr="004E1CC9">
              <w:rPr>
                <w:lang w:val="es-ES_tradnl"/>
              </w:rPr>
              <w:t>52 MB</w:t>
            </w:r>
          </w:p>
        </w:tc>
      </w:tr>
    </w:tbl>
    <w:p w:rsidR="00096AC3" w:rsidRDefault="00096AC3" w:rsidP="00096AC3">
      <w:pPr>
        <w:rPr>
          <w:sz w:val="22"/>
          <w:szCs w:val="22"/>
          <w:lang w:val="es-ES_tradnl"/>
        </w:rPr>
      </w:pPr>
    </w:p>
    <w:p w:rsidR="00096AC3" w:rsidRDefault="00096AC3" w:rsidP="008A271F">
      <w:pPr>
        <w:rPr>
          <w:sz w:val="22"/>
          <w:szCs w:val="22"/>
          <w:lang w:val="es-ES_tradnl"/>
        </w:rPr>
      </w:pPr>
    </w:p>
    <w:p w:rsidR="007E277B" w:rsidRDefault="007E277B" w:rsidP="007E277B">
      <w:pPr>
        <w:pStyle w:val="Ttulo2"/>
        <w:rPr>
          <w:lang w:val="es-ES_tradnl"/>
        </w:rPr>
      </w:pPr>
      <w:bookmarkStart w:id="27" w:name="_Toc401248641"/>
      <w:r>
        <w:rPr>
          <w:lang w:val="es-ES_tradnl"/>
        </w:rPr>
        <w:lastRenderedPageBreak/>
        <w:t>Sobre as Referências</w:t>
      </w:r>
      <w:bookmarkEnd w:id="27"/>
    </w:p>
    <w:p w:rsidR="00947376" w:rsidRDefault="007E277B" w:rsidP="007E277B">
      <w:r w:rsidRPr="00F85477">
        <w:t>Para</w:t>
      </w:r>
      <w:r>
        <w:t xml:space="preserve"> apresentar </w:t>
      </w:r>
      <w:r w:rsidRPr="00F85477">
        <w:t>as refer</w:t>
      </w:r>
      <w:r>
        <w:t>ê</w:t>
      </w:r>
      <w:r w:rsidRPr="00F85477">
        <w:t>ncias</w:t>
      </w:r>
      <w:r>
        <w:t xml:space="preserve">, </w:t>
      </w:r>
      <w:r w:rsidRPr="00F85477">
        <w:t xml:space="preserve">utilizar o </w:t>
      </w:r>
      <w:r w:rsidR="00881B19">
        <w:t xml:space="preserve">mecanismo específico do Word para inclusão de referências. As referências devem ser inseridas em uma Fonte Bibliográfica e inseridas no texto utilizando o recurso “Inserir Citação”, do menu “Referências” (considerando-se o Word 2013 em Português). Além disso, deve-se configurar o Word para utilizar o estilo de referências </w:t>
      </w:r>
      <w:r w:rsidR="0029013B">
        <w:t xml:space="preserve">ABNT-DC-UEL, que é uma customização do estilo ABNT NBR 6023:2002 – </w:t>
      </w:r>
      <w:proofErr w:type="spellStart"/>
      <w:r w:rsidR="0029013B">
        <w:t>Numerical</w:t>
      </w:r>
      <w:proofErr w:type="spellEnd"/>
      <w:r w:rsidR="0029013B">
        <w:t xml:space="preserve">, disponibilizado no pacote </w:t>
      </w:r>
      <w:proofErr w:type="spellStart"/>
      <w:r w:rsidR="0029013B">
        <w:t>BibWord</w:t>
      </w:r>
      <w:proofErr w:type="spellEnd"/>
      <w:r w:rsidR="0029013B">
        <w:rPr>
          <w:rStyle w:val="Refdenotaderodap"/>
        </w:rPr>
        <w:footnoteReference w:id="1"/>
      </w:r>
      <w:r w:rsidR="0029013B">
        <w:t>. No Word 2013, é necessário apenas copiar o arquivo ABNT-DC-UEL.xls para a pasta &lt;</w:t>
      </w:r>
      <w:proofErr w:type="spellStart"/>
      <w:r w:rsidR="0029013B">
        <w:t>user</w:t>
      </w:r>
      <w:proofErr w:type="spellEnd"/>
      <w:r w:rsidR="0029013B">
        <w:t xml:space="preserve"> </w:t>
      </w:r>
      <w:proofErr w:type="spellStart"/>
      <w:r w:rsidR="0029013B">
        <w:t>directory</w:t>
      </w:r>
      <w:proofErr w:type="spellEnd"/>
      <w:r w:rsidR="0029013B">
        <w:t>&gt;\</w:t>
      </w:r>
      <w:proofErr w:type="spellStart"/>
      <w:r w:rsidR="0029013B">
        <w:t>AppData</w:t>
      </w:r>
      <w:proofErr w:type="spellEnd"/>
      <w:r w:rsidR="0029013B">
        <w:t>\Roaming\Microsoft\</w:t>
      </w:r>
      <w:proofErr w:type="spellStart"/>
      <w:r w:rsidR="0029013B">
        <w:t>Bibliography</w:t>
      </w:r>
      <w:proofErr w:type="spellEnd"/>
      <w:r w:rsidR="0029013B">
        <w:t>\</w:t>
      </w:r>
      <w:proofErr w:type="spellStart"/>
      <w:r w:rsidR="0029013B">
        <w:t>Style</w:t>
      </w:r>
      <w:proofErr w:type="spellEnd"/>
      <w:r w:rsidR="0029013B">
        <w:t>.</w:t>
      </w:r>
      <w:r w:rsidR="00881B19">
        <w:t xml:space="preserve"> Desta forma, </w:t>
      </w:r>
      <w:r w:rsidR="0029013B">
        <w:t>as citações no texto seguirão o</w:t>
      </w:r>
      <w:r>
        <w:t xml:space="preserve"> padrão</w:t>
      </w:r>
      <w:r w:rsidR="00A06113">
        <w:rPr>
          <w:noProof/>
        </w:rPr>
        <w:t xml:space="preserve"> </w:t>
      </w:r>
      <w:sdt>
        <w:sdtPr>
          <w:rPr>
            <w:noProof/>
          </w:rPr>
          <w:id w:val="-802609603"/>
          <w:citation/>
        </w:sdtPr>
        <w:sdtEndPr/>
        <w:sdtContent>
          <w:r w:rsidR="00A06113">
            <w:rPr>
              <w:noProof/>
            </w:rPr>
            <w:fldChar w:fldCharType="begin"/>
          </w:r>
          <w:r w:rsidR="00A06113">
            <w:rPr>
              <w:noProof/>
            </w:rPr>
            <w:instrText xml:space="preserve">CITATION DUF01 \l 1046 </w:instrText>
          </w:r>
          <w:r w:rsidR="00A06113">
            <w:rPr>
              <w:noProof/>
            </w:rPr>
            <w:fldChar w:fldCharType="separate"/>
          </w:r>
          <w:r w:rsidR="00B36187">
            <w:rPr>
              <w:noProof/>
            </w:rPr>
            <w:t>[</w:t>
          </w:r>
          <w:hyperlink w:anchor="DUF01" w:history="1">
            <w:r w:rsidR="00B36187">
              <w:rPr>
                <w:rStyle w:val="Cabealho"/>
                <w:noProof/>
              </w:rPr>
              <w:t>1</w:t>
            </w:r>
          </w:hyperlink>
          <w:r w:rsidR="00B36187">
            <w:rPr>
              <w:noProof/>
            </w:rPr>
            <w:t>]</w:t>
          </w:r>
          <w:r w:rsidR="00A06113">
            <w:rPr>
              <w:noProof/>
            </w:rPr>
            <w:fldChar w:fldCharType="end"/>
          </w:r>
        </w:sdtContent>
      </w:sdt>
      <w:sdt>
        <w:sdtPr>
          <w:rPr>
            <w:noProof/>
          </w:rPr>
          <w:id w:val="-1658146007"/>
          <w:citation/>
        </w:sdtPr>
        <w:sdtEndPr/>
        <w:sdtContent>
          <w:r w:rsidR="00A06113">
            <w:rPr>
              <w:noProof/>
            </w:rPr>
            <w:fldChar w:fldCharType="begin"/>
          </w:r>
          <w:r w:rsidR="00A06113">
            <w:rPr>
              <w:noProof/>
            </w:rPr>
            <w:instrText xml:space="preserve"> CITATION VEH97 \l 1046 </w:instrText>
          </w:r>
          <w:r w:rsidR="00A06113">
            <w:rPr>
              <w:noProof/>
            </w:rPr>
            <w:fldChar w:fldCharType="separate"/>
          </w:r>
          <w:r w:rsidR="00B36187">
            <w:rPr>
              <w:noProof/>
            </w:rPr>
            <w:t xml:space="preserve"> [</w:t>
          </w:r>
          <w:hyperlink w:anchor="VEH97" w:history="1">
            <w:r w:rsidR="00B36187">
              <w:rPr>
                <w:rStyle w:val="Cabealho"/>
                <w:noProof/>
              </w:rPr>
              <w:t>2</w:t>
            </w:r>
          </w:hyperlink>
          <w:r w:rsidR="00B36187">
            <w:rPr>
              <w:noProof/>
            </w:rPr>
            <w:t>]</w:t>
          </w:r>
          <w:r w:rsidR="00A06113">
            <w:rPr>
              <w:noProof/>
            </w:rPr>
            <w:fldChar w:fldCharType="end"/>
          </w:r>
        </w:sdtContent>
      </w:sdt>
      <w:r w:rsidR="0029013B">
        <w:rPr>
          <w:noProof/>
        </w:rPr>
        <w:t>, utilizando hiperlinks</w:t>
      </w:r>
      <w:r>
        <w:t>.</w:t>
      </w:r>
      <w:r w:rsidR="00947376">
        <w:t xml:space="preserve"> A </w:t>
      </w:r>
      <w:r w:rsidR="00947376">
        <w:fldChar w:fldCharType="begin"/>
      </w:r>
      <w:r w:rsidR="00947376">
        <w:instrText xml:space="preserve"> REF _Ref401238423 \h </w:instrText>
      </w:r>
      <w:r w:rsidR="00947376">
        <w:fldChar w:fldCharType="separate"/>
      </w:r>
      <w:r w:rsidR="00101773">
        <w:t xml:space="preserve">Figura </w:t>
      </w:r>
      <w:r w:rsidR="00101773">
        <w:rPr>
          <w:noProof/>
        </w:rPr>
        <w:t>3</w:t>
      </w:r>
      <w:r w:rsidR="00947376">
        <w:fldChar w:fldCharType="end"/>
      </w:r>
      <w:r w:rsidR="00947376">
        <w:t xml:space="preserve"> ilustra o Word configurado para usar esse estilo de referências.</w:t>
      </w:r>
    </w:p>
    <w:p w:rsidR="00947376" w:rsidRDefault="00947376" w:rsidP="007E277B"/>
    <w:p w:rsidR="00947376" w:rsidRDefault="00947376" w:rsidP="00947376">
      <w:pPr>
        <w:keepNext/>
        <w:jc w:val="center"/>
      </w:pPr>
      <w:r>
        <w:rPr>
          <w:noProof/>
        </w:rPr>
        <w:drawing>
          <wp:inline distT="0" distB="0" distL="0" distR="0" wp14:anchorId="5B489683" wp14:editId="0AC3117C">
            <wp:extent cx="3200847" cy="1390844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stilo-referencias-abnt-dc-uel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847" cy="1390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376" w:rsidRDefault="00947376" w:rsidP="00947376">
      <w:pPr>
        <w:pStyle w:val="Legenda"/>
        <w:jc w:val="both"/>
      </w:pPr>
      <w:bookmarkStart w:id="28" w:name="_Ref401238423"/>
      <w:bookmarkStart w:id="29" w:name="_Toc401248146"/>
      <w:r>
        <w:t xml:space="preserve">Figura </w:t>
      </w:r>
      <w:fldSimple w:instr=" SEQ Figura \* ARABIC ">
        <w:r w:rsidR="00101773">
          <w:rPr>
            <w:noProof/>
          </w:rPr>
          <w:t>3</w:t>
        </w:r>
      </w:fldSimple>
      <w:bookmarkEnd w:id="28"/>
      <w:r>
        <w:t xml:space="preserve"> - Estilo de referências ABNT-DC-UEL</w:t>
      </w:r>
      <w:r>
        <w:rPr>
          <w:noProof/>
        </w:rPr>
        <w:t>.</w:t>
      </w:r>
      <w:bookmarkEnd w:id="29"/>
    </w:p>
    <w:p w:rsidR="001507A1" w:rsidRDefault="00A06113" w:rsidP="007E277B">
      <w:r>
        <w:t xml:space="preserve">Caso queira citar o nome do autor do texto, utilize os exemplos a seguir: Comer </w:t>
      </w:r>
      <w:sdt>
        <w:sdtPr>
          <w:id w:val="2058969099"/>
          <w:citation/>
        </w:sdtPr>
        <w:sdtEndPr/>
        <w:sdtContent>
          <w:r>
            <w:fldChar w:fldCharType="begin"/>
          </w:r>
          <w:r>
            <w:instrText xml:space="preserve"> CITATION COM01 \l 1046 </w:instrText>
          </w:r>
          <w:r>
            <w:fldChar w:fldCharType="separate"/>
          </w:r>
          <w:r w:rsidR="00B36187">
            <w:rPr>
              <w:noProof/>
            </w:rPr>
            <w:t>[</w:t>
          </w:r>
          <w:hyperlink w:anchor="COM01" w:history="1">
            <w:r w:rsidR="00B36187">
              <w:rPr>
                <w:rStyle w:val="Cabealho"/>
                <w:noProof/>
              </w:rPr>
              <w:t>3</w:t>
            </w:r>
          </w:hyperlink>
          <w:r w:rsidR="00B36187">
            <w:rPr>
              <w:noProof/>
            </w:rPr>
            <w:t>]</w:t>
          </w:r>
          <w:r>
            <w:fldChar w:fldCharType="end"/>
          </w:r>
        </w:sdtContent>
      </w:sdt>
      <w:r>
        <w:t xml:space="preserve"> apresenta; segundo </w:t>
      </w:r>
      <w:proofErr w:type="spellStart"/>
      <w:r>
        <w:t>Hero</w:t>
      </w:r>
      <w:proofErr w:type="spellEnd"/>
      <w:r>
        <w:t xml:space="preserve"> et al. </w:t>
      </w:r>
      <w:sdt>
        <w:sdtPr>
          <w:id w:val="-1758748547"/>
          <w:citation/>
        </w:sdtPr>
        <w:sdtEndPr/>
        <w:sdtContent>
          <w:r>
            <w:fldChar w:fldCharType="begin"/>
          </w:r>
          <w:r>
            <w:instrText xml:space="preserve">CITATION MCO02 \l 1046 </w:instrText>
          </w:r>
          <w:r>
            <w:fldChar w:fldCharType="separate"/>
          </w:r>
          <w:r w:rsidR="00B36187">
            <w:rPr>
              <w:noProof/>
            </w:rPr>
            <w:t>[</w:t>
          </w:r>
          <w:r w:rsidR="00B36187">
            <w:rPr>
              <w:noProof/>
            </w:rPr>
            <w:fldChar w:fldCharType="begin"/>
          </w:r>
          <w:r w:rsidR="00B36187">
            <w:rPr>
              <w:noProof/>
            </w:rPr>
            <w:instrText xml:space="preserve"> HYPERLINK "" \l "MCO02" </w:instrText>
          </w:r>
          <w:r w:rsidR="00B36187">
            <w:rPr>
              <w:noProof/>
            </w:rPr>
          </w:r>
          <w:r w:rsidR="00B36187">
            <w:rPr>
              <w:noProof/>
            </w:rPr>
            <w:fldChar w:fldCharType="separate"/>
          </w:r>
          <w:r w:rsidR="00B36187">
            <w:rPr>
              <w:rStyle w:val="Cabealho"/>
              <w:noProof/>
            </w:rPr>
            <w:t>4</w:t>
          </w:r>
          <w:r w:rsidR="00B36187">
            <w:rPr>
              <w:noProof/>
            </w:rPr>
            <w:fldChar w:fldCharType="end"/>
          </w:r>
          <w:r w:rsidR="00B36187">
            <w:rPr>
              <w:noProof/>
            </w:rPr>
            <w:t>]</w:t>
          </w:r>
          <w:r>
            <w:fldChar w:fldCharType="end"/>
          </w:r>
        </w:sdtContent>
      </w:sdt>
      <w:r w:rsidR="0029013B">
        <w:t>. Observe-se que é necessário atualizar a seção Referências utilizando o recurso “Atualizar Citações e Bibliografia”, acessível ao clicar nas referências na referida seção. Essa ação atualiza as referências e as citações no decorrer do texto. Não deve-se modificar a formatação da seção de referências. A formatação é feita automaticamente ao solicitar-se a atualização.</w:t>
      </w:r>
    </w:p>
    <w:p w:rsidR="001507A1" w:rsidRDefault="001507A1">
      <w:pPr>
        <w:spacing w:line="240" w:lineRule="auto"/>
        <w:ind w:firstLine="0"/>
        <w:jc w:val="left"/>
      </w:pPr>
      <w:r>
        <w:br w:type="page"/>
      </w:r>
    </w:p>
    <w:p w:rsidR="008A271F" w:rsidRPr="007E277B" w:rsidRDefault="008A271F" w:rsidP="007E277B"/>
    <w:p w:rsidR="007148C5" w:rsidRPr="008A271F" w:rsidRDefault="00A46869" w:rsidP="008A271F">
      <w:pPr>
        <w:pStyle w:val="Ttulo1"/>
      </w:pPr>
      <w:bookmarkStart w:id="30" w:name="_Toc401248642"/>
      <w:r>
        <w:lastRenderedPageBreak/>
        <w:t>Título do Capítulo</w:t>
      </w:r>
      <w:bookmarkEnd w:id="30"/>
    </w:p>
    <w:p w:rsidR="00A46869" w:rsidRDefault="008A271F" w:rsidP="008A271F">
      <w:pPr>
        <w:rPr>
          <w:sz w:val="22"/>
          <w:szCs w:val="22"/>
          <w:lang w:val="es-ES_tradnl"/>
        </w:rPr>
      </w:pP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</w:p>
    <w:p w:rsidR="00A46869" w:rsidRDefault="00A46869" w:rsidP="00A46869">
      <w:pPr>
        <w:pStyle w:val="Ttulo2"/>
      </w:pPr>
      <w:bookmarkStart w:id="31" w:name="_Toc401248643"/>
      <w:r>
        <w:t>Título da Seção</w:t>
      </w:r>
      <w:bookmarkEnd w:id="31"/>
    </w:p>
    <w:p w:rsidR="00A46869" w:rsidRDefault="00A46869" w:rsidP="00A46869">
      <w:pPr>
        <w:rPr>
          <w:sz w:val="22"/>
          <w:szCs w:val="22"/>
          <w:lang w:val="es-ES_tradnl"/>
        </w:rPr>
      </w:pP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</w:p>
    <w:p w:rsidR="00A46869" w:rsidRDefault="00A46869" w:rsidP="00A46869">
      <w:pPr>
        <w:rPr>
          <w:sz w:val="22"/>
          <w:szCs w:val="22"/>
          <w:lang w:val="es-ES_tradnl"/>
        </w:rPr>
      </w:pP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</w:p>
    <w:p w:rsidR="00A46869" w:rsidRDefault="00A46869" w:rsidP="00A46869">
      <w:pPr>
        <w:rPr>
          <w:sz w:val="22"/>
          <w:szCs w:val="22"/>
          <w:lang w:val="es-ES_tradnl"/>
        </w:rPr>
      </w:pP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</w:p>
    <w:p w:rsidR="00A46869" w:rsidRDefault="00A46869" w:rsidP="00A46869">
      <w:pPr>
        <w:pStyle w:val="Ttulo3"/>
      </w:pPr>
      <w:bookmarkStart w:id="32" w:name="_Toc401248644"/>
      <w:r w:rsidRPr="00892824">
        <w:t xml:space="preserve">Título </w:t>
      </w:r>
      <w:r>
        <w:t>da Subseção</w:t>
      </w:r>
      <w:bookmarkEnd w:id="32"/>
    </w:p>
    <w:p w:rsidR="00A46869" w:rsidRDefault="00A46869" w:rsidP="00A46869">
      <w:pPr>
        <w:rPr>
          <w:sz w:val="22"/>
          <w:szCs w:val="22"/>
          <w:lang w:val="es-ES_tradnl"/>
        </w:rPr>
      </w:pP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</w:p>
    <w:p w:rsidR="00A46869" w:rsidRPr="00892824" w:rsidRDefault="00A46869" w:rsidP="00A46869">
      <w:pPr>
        <w:pStyle w:val="Ttulo4"/>
      </w:pPr>
      <w:bookmarkStart w:id="33" w:name="_Toc401248645"/>
      <w:r w:rsidRPr="00892824">
        <w:t xml:space="preserve">Título </w:t>
      </w:r>
      <w:r>
        <w:t>da subsubseção</w:t>
      </w:r>
      <w:bookmarkEnd w:id="33"/>
    </w:p>
    <w:p w:rsidR="00A46869" w:rsidRPr="007E090C" w:rsidRDefault="00A46869" w:rsidP="00A46869">
      <w:pPr>
        <w:rPr>
          <w:sz w:val="22"/>
          <w:szCs w:val="22"/>
          <w:lang w:val="es-ES_tradnl"/>
        </w:rPr>
      </w:pP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  <w:proofErr w:type="spellStart"/>
      <w:r w:rsidRPr="00734D3E">
        <w:rPr>
          <w:sz w:val="22"/>
          <w:szCs w:val="22"/>
          <w:lang w:val="es-ES_tradnl"/>
        </w:rPr>
        <w:t>bla</w:t>
      </w:r>
      <w:proofErr w:type="spellEnd"/>
      <w:r w:rsidRPr="00734D3E">
        <w:rPr>
          <w:sz w:val="22"/>
          <w:szCs w:val="22"/>
          <w:lang w:val="es-ES_tradnl"/>
        </w:rPr>
        <w:t xml:space="preserve"> </w:t>
      </w:r>
    </w:p>
    <w:p w:rsidR="008A271F" w:rsidRPr="007E090C" w:rsidRDefault="008A271F" w:rsidP="008A271F">
      <w:pPr>
        <w:rPr>
          <w:sz w:val="22"/>
          <w:szCs w:val="22"/>
          <w:lang w:val="es-ES_tradnl"/>
        </w:rPr>
      </w:pPr>
      <w:r w:rsidRPr="00734D3E">
        <w:rPr>
          <w:sz w:val="22"/>
          <w:szCs w:val="22"/>
          <w:lang w:val="es-ES_tradnl"/>
        </w:rPr>
        <w:lastRenderedPageBreak/>
        <w:t xml:space="preserve"> </w:t>
      </w:r>
    </w:p>
    <w:p w:rsidR="007E277B" w:rsidRDefault="005312DF" w:rsidP="00494F6F">
      <w:pPr>
        <w:pStyle w:val="Ttulo5"/>
        <w:rPr>
          <w:noProof/>
          <w:sz w:val="24"/>
        </w:rPr>
      </w:pPr>
      <w:r w:rsidRPr="00892824">
        <w:br w:type="page"/>
      </w:r>
    </w:p>
    <w:bookmarkStart w:id="34" w:name="_Toc401248646" w:displacedByCustomXml="next"/>
    <w:sdt>
      <w:sdtPr>
        <w:rPr>
          <w:rFonts w:cs="Times New Roman"/>
          <w:b w:val="0"/>
          <w:caps w:val="0"/>
          <w:sz w:val="24"/>
        </w:rPr>
        <w:id w:val="1910655195"/>
        <w:docPartObj>
          <w:docPartGallery w:val="Bibliographies"/>
          <w:docPartUnique/>
        </w:docPartObj>
      </w:sdtPr>
      <w:sdtEndPr/>
      <w:sdtContent>
        <w:p w:rsidR="00494F6F" w:rsidRPr="00494F6F" w:rsidRDefault="00494F6F" w:rsidP="00494F6F">
          <w:pPr>
            <w:pStyle w:val="Ttulo5"/>
          </w:pPr>
          <w:r w:rsidRPr="00494F6F">
            <w:t>R</w:t>
          </w:r>
          <w:r>
            <w:t>EFERÊNCIAS</w:t>
          </w:r>
          <w:bookmarkEnd w:id="34"/>
        </w:p>
        <w:sdt>
          <w:sdtPr>
            <w:id w:val="-573587230"/>
            <w:bibliography/>
          </w:sdtPr>
          <w:sdtEndPr/>
          <w:sdtContent>
            <w:p w:rsidR="00B36187" w:rsidRDefault="00494F6F" w:rsidP="00B36187">
              <w:pPr>
                <w:pStyle w:val="Bibliografia"/>
                <w:rPr>
                  <w:noProof/>
                  <w:vanish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 w:rsidR="00B36187">
                <w:rPr>
                  <w:noProof/>
                  <w:vanish/>
                </w:rPr>
                <w:t>x</w:t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55"/>
                <w:gridCol w:w="8717"/>
              </w:tblGrid>
              <w:tr w:rsidR="00B36187" w:rsidTr="00B36187">
                <w:trPr>
                  <w:tblCellSpacing w:w="15" w:type="dxa"/>
                </w:trPr>
                <w:tc>
                  <w:tcPr>
                    <w:tcW w:w="0" w:type="auto"/>
                    <w:hideMark/>
                  </w:tcPr>
                  <w:p w:rsidR="00B36187" w:rsidRDefault="00B36187">
                    <w:pPr>
                      <w:pStyle w:val="Bibliografia"/>
                      <w:jc w:val="right"/>
                      <w:rPr>
                        <w:noProof/>
                      </w:rPr>
                    </w:pPr>
                    <w:bookmarkStart w:id="35" w:name="DUF01"/>
                    <w:r>
                      <w:rPr>
                        <w:noProof/>
                      </w:rPr>
                      <w:t>[1]</w:t>
                    </w:r>
                    <w:bookmarkEnd w:id="35"/>
                  </w:p>
                </w:tc>
                <w:tc>
                  <w:tcPr>
                    <w:tcW w:w="0" w:type="auto"/>
                    <w:hideMark/>
                  </w:tcPr>
                  <w:p w:rsidR="00B36187" w:rsidRDefault="00B36187">
                    <w:pPr>
                      <w:pStyle w:val="Bibliografia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DUFFIELD, N. G. et al. Inferring link loss using striped unicast probes. </w:t>
                    </w:r>
                    <w:r>
                      <w:rPr>
                        <w:i/>
                        <w:iCs/>
                        <w:noProof/>
                      </w:rPr>
                      <w:t>Proc. IEEE INFOCOM</w:t>
                    </w:r>
                    <w:r>
                      <w:rPr>
                        <w:noProof/>
                      </w:rPr>
                      <w:t>. [S.l.]: [s.n.]. 2001. p. 915-923.</w:t>
                    </w:r>
                  </w:p>
                </w:tc>
              </w:tr>
              <w:tr w:rsidR="00B36187" w:rsidTr="00B36187">
                <w:trPr>
                  <w:tblCellSpacing w:w="15" w:type="dxa"/>
                </w:trPr>
                <w:tc>
                  <w:tcPr>
                    <w:tcW w:w="0" w:type="auto"/>
                    <w:hideMark/>
                  </w:tcPr>
                  <w:p w:rsidR="00B36187" w:rsidRDefault="00B36187">
                    <w:pPr>
                      <w:pStyle w:val="Bibliografia"/>
                      <w:jc w:val="right"/>
                      <w:rPr>
                        <w:noProof/>
                      </w:rPr>
                    </w:pPr>
                    <w:bookmarkStart w:id="36" w:name="VEH97"/>
                    <w:r>
                      <w:rPr>
                        <w:noProof/>
                      </w:rPr>
                      <w:t>[2]</w:t>
                    </w:r>
                    <w:bookmarkEnd w:id="36"/>
                  </w:p>
                </w:tc>
                <w:tc>
                  <w:tcPr>
                    <w:tcW w:w="0" w:type="auto"/>
                    <w:hideMark/>
                  </w:tcPr>
                  <w:p w:rsidR="00B36187" w:rsidRDefault="00B36187">
                    <w:pPr>
                      <w:pStyle w:val="Bibliografia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VEHEL, J. L.; LUTTON, E.; C., T. </w:t>
                    </w:r>
                    <w:r>
                      <w:rPr>
                        <w:i/>
                        <w:iCs/>
                        <w:noProof/>
                      </w:rPr>
                      <w:t>Fractals in engineering:</w:t>
                    </w:r>
                    <w:r>
                      <w:rPr>
                        <w:noProof/>
                      </w:rPr>
                      <w:t xml:space="preserve"> from theory to industrial applications. New York: Springer-Verlag, 1997.</w:t>
                    </w:r>
                  </w:p>
                </w:tc>
              </w:tr>
              <w:tr w:rsidR="00B36187" w:rsidTr="00B36187">
                <w:trPr>
                  <w:tblCellSpacing w:w="15" w:type="dxa"/>
                </w:trPr>
                <w:tc>
                  <w:tcPr>
                    <w:tcW w:w="0" w:type="auto"/>
                    <w:hideMark/>
                  </w:tcPr>
                  <w:p w:rsidR="00B36187" w:rsidRDefault="00B36187">
                    <w:pPr>
                      <w:pStyle w:val="Bibliografia"/>
                      <w:jc w:val="right"/>
                      <w:rPr>
                        <w:noProof/>
                      </w:rPr>
                    </w:pPr>
                    <w:bookmarkStart w:id="37" w:name="COM01"/>
                    <w:r>
                      <w:rPr>
                        <w:noProof/>
                      </w:rPr>
                      <w:t>[3]</w:t>
                    </w:r>
                    <w:bookmarkEnd w:id="37"/>
                  </w:p>
                </w:tc>
                <w:tc>
                  <w:tcPr>
                    <w:tcW w:w="0" w:type="auto"/>
                    <w:hideMark/>
                  </w:tcPr>
                  <w:p w:rsidR="00B36187" w:rsidRDefault="00B36187">
                    <w:pPr>
                      <w:pStyle w:val="Bibliografia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COMER, D. E. </w:t>
                    </w:r>
                    <w:r>
                      <w:rPr>
                        <w:i/>
                        <w:iCs/>
                        <w:noProof/>
                      </w:rPr>
                      <w:t>Redes de Computadores e Internet</w:t>
                    </w:r>
                    <w:r>
                      <w:rPr>
                        <w:noProof/>
                      </w:rPr>
                      <w:t>. 2ª. ed. São Paulo: Bookman, 2001.</w:t>
                    </w:r>
                  </w:p>
                </w:tc>
              </w:tr>
              <w:tr w:rsidR="00B36187" w:rsidTr="00B36187">
                <w:trPr>
                  <w:tblCellSpacing w:w="15" w:type="dxa"/>
                </w:trPr>
                <w:tc>
                  <w:tcPr>
                    <w:tcW w:w="0" w:type="auto"/>
                    <w:hideMark/>
                  </w:tcPr>
                  <w:p w:rsidR="00B36187" w:rsidRDefault="00B36187">
                    <w:pPr>
                      <w:pStyle w:val="Bibliografia"/>
                      <w:jc w:val="right"/>
                      <w:rPr>
                        <w:noProof/>
                      </w:rPr>
                    </w:pPr>
                    <w:bookmarkStart w:id="38" w:name="MCO02"/>
                    <w:r>
                      <w:rPr>
                        <w:noProof/>
                      </w:rPr>
                      <w:t>[4]</w:t>
                    </w:r>
                    <w:bookmarkEnd w:id="38"/>
                  </w:p>
                </w:tc>
                <w:tc>
                  <w:tcPr>
                    <w:tcW w:w="0" w:type="auto"/>
                    <w:hideMark/>
                  </w:tcPr>
                  <w:p w:rsidR="00B36187" w:rsidRDefault="00B36187">
                    <w:pPr>
                      <w:pStyle w:val="Bibliografia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COATES, M. et al. Internet tomography. </w:t>
                    </w:r>
                    <w:r>
                      <w:rPr>
                        <w:i/>
                        <w:iCs/>
                        <w:noProof/>
                      </w:rPr>
                      <w:t>IEEE Signal Processing Mag</w:t>
                    </w:r>
                    <w:r>
                      <w:rPr>
                        <w:noProof/>
                      </w:rPr>
                      <w:t>, 19, May 2002. 47–65.</w:t>
                    </w:r>
                  </w:p>
                </w:tc>
              </w:tr>
            </w:tbl>
            <w:p w:rsidR="00B36187" w:rsidRDefault="00B36187" w:rsidP="00B36187">
              <w:pPr>
                <w:pStyle w:val="Bibliografia"/>
                <w:rPr>
                  <w:rFonts w:eastAsiaTheme="minorEastAsia"/>
                  <w:noProof/>
                  <w:vanish/>
                </w:rPr>
              </w:pPr>
              <w:r>
                <w:rPr>
                  <w:noProof/>
                  <w:vanish/>
                </w:rPr>
                <w:t>x</w:t>
              </w:r>
            </w:p>
            <w:p w:rsidR="005312DF" w:rsidRPr="00892824" w:rsidRDefault="00494F6F" w:rsidP="00B36187">
              <w:r>
                <w:rPr>
                  <w:b/>
                  <w:bCs/>
                </w:rPr>
                <w:fldChar w:fldCharType="end"/>
              </w:r>
              <w:r w:rsidR="005312DF" w:rsidRPr="00892824">
                <w:br w:type="page"/>
              </w:r>
            </w:p>
            <w:bookmarkStart w:id="39" w:name="_GoBack" w:displacedByCustomXml="next"/>
            <w:bookmarkEnd w:id="39" w:displacedByCustomXml="next"/>
          </w:sdtContent>
        </w:sdt>
      </w:sdtContent>
    </w:sdt>
    <w:bookmarkStart w:id="40" w:name="_Toc93473130" w:displacedByCustomXml="prev"/>
    <w:p w:rsidR="0058350C" w:rsidRDefault="0058350C">
      <w:pPr>
        <w:spacing w:line="240" w:lineRule="auto"/>
        <w:ind w:firstLine="0"/>
        <w:jc w:val="left"/>
        <w:rPr>
          <w:noProof/>
          <w:snapToGrid w:val="0"/>
          <w:szCs w:val="20"/>
        </w:rPr>
      </w:pPr>
      <w:r>
        <w:lastRenderedPageBreak/>
        <w:br w:type="page"/>
      </w:r>
    </w:p>
    <w:p w:rsidR="005312DF" w:rsidRPr="00892824" w:rsidRDefault="005312DF">
      <w:pPr>
        <w:pStyle w:val="Pargrafo"/>
        <w:spacing w:line="360" w:lineRule="auto"/>
        <w:ind w:firstLine="0"/>
        <w:jc w:val="center"/>
        <w:rPr>
          <w:rFonts w:ascii="Times New Roman" w:hAnsi="Times New Roman"/>
        </w:rPr>
      </w:pPr>
    </w:p>
    <w:p w:rsidR="005312DF" w:rsidRPr="00892824" w:rsidRDefault="005312DF">
      <w:pPr>
        <w:pStyle w:val="Pargrafo"/>
        <w:spacing w:line="360" w:lineRule="auto"/>
        <w:ind w:firstLine="0"/>
        <w:jc w:val="center"/>
        <w:rPr>
          <w:rFonts w:ascii="Times New Roman" w:hAnsi="Times New Roman"/>
        </w:rPr>
      </w:pPr>
    </w:p>
    <w:p w:rsidR="005312DF" w:rsidRPr="00892824" w:rsidRDefault="005312DF">
      <w:pPr>
        <w:pStyle w:val="Pargrafo"/>
        <w:spacing w:line="360" w:lineRule="auto"/>
        <w:ind w:firstLine="0"/>
        <w:jc w:val="center"/>
        <w:rPr>
          <w:rFonts w:ascii="Times New Roman" w:hAnsi="Times New Roman"/>
        </w:rPr>
      </w:pPr>
    </w:p>
    <w:p w:rsidR="005312DF" w:rsidRPr="00892824" w:rsidRDefault="005312DF">
      <w:pPr>
        <w:pStyle w:val="Pargrafo"/>
        <w:spacing w:line="360" w:lineRule="auto"/>
        <w:ind w:firstLine="0"/>
        <w:jc w:val="center"/>
        <w:rPr>
          <w:rFonts w:ascii="Times New Roman" w:hAnsi="Times New Roman"/>
        </w:rPr>
      </w:pPr>
    </w:p>
    <w:p w:rsidR="005312DF" w:rsidRPr="00892824" w:rsidRDefault="005312DF">
      <w:pPr>
        <w:pStyle w:val="Pargrafo"/>
        <w:spacing w:line="360" w:lineRule="auto"/>
        <w:ind w:firstLine="0"/>
        <w:jc w:val="center"/>
        <w:rPr>
          <w:rFonts w:ascii="Times New Roman" w:hAnsi="Times New Roman"/>
        </w:rPr>
      </w:pPr>
    </w:p>
    <w:p w:rsidR="005312DF" w:rsidRPr="00892824" w:rsidRDefault="005312DF">
      <w:pPr>
        <w:pStyle w:val="Pargrafo"/>
        <w:spacing w:line="360" w:lineRule="auto"/>
        <w:ind w:firstLine="0"/>
        <w:jc w:val="center"/>
        <w:rPr>
          <w:rFonts w:ascii="Times New Roman" w:hAnsi="Times New Roman"/>
        </w:rPr>
      </w:pPr>
    </w:p>
    <w:p w:rsidR="005312DF" w:rsidRPr="00892824" w:rsidRDefault="005312DF">
      <w:pPr>
        <w:pStyle w:val="Pargrafo"/>
        <w:spacing w:line="360" w:lineRule="auto"/>
        <w:ind w:firstLine="0"/>
        <w:jc w:val="center"/>
        <w:rPr>
          <w:rFonts w:ascii="Times New Roman" w:hAnsi="Times New Roman"/>
        </w:rPr>
      </w:pPr>
    </w:p>
    <w:p w:rsidR="005312DF" w:rsidRPr="00892824" w:rsidRDefault="005312DF">
      <w:pPr>
        <w:pStyle w:val="Pargrafo"/>
        <w:spacing w:line="360" w:lineRule="auto"/>
        <w:ind w:firstLine="0"/>
        <w:jc w:val="center"/>
        <w:rPr>
          <w:rFonts w:ascii="Times New Roman" w:hAnsi="Times New Roman"/>
        </w:rPr>
      </w:pPr>
    </w:p>
    <w:p w:rsidR="005312DF" w:rsidRPr="00892824" w:rsidRDefault="005312DF">
      <w:pPr>
        <w:pStyle w:val="Pargrafo"/>
        <w:spacing w:line="360" w:lineRule="auto"/>
        <w:ind w:firstLine="0"/>
        <w:jc w:val="center"/>
        <w:rPr>
          <w:rFonts w:ascii="Times New Roman" w:hAnsi="Times New Roman"/>
        </w:rPr>
      </w:pPr>
    </w:p>
    <w:p w:rsidR="005312DF" w:rsidRPr="00892824" w:rsidRDefault="005312DF">
      <w:pPr>
        <w:pStyle w:val="Pargrafo"/>
        <w:spacing w:line="360" w:lineRule="auto"/>
        <w:ind w:firstLine="0"/>
        <w:jc w:val="center"/>
        <w:rPr>
          <w:rFonts w:ascii="Times New Roman" w:hAnsi="Times New Roman"/>
        </w:rPr>
      </w:pPr>
    </w:p>
    <w:p w:rsidR="005312DF" w:rsidRPr="00892824" w:rsidRDefault="005312DF">
      <w:pPr>
        <w:pStyle w:val="Pargrafo"/>
        <w:spacing w:line="360" w:lineRule="auto"/>
        <w:ind w:firstLine="0"/>
        <w:jc w:val="center"/>
        <w:rPr>
          <w:rFonts w:ascii="Times New Roman" w:hAnsi="Times New Roman"/>
        </w:rPr>
      </w:pPr>
    </w:p>
    <w:p w:rsidR="005312DF" w:rsidRPr="00892824" w:rsidRDefault="005312DF">
      <w:pPr>
        <w:pStyle w:val="Pargrafo"/>
        <w:spacing w:line="360" w:lineRule="auto"/>
        <w:ind w:firstLine="0"/>
        <w:jc w:val="center"/>
        <w:rPr>
          <w:rFonts w:ascii="Times New Roman" w:hAnsi="Times New Roman"/>
        </w:rPr>
      </w:pPr>
    </w:p>
    <w:p w:rsidR="005312DF" w:rsidRPr="00892824" w:rsidRDefault="005312DF">
      <w:pPr>
        <w:pStyle w:val="Pargrafo"/>
        <w:spacing w:line="360" w:lineRule="auto"/>
        <w:ind w:firstLine="0"/>
        <w:jc w:val="center"/>
        <w:rPr>
          <w:rFonts w:ascii="Times New Roman" w:hAnsi="Times New Roman"/>
        </w:rPr>
      </w:pPr>
    </w:p>
    <w:p w:rsidR="005312DF" w:rsidRPr="00892824" w:rsidRDefault="005312DF">
      <w:pPr>
        <w:pStyle w:val="Pargrafo"/>
        <w:spacing w:line="360" w:lineRule="auto"/>
        <w:ind w:firstLine="0"/>
        <w:jc w:val="center"/>
        <w:rPr>
          <w:rFonts w:ascii="Times New Roman" w:hAnsi="Times New Roman"/>
        </w:rPr>
      </w:pPr>
    </w:p>
    <w:p w:rsidR="005312DF" w:rsidRPr="00892824" w:rsidRDefault="005312DF">
      <w:pPr>
        <w:pStyle w:val="Pargrafo"/>
        <w:spacing w:line="360" w:lineRule="auto"/>
        <w:ind w:firstLine="0"/>
        <w:jc w:val="center"/>
        <w:rPr>
          <w:rFonts w:ascii="Times New Roman" w:hAnsi="Times New Roman"/>
        </w:rPr>
      </w:pPr>
    </w:p>
    <w:bookmarkEnd w:id="40"/>
    <w:p w:rsidR="005312DF" w:rsidRPr="006E397C" w:rsidRDefault="00901732" w:rsidP="006E397C">
      <w:pPr>
        <w:ind w:firstLine="0"/>
        <w:jc w:val="center"/>
        <w:rPr>
          <w:b/>
          <w:sz w:val="32"/>
          <w:szCs w:val="32"/>
        </w:rPr>
      </w:pPr>
      <w:r w:rsidRPr="006E397C">
        <w:rPr>
          <w:b/>
          <w:sz w:val="32"/>
          <w:szCs w:val="32"/>
        </w:rPr>
        <w:t>A</w:t>
      </w:r>
      <w:r w:rsidR="00F846FA">
        <w:rPr>
          <w:b/>
          <w:sz w:val="32"/>
          <w:szCs w:val="32"/>
        </w:rPr>
        <w:t>pêndices</w:t>
      </w:r>
    </w:p>
    <w:p w:rsidR="0070339E" w:rsidRDefault="005312DF">
      <w:pPr>
        <w:spacing w:line="240" w:lineRule="auto"/>
        <w:ind w:firstLine="0"/>
        <w:jc w:val="left"/>
        <w:rPr>
          <w:rFonts w:cs="Arial"/>
          <w:b/>
          <w:caps/>
          <w:sz w:val="32"/>
        </w:rPr>
      </w:pPr>
      <w:r w:rsidRPr="00892824">
        <w:br w:type="page"/>
      </w:r>
      <w:bookmarkStart w:id="41" w:name="_Toc96637516"/>
      <w:r w:rsidR="0070339E">
        <w:lastRenderedPageBreak/>
        <w:br w:type="page"/>
      </w:r>
    </w:p>
    <w:p w:rsidR="005312DF" w:rsidRPr="00892824" w:rsidRDefault="005312DF" w:rsidP="00901732">
      <w:pPr>
        <w:pStyle w:val="Ttulo5"/>
      </w:pPr>
      <w:bookmarkStart w:id="42" w:name="_Toc401248647"/>
      <w:r w:rsidRPr="00892824">
        <w:lastRenderedPageBreak/>
        <w:t>APÊNDICE A</w:t>
      </w:r>
      <w:r w:rsidR="007A2717">
        <w:t xml:space="preserve"> – Nome do apêndice</w:t>
      </w:r>
      <w:bookmarkEnd w:id="42"/>
    </w:p>
    <w:bookmarkEnd w:id="41"/>
    <w:p w:rsidR="005312DF" w:rsidRPr="00892824" w:rsidRDefault="007A2717" w:rsidP="007A2717">
      <w:r>
        <w:t>Blablablablablablablablablablablablablablablablablablablablablablablablabla</w:t>
      </w:r>
      <w:r w:rsidRPr="007A2717">
        <w:t>blablablablablablablablablablablablablablablablablablablablablablablablablablablablablablabl</w:t>
      </w:r>
      <w:r>
        <w:t>ablablablablablablablablablablablablablablablablablablablablablablablablablablablablablablablablablablablablablablablablablablablablablablablablablablablablablablablablablablablabla</w:t>
      </w:r>
      <w:r w:rsidR="00F649EB">
        <w:t>.</w:t>
      </w:r>
    </w:p>
    <w:p w:rsidR="005312DF" w:rsidRPr="00892824" w:rsidRDefault="005312DF">
      <w:pPr>
        <w:pStyle w:val="Referncias"/>
        <w:spacing w:after="0"/>
        <w:jc w:val="center"/>
        <w:rPr>
          <w:rFonts w:ascii="Times New Roman" w:hAnsi="Times New Roman"/>
        </w:rPr>
      </w:pPr>
      <w:r w:rsidRPr="00892824">
        <w:rPr>
          <w:rFonts w:ascii="Times New Roman" w:hAnsi="Times New Roman"/>
        </w:rPr>
        <w:br w:type="page"/>
      </w:r>
    </w:p>
    <w:p w:rsidR="0070339E" w:rsidRDefault="0070339E">
      <w:pPr>
        <w:spacing w:line="240" w:lineRule="auto"/>
        <w:ind w:firstLine="0"/>
        <w:jc w:val="left"/>
        <w:rPr>
          <w:noProof/>
        </w:rPr>
      </w:pPr>
      <w:r>
        <w:lastRenderedPageBreak/>
        <w:br w:type="page"/>
      </w:r>
    </w:p>
    <w:p w:rsidR="005312DF" w:rsidRPr="00892824" w:rsidRDefault="005312DF" w:rsidP="007A2717">
      <w:pPr>
        <w:pStyle w:val="Referncias"/>
        <w:spacing w:after="0"/>
        <w:ind w:firstLine="0"/>
        <w:jc w:val="center"/>
        <w:rPr>
          <w:rFonts w:ascii="Times New Roman" w:hAnsi="Times New Roman"/>
        </w:rPr>
      </w:pPr>
    </w:p>
    <w:p w:rsidR="005312DF" w:rsidRPr="00892824" w:rsidRDefault="005312DF" w:rsidP="007A2717">
      <w:pPr>
        <w:pStyle w:val="Referncias"/>
        <w:spacing w:after="0"/>
        <w:ind w:firstLine="0"/>
        <w:jc w:val="center"/>
        <w:rPr>
          <w:rFonts w:ascii="Times New Roman" w:hAnsi="Times New Roman"/>
        </w:rPr>
      </w:pPr>
    </w:p>
    <w:p w:rsidR="005312DF" w:rsidRPr="00892824" w:rsidRDefault="005312DF" w:rsidP="007A2717">
      <w:pPr>
        <w:pStyle w:val="Referncias"/>
        <w:spacing w:after="0"/>
        <w:ind w:firstLine="0"/>
        <w:jc w:val="center"/>
        <w:rPr>
          <w:rFonts w:ascii="Times New Roman" w:hAnsi="Times New Roman"/>
        </w:rPr>
      </w:pPr>
    </w:p>
    <w:p w:rsidR="005312DF" w:rsidRPr="00892824" w:rsidRDefault="005312DF" w:rsidP="007A2717">
      <w:pPr>
        <w:pStyle w:val="Referncias"/>
        <w:spacing w:after="0"/>
        <w:ind w:firstLine="0"/>
        <w:jc w:val="center"/>
        <w:rPr>
          <w:rFonts w:ascii="Times New Roman" w:hAnsi="Times New Roman"/>
        </w:rPr>
      </w:pPr>
    </w:p>
    <w:p w:rsidR="005312DF" w:rsidRPr="00892824" w:rsidRDefault="005312DF" w:rsidP="007A2717">
      <w:pPr>
        <w:pStyle w:val="Referncias"/>
        <w:spacing w:after="0"/>
        <w:ind w:firstLine="0"/>
        <w:jc w:val="center"/>
        <w:rPr>
          <w:rFonts w:ascii="Times New Roman" w:hAnsi="Times New Roman"/>
        </w:rPr>
      </w:pPr>
    </w:p>
    <w:p w:rsidR="005312DF" w:rsidRPr="00892824" w:rsidRDefault="005312DF" w:rsidP="007A2717">
      <w:pPr>
        <w:pStyle w:val="Referncias"/>
        <w:spacing w:after="0"/>
        <w:ind w:firstLine="0"/>
        <w:jc w:val="center"/>
        <w:rPr>
          <w:rFonts w:ascii="Times New Roman" w:hAnsi="Times New Roman"/>
        </w:rPr>
      </w:pPr>
    </w:p>
    <w:p w:rsidR="005312DF" w:rsidRPr="00892824" w:rsidRDefault="005312DF" w:rsidP="007A2717">
      <w:pPr>
        <w:pStyle w:val="Referncias"/>
        <w:spacing w:after="0"/>
        <w:ind w:firstLine="0"/>
        <w:jc w:val="center"/>
        <w:rPr>
          <w:rFonts w:ascii="Times New Roman" w:hAnsi="Times New Roman"/>
        </w:rPr>
      </w:pPr>
    </w:p>
    <w:p w:rsidR="005312DF" w:rsidRPr="00892824" w:rsidRDefault="005312DF" w:rsidP="007A2717">
      <w:pPr>
        <w:pStyle w:val="Referncias"/>
        <w:spacing w:after="0"/>
        <w:ind w:firstLine="0"/>
        <w:jc w:val="center"/>
        <w:rPr>
          <w:rFonts w:ascii="Times New Roman" w:hAnsi="Times New Roman"/>
        </w:rPr>
      </w:pPr>
    </w:p>
    <w:p w:rsidR="005312DF" w:rsidRPr="00892824" w:rsidRDefault="005312DF" w:rsidP="007A2717">
      <w:pPr>
        <w:pStyle w:val="Referncias"/>
        <w:spacing w:after="0"/>
        <w:ind w:firstLine="0"/>
        <w:jc w:val="center"/>
        <w:rPr>
          <w:rFonts w:ascii="Times New Roman" w:hAnsi="Times New Roman"/>
        </w:rPr>
      </w:pPr>
    </w:p>
    <w:p w:rsidR="005312DF" w:rsidRPr="00892824" w:rsidRDefault="005312DF" w:rsidP="007A2717">
      <w:pPr>
        <w:pStyle w:val="Referncias"/>
        <w:spacing w:after="0"/>
        <w:ind w:firstLine="0"/>
        <w:jc w:val="center"/>
        <w:rPr>
          <w:rFonts w:ascii="Times New Roman" w:hAnsi="Times New Roman"/>
        </w:rPr>
      </w:pPr>
    </w:p>
    <w:p w:rsidR="005312DF" w:rsidRPr="00892824" w:rsidRDefault="005312DF" w:rsidP="007A2717">
      <w:pPr>
        <w:pStyle w:val="Referncias"/>
        <w:spacing w:after="0"/>
        <w:ind w:firstLine="0"/>
        <w:jc w:val="center"/>
        <w:rPr>
          <w:rFonts w:ascii="Times New Roman" w:hAnsi="Times New Roman"/>
        </w:rPr>
      </w:pPr>
    </w:p>
    <w:p w:rsidR="005312DF" w:rsidRPr="00892824" w:rsidRDefault="005312DF" w:rsidP="007A2717">
      <w:pPr>
        <w:pStyle w:val="Referncias"/>
        <w:spacing w:after="0"/>
        <w:ind w:firstLine="0"/>
        <w:jc w:val="center"/>
        <w:rPr>
          <w:rFonts w:ascii="Times New Roman" w:hAnsi="Times New Roman"/>
        </w:rPr>
      </w:pPr>
    </w:p>
    <w:p w:rsidR="005312DF" w:rsidRPr="00F846FA" w:rsidRDefault="00F846FA" w:rsidP="00F846FA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Anexos</w:t>
      </w:r>
    </w:p>
    <w:p w:rsidR="0070339E" w:rsidRDefault="005312DF">
      <w:pPr>
        <w:spacing w:line="240" w:lineRule="auto"/>
        <w:ind w:firstLine="0"/>
        <w:jc w:val="left"/>
        <w:rPr>
          <w:rFonts w:cs="Arial"/>
          <w:b/>
          <w:caps/>
          <w:sz w:val="32"/>
        </w:rPr>
      </w:pPr>
      <w:r w:rsidRPr="00892824">
        <w:br w:type="page"/>
      </w:r>
      <w:r w:rsidR="0070339E">
        <w:lastRenderedPageBreak/>
        <w:br w:type="page"/>
      </w:r>
    </w:p>
    <w:p w:rsidR="007A2717" w:rsidRPr="00892824" w:rsidRDefault="007A2717" w:rsidP="007A2717">
      <w:pPr>
        <w:pStyle w:val="Ttulo5"/>
      </w:pPr>
      <w:bookmarkStart w:id="43" w:name="_Toc401248648"/>
      <w:r>
        <w:lastRenderedPageBreak/>
        <w:t>ANEXO</w:t>
      </w:r>
      <w:r w:rsidRPr="00892824">
        <w:t xml:space="preserve"> A</w:t>
      </w:r>
      <w:r>
        <w:t xml:space="preserve"> – Nome do aNEXO</w:t>
      </w:r>
      <w:bookmarkEnd w:id="43"/>
    </w:p>
    <w:p w:rsidR="00F649EB" w:rsidRDefault="007A2717" w:rsidP="007A2717">
      <w:pPr>
        <w:jc w:val="center"/>
      </w:pPr>
      <w:r>
        <w:t>Blablablablablablablablablablablablablablablablablablablablablablablablabla</w:t>
      </w:r>
      <w:r w:rsidRPr="007A2717">
        <w:t>blablablablablablablablablablablablablablablablablablablablablablablablablablablablablablabl</w:t>
      </w:r>
      <w:r>
        <w:t>ablablablablablablablablablablablablablablablablablablablablablablablablablablablablabla</w:t>
      </w:r>
      <w:r w:rsidR="00F649EB">
        <w:t>.</w:t>
      </w:r>
    </w:p>
    <w:p w:rsidR="00CD2673" w:rsidRPr="00CD2673" w:rsidRDefault="00CD2673" w:rsidP="007A2717">
      <w:pPr>
        <w:jc w:val="center"/>
      </w:pPr>
      <w:r>
        <w:br w:type="page"/>
      </w:r>
    </w:p>
    <w:p w:rsidR="0070339E" w:rsidRDefault="0070339E">
      <w:pPr>
        <w:spacing w:line="240" w:lineRule="auto"/>
        <w:ind w:firstLine="0"/>
        <w:jc w:val="left"/>
        <w:rPr>
          <w:rFonts w:cs="Arial"/>
          <w:b/>
          <w:caps/>
          <w:sz w:val="32"/>
        </w:rPr>
      </w:pPr>
      <w:r>
        <w:lastRenderedPageBreak/>
        <w:br w:type="page"/>
      </w:r>
    </w:p>
    <w:p w:rsidR="00CD2673" w:rsidRPr="00CD2673" w:rsidRDefault="00CD2673" w:rsidP="00D774A3">
      <w:pPr>
        <w:pStyle w:val="Ttulo5"/>
      </w:pPr>
      <w:bookmarkStart w:id="44" w:name="_Toc401248649"/>
      <w:r w:rsidRPr="00CD2673">
        <w:lastRenderedPageBreak/>
        <w:t>Trabalhos publicados pelo Autor</w:t>
      </w:r>
      <w:bookmarkEnd w:id="44"/>
    </w:p>
    <w:p w:rsidR="00D774A3" w:rsidRPr="00CD2673" w:rsidRDefault="00D774A3" w:rsidP="00D774A3">
      <w:r>
        <w:t xml:space="preserve">Trabalhos publicados pelo autor durante o programa (obrigatório somente para teses de doutorado e dissertações de mestrado no </w:t>
      </w:r>
      <w:proofErr w:type="spellStart"/>
      <w:r>
        <w:t>template</w:t>
      </w:r>
      <w:proofErr w:type="spellEnd"/>
      <w:r>
        <w:t xml:space="preserve"> DC/UEL).</w:t>
      </w:r>
    </w:p>
    <w:p w:rsidR="00CD2673" w:rsidRPr="00CD2673" w:rsidRDefault="00CD2673" w:rsidP="00D774A3">
      <w:pPr>
        <w:pStyle w:val="PargrafodaLista"/>
        <w:numPr>
          <w:ilvl w:val="0"/>
          <w:numId w:val="9"/>
        </w:numPr>
        <w:ind w:left="426" w:hanging="426"/>
      </w:pPr>
      <w:r w:rsidRPr="00CD2673">
        <w:t xml:space="preserve">Jose da silva, autor2 da silva, orientador da silva, </w:t>
      </w:r>
      <w:proofErr w:type="spellStart"/>
      <w:r w:rsidRPr="00D774A3">
        <w:rPr>
          <w:b/>
        </w:rPr>
        <w:t>Titulo</w:t>
      </w:r>
      <w:proofErr w:type="spellEnd"/>
      <w:r w:rsidRPr="00D774A3">
        <w:rPr>
          <w:b/>
        </w:rPr>
        <w:t xml:space="preserve"> do artigo</w:t>
      </w:r>
      <w:r w:rsidRPr="00CD2673">
        <w:t xml:space="preserve">, local onde foi publicado, </w:t>
      </w:r>
      <w:proofErr w:type="spellStart"/>
      <w:r w:rsidRPr="00CD2673">
        <w:t>mes</w:t>
      </w:r>
      <w:proofErr w:type="spellEnd"/>
      <w:r w:rsidRPr="00CD2673">
        <w:t xml:space="preserve">/ano, editora, </w:t>
      </w:r>
      <w:proofErr w:type="spellStart"/>
      <w:r w:rsidRPr="00CD2673">
        <w:t>numero</w:t>
      </w:r>
      <w:proofErr w:type="spellEnd"/>
      <w:r w:rsidRPr="00CD2673">
        <w:t xml:space="preserve"> de </w:t>
      </w:r>
      <w:proofErr w:type="spellStart"/>
      <w:r w:rsidRPr="00CD2673">
        <w:t>pagina</w:t>
      </w:r>
      <w:proofErr w:type="spellEnd"/>
      <w:r w:rsidRPr="00CD2673">
        <w:t xml:space="preserve">, </w:t>
      </w:r>
      <w:proofErr w:type="spellStart"/>
      <w:r w:rsidRPr="00CD2673">
        <w:t>isbn</w:t>
      </w:r>
      <w:proofErr w:type="spellEnd"/>
      <w:r w:rsidR="006F0B41">
        <w:t>, (</w:t>
      </w:r>
      <w:proofErr w:type="spellStart"/>
      <w:r w:rsidR="006F0B41">
        <w:t>Qualis</w:t>
      </w:r>
      <w:proofErr w:type="spellEnd"/>
      <w:r w:rsidR="006F0B41">
        <w:t xml:space="preserve"> CC 2012, </w:t>
      </w:r>
      <w:proofErr w:type="spellStart"/>
      <w:r w:rsidR="006F0B41">
        <w:t>xx</w:t>
      </w:r>
      <w:proofErr w:type="spellEnd"/>
      <w:r w:rsidR="006F0B41">
        <w:t>)</w:t>
      </w:r>
    </w:p>
    <w:p w:rsidR="00CD2673" w:rsidRPr="00CD2673" w:rsidRDefault="00CD2673" w:rsidP="00D774A3">
      <w:pPr>
        <w:pStyle w:val="PargrafodaLista"/>
        <w:numPr>
          <w:ilvl w:val="0"/>
          <w:numId w:val="9"/>
        </w:numPr>
        <w:ind w:left="426" w:hanging="426"/>
      </w:pPr>
      <w:r w:rsidRPr="00CD2673">
        <w:t xml:space="preserve">Jose da silva, autor2 da silva, orientador da silva, </w:t>
      </w:r>
      <w:proofErr w:type="spellStart"/>
      <w:r w:rsidRPr="00D774A3">
        <w:rPr>
          <w:b/>
        </w:rPr>
        <w:t>Titulo</w:t>
      </w:r>
      <w:proofErr w:type="spellEnd"/>
      <w:r w:rsidRPr="00D774A3">
        <w:rPr>
          <w:b/>
        </w:rPr>
        <w:t xml:space="preserve"> do artigo</w:t>
      </w:r>
      <w:r w:rsidRPr="00CD2673">
        <w:t xml:space="preserve">, local onde foi publicado, </w:t>
      </w:r>
      <w:proofErr w:type="spellStart"/>
      <w:r w:rsidRPr="00CD2673">
        <w:t>mes</w:t>
      </w:r>
      <w:proofErr w:type="spellEnd"/>
      <w:r w:rsidRPr="00CD2673">
        <w:t xml:space="preserve">/ano, editora, </w:t>
      </w:r>
      <w:proofErr w:type="spellStart"/>
      <w:r w:rsidRPr="00CD2673">
        <w:t>numero</w:t>
      </w:r>
      <w:proofErr w:type="spellEnd"/>
      <w:r w:rsidRPr="00CD2673">
        <w:t xml:space="preserve"> de </w:t>
      </w:r>
      <w:proofErr w:type="spellStart"/>
      <w:r w:rsidRPr="00CD2673">
        <w:t>pagina</w:t>
      </w:r>
      <w:proofErr w:type="spellEnd"/>
      <w:r w:rsidRPr="00CD2673">
        <w:t xml:space="preserve">, </w:t>
      </w:r>
      <w:proofErr w:type="spellStart"/>
      <w:r w:rsidRPr="00CD2673">
        <w:t>isbn</w:t>
      </w:r>
      <w:proofErr w:type="spellEnd"/>
      <w:r w:rsidR="006F0B41">
        <w:t>, (</w:t>
      </w:r>
      <w:proofErr w:type="spellStart"/>
      <w:r w:rsidR="006F0B41">
        <w:t>Qualis</w:t>
      </w:r>
      <w:proofErr w:type="spellEnd"/>
      <w:r w:rsidR="006F0B41">
        <w:t xml:space="preserve"> CC 2012, </w:t>
      </w:r>
      <w:proofErr w:type="spellStart"/>
      <w:r w:rsidR="006F0B41">
        <w:t>xx</w:t>
      </w:r>
      <w:proofErr w:type="spellEnd"/>
      <w:r w:rsidR="006F0B41">
        <w:t>)</w:t>
      </w:r>
    </w:p>
    <w:p w:rsidR="00CD2673" w:rsidRPr="00CD2673" w:rsidRDefault="00CD2673" w:rsidP="00D774A3">
      <w:pPr>
        <w:pStyle w:val="PargrafodaLista"/>
        <w:numPr>
          <w:ilvl w:val="0"/>
          <w:numId w:val="9"/>
        </w:numPr>
        <w:ind w:left="426" w:hanging="426"/>
      </w:pPr>
      <w:r w:rsidRPr="00CD2673">
        <w:t xml:space="preserve">Jose da silva, autor2 da silva, orientador da silva, </w:t>
      </w:r>
      <w:proofErr w:type="spellStart"/>
      <w:r w:rsidRPr="00D774A3">
        <w:rPr>
          <w:b/>
        </w:rPr>
        <w:t>Titulo</w:t>
      </w:r>
      <w:proofErr w:type="spellEnd"/>
      <w:r w:rsidRPr="00D774A3">
        <w:rPr>
          <w:b/>
        </w:rPr>
        <w:t xml:space="preserve"> do artigo</w:t>
      </w:r>
      <w:r w:rsidRPr="00CD2673">
        <w:t xml:space="preserve">, local onde foi publicado, </w:t>
      </w:r>
      <w:proofErr w:type="spellStart"/>
      <w:r w:rsidRPr="00CD2673">
        <w:t>mes</w:t>
      </w:r>
      <w:proofErr w:type="spellEnd"/>
      <w:r w:rsidRPr="00CD2673">
        <w:t xml:space="preserve">/ano, editora, </w:t>
      </w:r>
      <w:proofErr w:type="spellStart"/>
      <w:r w:rsidRPr="00CD2673">
        <w:t>numero</w:t>
      </w:r>
      <w:proofErr w:type="spellEnd"/>
      <w:r w:rsidRPr="00CD2673">
        <w:t xml:space="preserve"> de </w:t>
      </w:r>
      <w:proofErr w:type="spellStart"/>
      <w:r w:rsidRPr="00CD2673">
        <w:t>pagina</w:t>
      </w:r>
      <w:proofErr w:type="spellEnd"/>
      <w:r w:rsidRPr="00CD2673">
        <w:t xml:space="preserve">, </w:t>
      </w:r>
      <w:proofErr w:type="spellStart"/>
      <w:r w:rsidRPr="00CD2673">
        <w:t>isbn</w:t>
      </w:r>
      <w:proofErr w:type="spellEnd"/>
      <w:r w:rsidR="006F0B41">
        <w:t>, (</w:t>
      </w:r>
      <w:proofErr w:type="spellStart"/>
      <w:r w:rsidR="006F0B41">
        <w:t>Qualis</w:t>
      </w:r>
      <w:proofErr w:type="spellEnd"/>
      <w:r w:rsidR="006F0B41">
        <w:t xml:space="preserve"> CC 2012, </w:t>
      </w:r>
      <w:proofErr w:type="spellStart"/>
      <w:r w:rsidR="006F0B41">
        <w:t>xx</w:t>
      </w:r>
      <w:proofErr w:type="spellEnd"/>
      <w:r w:rsidR="006F0B41">
        <w:t>)</w:t>
      </w:r>
    </w:p>
    <w:p w:rsidR="00CD2673" w:rsidRPr="00CD2673" w:rsidRDefault="00CD2673" w:rsidP="00D774A3">
      <w:pPr>
        <w:pStyle w:val="PargrafodaLista"/>
        <w:numPr>
          <w:ilvl w:val="0"/>
          <w:numId w:val="9"/>
        </w:numPr>
        <w:ind w:left="426" w:hanging="426"/>
      </w:pPr>
      <w:r w:rsidRPr="00CD2673">
        <w:t xml:space="preserve">Jose da silva, autor2 da silva, orientador da silva, </w:t>
      </w:r>
      <w:proofErr w:type="spellStart"/>
      <w:r w:rsidRPr="00D774A3">
        <w:rPr>
          <w:b/>
        </w:rPr>
        <w:t>Titulo</w:t>
      </w:r>
      <w:proofErr w:type="spellEnd"/>
      <w:r w:rsidRPr="00D774A3">
        <w:rPr>
          <w:b/>
        </w:rPr>
        <w:t xml:space="preserve"> do artigo</w:t>
      </w:r>
      <w:r w:rsidRPr="00CD2673">
        <w:t xml:space="preserve">, local onde foi publicado, </w:t>
      </w:r>
      <w:proofErr w:type="spellStart"/>
      <w:r w:rsidRPr="00CD2673">
        <w:t>mes</w:t>
      </w:r>
      <w:proofErr w:type="spellEnd"/>
      <w:r w:rsidRPr="00CD2673">
        <w:t xml:space="preserve">/ano, editora, </w:t>
      </w:r>
      <w:proofErr w:type="spellStart"/>
      <w:r w:rsidRPr="00CD2673">
        <w:t>numero</w:t>
      </w:r>
      <w:proofErr w:type="spellEnd"/>
      <w:r w:rsidRPr="00CD2673">
        <w:t xml:space="preserve"> de </w:t>
      </w:r>
      <w:proofErr w:type="spellStart"/>
      <w:r w:rsidRPr="00CD2673">
        <w:t>pagina</w:t>
      </w:r>
      <w:proofErr w:type="spellEnd"/>
      <w:r w:rsidRPr="00CD2673">
        <w:t xml:space="preserve">, </w:t>
      </w:r>
      <w:proofErr w:type="spellStart"/>
      <w:r w:rsidRPr="00CD2673">
        <w:t>isbn</w:t>
      </w:r>
      <w:proofErr w:type="spellEnd"/>
      <w:r w:rsidR="006F0B41">
        <w:t>, (</w:t>
      </w:r>
      <w:proofErr w:type="spellStart"/>
      <w:r w:rsidR="006F0B41">
        <w:t>Qualis</w:t>
      </w:r>
      <w:proofErr w:type="spellEnd"/>
      <w:r w:rsidR="006F0B41">
        <w:t xml:space="preserve"> CC 2012, </w:t>
      </w:r>
      <w:proofErr w:type="spellStart"/>
      <w:r w:rsidR="006F0B41">
        <w:t>xx</w:t>
      </w:r>
      <w:proofErr w:type="spellEnd"/>
      <w:r w:rsidR="006F0B41">
        <w:t>)</w:t>
      </w:r>
    </w:p>
    <w:sectPr w:rsidR="00CD2673" w:rsidRPr="00CD2673" w:rsidSect="00741B28">
      <w:headerReference w:type="default" r:id="rId17"/>
      <w:pgSz w:w="11907" w:h="16840" w:code="9"/>
      <w:pgMar w:top="1701" w:right="1134" w:bottom="1134" w:left="1701" w:header="1134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735" w:rsidRDefault="00232735">
      <w:r>
        <w:separator/>
      </w:r>
    </w:p>
  </w:endnote>
  <w:endnote w:type="continuationSeparator" w:id="0">
    <w:p w:rsidR="00232735" w:rsidRDefault="00232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ILDOP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735" w:rsidRDefault="00232735">
      <w:r>
        <w:separator/>
      </w:r>
    </w:p>
  </w:footnote>
  <w:footnote w:type="continuationSeparator" w:id="0">
    <w:p w:rsidR="00232735" w:rsidRDefault="00232735">
      <w:r>
        <w:continuationSeparator/>
      </w:r>
    </w:p>
  </w:footnote>
  <w:footnote w:id="1">
    <w:p w:rsidR="001507A1" w:rsidRDefault="001507A1">
      <w:pPr>
        <w:pStyle w:val="Textodenotaderodap"/>
      </w:pPr>
      <w:r>
        <w:rPr>
          <w:rStyle w:val="Refdenotaderodap"/>
        </w:rPr>
        <w:footnoteRef/>
      </w:r>
      <w:r>
        <w:t xml:space="preserve"> https://bibword.codeplex.com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7A1" w:rsidRDefault="001507A1" w:rsidP="00F71D8B">
    <w:pPr>
      <w:pStyle w:val="Cabealho"/>
      <w:ind w:right="36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7A1" w:rsidRDefault="001507A1">
    <w:pPr>
      <w:pStyle w:val="Cabealho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7A1" w:rsidRDefault="001507A1">
    <w:pPr>
      <w:pStyle w:val="Cabealho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7A1" w:rsidRDefault="001507A1" w:rsidP="00862696">
    <w:pPr>
      <w:pStyle w:val="Cabealho"/>
      <w:framePr w:wrap="around" w:vAnchor="text" w:hAnchor="margin" w:xAlign="right" w:y="1"/>
      <w:ind w:firstLine="0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01773">
      <w:rPr>
        <w:rStyle w:val="Nmerodepgina"/>
        <w:noProof/>
      </w:rPr>
      <w:t>41</w:t>
    </w:r>
    <w:r>
      <w:rPr>
        <w:rStyle w:val="Nmerodepgina"/>
      </w:rPr>
      <w:fldChar w:fldCharType="end"/>
    </w:r>
  </w:p>
  <w:p w:rsidR="001507A1" w:rsidRDefault="001507A1">
    <w:pPr>
      <w:pStyle w:val="Cabealho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2D28E0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1"/>
    <w:multiLevelType w:val="singleLevel"/>
    <w:tmpl w:val="76FE78B2"/>
    <w:lvl w:ilvl="0">
      <w:start w:val="1"/>
      <w:numFmt w:val="bullet"/>
      <w:pStyle w:val="Subalne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050241C9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1143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3">
    <w:nsid w:val="382E72E9"/>
    <w:multiLevelType w:val="hybridMultilevel"/>
    <w:tmpl w:val="6A606362"/>
    <w:lvl w:ilvl="0" w:tplc="2BEA2FEA">
      <w:start w:val="1"/>
      <w:numFmt w:val="lowerLetter"/>
      <w:pStyle w:val="MarcadorAlfabtico"/>
      <w:lvlText w:val="%1)"/>
      <w:lvlJc w:val="left"/>
      <w:pPr>
        <w:tabs>
          <w:tab w:val="num" w:pos="2132"/>
        </w:tabs>
        <w:ind w:left="2132" w:hanging="431"/>
      </w:pPr>
      <w:rPr>
        <w:rFonts w:ascii="Arial" w:hAnsi="Arial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F77979"/>
    <w:multiLevelType w:val="hybridMultilevel"/>
    <w:tmpl w:val="BF246798"/>
    <w:lvl w:ilvl="0" w:tplc="C27E02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2509AF"/>
    <w:multiLevelType w:val="hybridMultilevel"/>
    <w:tmpl w:val="64D01B0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4BED028D"/>
    <w:multiLevelType w:val="hybridMultilevel"/>
    <w:tmpl w:val="FD68361C"/>
    <w:lvl w:ilvl="0" w:tplc="D2C8F186">
      <w:start w:val="1"/>
      <w:numFmt w:val="decimal"/>
      <w:lvlText w:val="%1  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0A3C94"/>
    <w:multiLevelType w:val="hybridMultilevel"/>
    <w:tmpl w:val="239A4EE6"/>
    <w:lvl w:ilvl="0" w:tplc="221E453E">
      <w:start w:val="1"/>
      <w:numFmt w:val="decimal"/>
      <w:lvlText w:val="%1  "/>
      <w:lvlJc w:val="left"/>
      <w:pPr>
        <w:ind w:left="720" w:hanging="360"/>
      </w:pPr>
      <w:rPr>
        <w:rFonts w:hint="default"/>
      </w:rPr>
    </w:lvl>
    <w:lvl w:ilvl="1" w:tplc="B3983D6E">
      <w:start w:val="1"/>
      <w:numFmt w:val="decimal"/>
      <w:lvlText w:val="%2  "/>
      <w:lvlJc w:val="lef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D66208"/>
    <w:multiLevelType w:val="hybridMultilevel"/>
    <w:tmpl w:val="561E21B4"/>
    <w:lvl w:ilvl="0" w:tplc="0416000F">
      <w:start w:val="1"/>
      <w:numFmt w:val="decimal"/>
      <w:lvlText w:val="%1."/>
      <w:lvlJc w:val="left"/>
      <w:pPr>
        <w:ind w:left="2421" w:hanging="360"/>
      </w:p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9">
    <w:nsid w:val="7634040F"/>
    <w:multiLevelType w:val="hybridMultilevel"/>
    <w:tmpl w:val="BD920E8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9"/>
  </w:num>
  <w:num w:numId="5">
    <w:abstractNumId w:val="4"/>
  </w:num>
  <w:num w:numId="6">
    <w:abstractNumId w:val="6"/>
  </w:num>
  <w:num w:numId="7">
    <w:abstractNumId w:val="7"/>
  </w:num>
  <w:num w:numId="8">
    <w:abstractNumId w:val="2"/>
  </w:num>
  <w:num w:numId="9">
    <w:abstractNumId w:val="8"/>
  </w:num>
  <w:num w:numId="10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185"/>
    <w:rsid w:val="00006E18"/>
    <w:rsid w:val="000327DD"/>
    <w:rsid w:val="000359BF"/>
    <w:rsid w:val="0004412E"/>
    <w:rsid w:val="000466A1"/>
    <w:rsid w:val="00064946"/>
    <w:rsid w:val="00065E64"/>
    <w:rsid w:val="00077593"/>
    <w:rsid w:val="00096AC3"/>
    <w:rsid w:val="00097967"/>
    <w:rsid w:val="000A0178"/>
    <w:rsid w:val="000B2C7C"/>
    <w:rsid w:val="000C4612"/>
    <w:rsid w:val="000D249C"/>
    <w:rsid w:val="000E11FB"/>
    <w:rsid w:val="00101773"/>
    <w:rsid w:val="001066AA"/>
    <w:rsid w:val="001273EB"/>
    <w:rsid w:val="00130B24"/>
    <w:rsid w:val="001507A1"/>
    <w:rsid w:val="001543D7"/>
    <w:rsid w:val="00157F5D"/>
    <w:rsid w:val="00161D20"/>
    <w:rsid w:val="00163AE1"/>
    <w:rsid w:val="00185EEF"/>
    <w:rsid w:val="0019381F"/>
    <w:rsid w:val="001E15F4"/>
    <w:rsid w:val="00214938"/>
    <w:rsid w:val="00225586"/>
    <w:rsid w:val="00232735"/>
    <w:rsid w:val="002600E2"/>
    <w:rsid w:val="00267E93"/>
    <w:rsid w:val="00275708"/>
    <w:rsid w:val="00284FB7"/>
    <w:rsid w:val="0029013B"/>
    <w:rsid w:val="002A2256"/>
    <w:rsid w:val="002A3E92"/>
    <w:rsid w:val="002A65EE"/>
    <w:rsid w:val="002B2E6F"/>
    <w:rsid w:val="002B5F65"/>
    <w:rsid w:val="002E2F8F"/>
    <w:rsid w:val="00312BEF"/>
    <w:rsid w:val="00314E5D"/>
    <w:rsid w:val="00315670"/>
    <w:rsid w:val="003240DA"/>
    <w:rsid w:val="00324F4F"/>
    <w:rsid w:val="00337D46"/>
    <w:rsid w:val="0034436E"/>
    <w:rsid w:val="00360182"/>
    <w:rsid w:val="00366AD9"/>
    <w:rsid w:val="00367A31"/>
    <w:rsid w:val="00377B9D"/>
    <w:rsid w:val="00382AB3"/>
    <w:rsid w:val="0038711C"/>
    <w:rsid w:val="003C2B11"/>
    <w:rsid w:val="003C443D"/>
    <w:rsid w:val="003E2CE5"/>
    <w:rsid w:val="003F05FE"/>
    <w:rsid w:val="0040267D"/>
    <w:rsid w:val="0042717C"/>
    <w:rsid w:val="00445917"/>
    <w:rsid w:val="0045002C"/>
    <w:rsid w:val="00466F89"/>
    <w:rsid w:val="004717D0"/>
    <w:rsid w:val="004806B2"/>
    <w:rsid w:val="00482CA2"/>
    <w:rsid w:val="00484A67"/>
    <w:rsid w:val="00494F6F"/>
    <w:rsid w:val="004B36EB"/>
    <w:rsid w:val="004D7782"/>
    <w:rsid w:val="004E1CC9"/>
    <w:rsid w:val="00514B47"/>
    <w:rsid w:val="00516517"/>
    <w:rsid w:val="00516571"/>
    <w:rsid w:val="00524463"/>
    <w:rsid w:val="005312DF"/>
    <w:rsid w:val="00531FCA"/>
    <w:rsid w:val="0053279C"/>
    <w:rsid w:val="00547177"/>
    <w:rsid w:val="0055094F"/>
    <w:rsid w:val="00552C4C"/>
    <w:rsid w:val="00581968"/>
    <w:rsid w:val="00581A68"/>
    <w:rsid w:val="0058350C"/>
    <w:rsid w:val="005E51B5"/>
    <w:rsid w:val="006045A2"/>
    <w:rsid w:val="006129E2"/>
    <w:rsid w:val="00620E68"/>
    <w:rsid w:val="006311FF"/>
    <w:rsid w:val="00654A38"/>
    <w:rsid w:val="006579F2"/>
    <w:rsid w:val="006752D9"/>
    <w:rsid w:val="00693487"/>
    <w:rsid w:val="006A114D"/>
    <w:rsid w:val="006B34D1"/>
    <w:rsid w:val="006B3BD7"/>
    <w:rsid w:val="006E397C"/>
    <w:rsid w:val="006E73E4"/>
    <w:rsid w:val="006F0B41"/>
    <w:rsid w:val="006F492A"/>
    <w:rsid w:val="006F7182"/>
    <w:rsid w:val="0070339E"/>
    <w:rsid w:val="00706F1B"/>
    <w:rsid w:val="007148C5"/>
    <w:rsid w:val="00715511"/>
    <w:rsid w:val="007209EB"/>
    <w:rsid w:val="00734D3E"/>
    <w:rsid w:val="00741B28"/>
    <w:rsid w:val="00742C1B"/>
    <w:rsid w:val="00747885"/>
    <w:rsid w:val="007515D7"/>
    <w:rsid w:val="00751F09"/>
    <w:rsid w:val="007568AF"/>
    <w:rsid w:val="00775EA2"/>
    <w:rsid w:val="007779BB"/>
    <w:rsid w:val="00781337"/>
    <w:rsid w:val="0079094B"/>
    <w:rsid w:val="00791821"/>
    <w:rsid w:val="007A2717"/>
    <w:rsid w:val="007B56A1"/>
    <w:rsid w:val="007B6C04"/>
    <w:rsid w:val="007C0236"/>
    <w:rsid w:val="007C1A5B"/>
    <w:rsid w:val="007E090C"/>
    <w:rsid w:val="007E277B"/>
    <w:rsid w:val="007F3193"/>
    <w:rsid w:val="007F4370"/>
    <w:rsid w:val="00807C01"/>
    <w:rsid w:val="0081165D"/>
    <w:rsid w:val="008221A9"/>
    <w:rsid w:val="00824A8E"/>
    <w:rsid w:val="00834BF5"/>
    <w:rsid w:val="00862696"/>
    <w:rsid w:val="00862915"/>
    <w:rsid w:val="00866E44"/>
    <w:rsid w:val="00881B19"/>
    <w:rsid w:val="00881D0F"/>
    <w:rsid w:val="00892824"/>
    <w:rsid w:val="008A271F"/>
    <w:rsid w:val="008C29DA"/>
    <w:rsid w:val="008D3568"/>
    <w:rsid w:val="008D4DFD"/>
    <w:rsid w:val="008E2329"/>
    <w:rsid w:val="008E3D3A"/>
    <w:rsid w:val="00901732"/>
    <w:rsid w:val="0092272F"/>
    <w:rsid w:val="00923025"/>
    <w:rsid w:val="00923BDC"/>
    <w:rsid w:val="00934A43"/>
    <w:rsid w:val="00947376"/>
    <w:rsid w:val="0096226A"/>
    <w:rsid w:val="0098792E"/>
    <w:rsid w:val="00987B70"/>
    <w:rsid w:val="00990233"/>
    <w:rsid w:val="009941C0"/>
    <w:rsid w:val="00997FFD"/>
    <w:rsid w:val="009B1AAF"/>
    <w:rsid w:val="009B40EC"/>
    <w:rsid w:val="009E21F4"/>
    <w:rsid w:val="009F24E8"/>
    <w:rsid w:val="009F7B1F"/>
    <w:rsid w:val="00A06113"/>
    <w:rsid w:val="00A06EF0"/>
    <w:rsid w:val="00A07EAE"/>
    <w:rsid w:val="00A2068F"/>
    <w:rsid w:val="00A46869"/>
    <w:rsid w:val="00A60D03"/>
    <w:rsid w:val="00A834FA"/>
    <w:rsid w:val="00A83708"/>
    <w:rsid w:val="00AA525B"/>
    <w:rsid w:val="00AB060A"/>
    <w:rsid w:val="00AB6EF9"/>
    <w:rsid w:val="00AB7655"/>
    <w:rsid w:val="00AD0297"/>
    <w:rsid w:val="00AD5003"/>
    <w:rsid w:val="00AE320E"/>
    <w:rsid w:val="00B0103B"/>
    <w:rsid w:val="00B01EAD"/>
    <w:rsid w:val="00B04672"/>
    <w:rsid w:val="00B04A90"/>
    <w:rsid w:val="00B07F93"/>
    <w:rsid w:val="00B31244"/>
    <w:rsid w:val="00B32445"/>
    <w:rsid w:val="00B36187"/>
    <w:rsid w:val="00B75185"/>
    <w:rsid w:val="00B80933"/>
    <w:rsid w:val="00B83E4C"/>
    <w:rsid w:val="00B85D20"/>
    <w:rsid w:val="00B93E53"/>
    <w:rsid w:val="00B96D15"/>
    <w:rsid w:val="00BA5C1E"/>
    <w:rsid w:val="00BA5E42"/>
    <w:rsid w:val="00BB2A69"/>
    <w:rsid w:val="00BC4EA6"/>
    <w:rsid w:val="00BF0918"/>
    <w:rsid w:val="00BF6BF2"/>
    <w:rsid w:val="00C003DD"/>
    <w:rsid w:val="00C160D3"/>
    <w:rsid w:val="00C21B3E"/>
    <w:rsid w:val="00C40284"/>
    <w:rsid w:val="00C40AB3"/>
    <w:rsid w:val="00C45076"/>
    <w:rsid w:val="00C7432B"/>
    <w:rsid w:val="00C76F7B"/>
    <w:rsid w:val="00C77F0F"/>
    <w:rsid w:val="00C844F3"/>
    <w:rsid w:val="00C86C41"/>
    <w:rsid w:val="00C913A9"/>
    <w:rsid w:val="00C96700"/>
    <w:rsid w:val="00CA0A36"/>
    <w:rsid w:val="00CB0BB3"/>
    <w:rsid w:val="00CC78B7"/>
    <w:rsid w:val="00CD2673"/>
    <w:rsid w:val="00CF40EC"/>
    <w:rsid w:val="00D07342"/>
    <w:rsid w:val="00D17D69"/>
    <w:rsid w:val="00D20B19"/>
    <w:rsid w:val="00D243ED"/>
    <w:rsid w:val="00D26A80"/>
    <w:rsid w:val="00D63BE6"/>
    <w:rsid w:val="00D774A3"/>
    <w:rsid w:val="00D83079"/>
    <w:rsid w:val="00D846CF"/>
    <w:rsid w:val="00D86057"/>
    <w:rsid w:val="00DB59FA"/>
    <w:rsid w:val="00DC22CA"/>
    <w:rsid w:val="00DC6D35"/>
    <w:rsid w:val="00DC7552"/>
    <w:rsid w:val="00DE2239"/>
    <w:rsid w:val="00DF700A"/>
    <w:rsid w:val="00E06226"/>
    <w:rsid w:val="00E07852"/>
    <w:rsid w:val="00E524DC"/>
    <w:rsid w:val="00E61A90"/>
    <w:rsid w:val="00E67D03"/>
    <w:rsid w:val="00E74724"/>
    <w:rsid w:val="00E759D9"/>
    <w:rsid w:val="00E873A7"/>
    <w:rsid w:val="00E957F6"/>
    <w:rsid w:val="00EB26A2"/>
    <w:rsid w:val="00EB4FF5"/>
    <w:rsid w:val="00EE19A0"/>
    <w:rsid w:val="00F00912"/>
    <w:rsid w:val="00F16BAF"/>
    <w:rsid w:val="00F226D2"/>
    <w:rsid w:val="00F42165"/>
    <w:rsid w:val="00F53239"/>
    <w:rsid w:val="00F53828"/>
    <w:rsid w:val="00F62DF1"/>
    <w:rsid w:val="00F649EB"/>
    <w:rsid w:val="00F71D8B"/>
    <w:rsid w:val="00F75099"/>
    <w:rsid w:val="00F846FA"/>
    <w:rsid w:val="00F85477"/>
    <w:rsid w:val="00F9114A"/>
    <w:rsid w:val="00F937BC"/>
    <w:rsid w:val="00FA22F4"/>
    <w:rsid w:val="00FA28DC"/>
    <w:rsid w:val="00FA560E"/>
    <w:rsid w:val="00FC0989"/>
    <w:rsid w:val="00FE076A"/>
    <w:rsid w:val="00FE537C"/>
    <w:rsid w:val="00FF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003E00C-E42F-4B38-9425-100AA493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E44"/>
    <w:pPr>
      <w:spacing w:line="360" w:lineRule="auto"/>
      <w:ind w:firstLine="1701"/>
      <w:jc w:val="both"/>
    </w:pPr>
    <w:rPr>
      <w:sz w:val="24"/>
      <w:szCs w:val="24"/>
    </w:rPr>
  </w:style>
  <w:style w:type="paragraph" w:styleId="Ttulo1">
    <w:name w:val="heading 1"/>
    <w:basedOn w:val="Normal"/>
    <w:next w:val="Pargrafo"/>
    <w:link w:val="Ttulo1Char"/>
    <w:uiPriority w:val="9"/>
    <w:qFormat/>
    <w:rsid w:val="007E090C"/>
    <w:pPr>
      <w:keepNext/>
      <w:pageBreakBefore/>
      <w:widowControl w:val="0"/>
      <w:numPr>
        <w:numId w:val="8"/>
      </w:numPr>
      <w:tabs>
        <w:tab w:val="left" w:pos="227"/>
        <w:tab w:val="left" w:pos="454"/>
      </w:tabs>
      <w:spacing w:after="480"/>
      <w:ind w:left="431" w:hanging="431"/>
      <w:outlineLvl w:val="0"/>
    </w:pPr>
    <w:rPr>
      <w:b/>
      <w:caps/>
      <w:noProof/>
      <w:snapToGrid w:val="0"/>
      <w:kern w:val="28"/>
      <w:sz w:val="32"/>
      <w:szCs w:val="20"/>
    </w:rPr>
  </w:style>
  <w:style w:type="paragraph" w:styleId="Ttulo2">
    <w:name w:val="heading 2"/>
    <w:basedOn w:val="Normal"/>
    <w:next w:val="Normal"/>
    <w:qFormat/>
    <w:rsid w:val="007E090C"/>
    <w:pPr>
      <w:keepNext/>
      <w:numPr>
        <w:ilvl w:val="1"/>
        <w:numId w:val="8"/>
      </w:numPr>
      <w:spacing w:before="720" w:after="240"/>
      <w:ind w:left="578" w:hanging="578"/>
      <w:outlineLvl w:val="1"/>
    </w:pPr>
    <w:rPr>
      <w:b/>
      <w:sz w:val="32"/>
      <w:szCs w:val="20"/>
    </w:rPr>
  </w:style>
  <w:style w:type="paragraph" w:styleId="Ttulo3">
    <w:name w:val="heading 3"/>
    <w:basedOn w:val="Normal"/>
    <w:next w:val="Pargrafo"/>
    <w:qFormat/>
    <w:rsid w:val="007E090C"/>
    <w:pPr>
      <w:keepNext/>
      <w:widowControl w:val="0"/>
      <w:numPr>
        <w:ilvl w:val="2"/>
        <w:numId w:val="8"/>
      </w:numPr>
      <w:tabs>
        <w:tab w:val="left" w:pos="227"/>
        <w:tab w:val="left" w:pos="624"/>
      </w:tabs>
      <w:spacing w:before="480" w:after="240"/>
      <w:outlineLvl w:val="2"/>
    </w:pPr>
    <w:rPr>
      <w:b/>
      <w:noProof/>
      <w:snapToGrid w:val="0"/>
      <w:sz w:val="28"/>
      <w:szCs w:val="20"/>
    </w:rPr>
  </w:style>
  <w:style w:type="paragraph" w:styleId="Ttulo4">
    <w:name w:val="heading 4"/>
    <w:basedOn w:val="Normal"/>
    <w:next w:val="Pargrafo"/>
    <w:qFormat/>
    <w:rsid w:val="007E090C"/>
    <w:pPr>
      <w:keepNext/>
      <w:widowControl w:val="0"/>
      <w:numPr>
        <w:ilvl w:val="3"/>
        <w:numId w:val="8"/>
      </w:numPr>
      <w:tabs>
        <w:tab w:val="left" w:pos="227"/>
        <w:tab w:val="left" w:pos="851"/>
      </w:tabs>
      <w:spacing w:before="360" w:after="240"/>
      <w:ind w:left="862" w:hanging="862"/>
      <w:outlineLvl w:val="3"/>
    </w:pPr>
    <w:rPr>
      <w:b/>
      <w:noProof/>
      <w:snapToGrid w:val="0"/>
      <w:szCs w:val="20"/>
    </w:rPr>
  </w:style>
  <w:style w:type="paragraph" w:styleId="Ttulo5">
    <w:name w:val="heading 5"/>
    <w:basedOn w:val="Normal"/>
    <w:next w:val="Normal"/>
    <w:qFormat/>
    <w:rsid w:val="00130B24"/>
    <w:pPr>
      <w:keepNext/>
      <w:spacing w:after="480"/>
      <w:ind w:firstLine="0"/>
      <w:jc w:val="center"/>
      <w:outlineLvl w:val="4"/>
    </w:pPr>
    <w:rPr>
      <w:rFonts w:cs="Arial"/>
      <w:b/>
      <w:caps/>
      <w:sz w:val="32"/>
    </w:rPr>
  </w:style>
  <w:style w:type="paragraph" w:styleId="Ttulo6">
    <w:name w:val="heading 6"/>
    <w:basedOn w:val="Normal"/>
    <w:next w:val="Pargrafo"/>
    <w:qFormat/>
    <w:rsid w:val="00130B24"/>
    <w:pPr>
      <w:widowControl w:val="0"/>
      <w:spacing w:after="480"/>
      <w:ind w:firstLine="0"/>
      <w:jc w:val="center"/>
      <w:outlineLvl w:val="5"/>
    </w:pPr>
    <w:rPr>
      <w:b/>
      <w:caps/>
      <w:noProof/>
      <w:snapToGrid w:val="0"/>
      <w:sz w:val="32"/>
      <w:szCs w:val="2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07852"/>
    <w:pPr>
      <w:numPr>
        <w:ilvl w:val="6"/>
        <w:numId w:val="8"/>
      </w:num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07852"/>
    <w:pPr>
      <w:numPr>
        <w:ilvl w:val="7"/>
        <w:numId w:val="8"/>
      </w:num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8"/>
      </w:numPr>
      <w:jc w:val="center"/>
      <w:outlineLvl w:val="8"/>
    </w:pPr>
    <w:rPr>
      <w:b/>
      <w:bCs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pPr>
      <w:ind w:left="426" w:hanging="426"/>
    </w:pPr>
    <w:rPr>
      <w:sz w:val="28"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Nmerodepgina">
    <w:name w:val="page number"/>
    <w:basedOn w:val="Fontepargpadro"/>
  </w:style>
  <w:style w:type="paragraph" w:styleId="Corpodetexto">
    <w:name w:val="Body Text"/>
    <w:basedOn w:val="Normal"/>
    <w:rPr>
      <w:sz w:val="28"/>
      <w:szCs w:val="20"/>
    </w:rPr>
  </w:style>
  <w:style w:type="paragraph" w:customStyle="1" w:styleId="NomedoAutoreCurso">
    <w:name w:val="Nome do Autor e Curso"/>
    <w:basedOn w:val="Normal"/>
    <w:pPr>
      <w:widowControl w:val="0"/>
      <w:jc w:val="center"/>
    </w:pPr>
    <w:rPr>
      <w:rFonts w:ascii="Arial" w:hAnsi="Arial"/>
      <w:caps/>
      <w:noProof/>
      <w:snapToGrid w:val="0"/>
      <w:sz w:val="28"/>
      <w:szCs w:val="20"/>
    </w:rPr>
  </w:style>
  <w:style w:type="paragraph" w:customStyle="1" w:styleId="TtulodoTrabalho">
    <w:name w:val="Título do Trabalho"/>
    <w:basedOn w:val="Normal"/>
    <w:next w:val="SubttulodoTrabalho"/>
    <w:pPr>
      <w:widowControl w:val="0"/>
      <w:jc w:val="center"/>
    </w:pPr>
    <w:rPr>
      <w:rFonts w:ascii="Arial" w:hAnsi="Arial"/>
      <w:b/>
      <w:caps/>
      <w:noProof/>
      <w:snapToGrid w:val="0"/>
      <w:sz w:val="32"/>
      <w:szCs w:val="20"/>
    </w:rPr>
  </w:style>
  <w:style w:type="paragraph" w:customStyle="1" w:styleId="SubttulodoTrabalho">
    <w:name w:val="Subtítulo do Trabalho"/>
    <w:basedOn w:val="Normal"/>
    <w:next w:val="Normal"/>
    <w:pPr>
      <w:widowControl w:val="0"/>
      <w:jc w:val="center"/>
    </w:pPr>
    <w:rPr>
      <w:rFonts w:ascii="Arial" w:hAnsi="Arial"/>
      <w:b/>
      <w:smallCaps/>
      <w:noProof/>
      <w:snapToGrid w:val="0"/>
      <w:sz w:val="28"/>
      <w:szCs w:val="20"/>
    </w:rPr>
  </w:style>
  <w:style w:type="paragraph" w:customStyle="1" w:styleId="MarcadorAlfabtico">
    <w:name w:val="Marcador Alfabético"/>
    <w:basedOn w:val="Subalnea"/>
    <w:pPr>
      <w:numPr>
        <w:numId w:val="3"/>
      </w:numPr>
    </w:pPr>
  </w:style>
  <w:style w:type="paragraph" w:customStyle="1" w:styleId="Subalnea">
    <w:name w:val="Subalínea"/>
    <w:basedOn w:val="Normal"/>
    <w:pPr>
      <w:widowControl w:val="0"/>
      <w:numPr>
        <w:numId w:val="1"/>
      </w:numPr>
      <w:spacing w:line="480" w:lineRule="auto"/>
    </w:pPr>
    <w:rPr>
      <w:rFonts w:ascii="Arial" w:hAnsi="Arial"/>
      <w:noProof/>
      <w:snapToGrid w:val="0"/>
      <w:szCs w:val="20"/>
    </w:rPr>
  </w:style>
  <w:style w:type="paragraph" w:customStyle="1" w:styleId="NaturezadoTrabalho">
    <w:name w:val="Natureza do Trabalho"/>
    <w:basedOn w:val="Normal"/>
    <w:pPr>
      <w:widowControl w:val="0"/>
      <w:ind w:left="3969"/>
    </w:pPr>
    <w:rPr>
      <w:rFonts w:ascii="Arial" w:hAnsi="Arial"/>
      <w:noProof/>
      <w:snapToGrid w:val="0"/>
      <w:sz w:val="20"/>
      <w:szCs w:val="20"/>
    </w:rPr>
  </w:style>
  <w:style w:type="paragraph" w:customStyle="1" w:styleId="LocaleAnodeEntrega">
    <w:name w:val="Local e Ano de Entrega"/>
    <w:basedOn w:val="Normal"/>
    <w:pPr>
      <w:widowControl w:val="0"/>
      <w:jc w:val="center"/>
    </w:pPr>
    <w:rPr>
      <w:rFonts w:ascii="Arial" w:hAnsi="Arial"/>
      <w:noProof/>
      <w:snapToGrid w:val="0"/>
      <w:szCs w:val="20"/>
    </w:rPr>
  </w:style>
  <w:style w:type="paragraph" w:customStyle="1" w:styleId="Orientador">
    <w:name w:val="Orientador"/>
    <w:basedOn w:val="Normal"/>
    <w:pPr>
      <w:widowControl w:val="0"/>
      <w:jc w:val="right"/>
    </w:pPr>
    <w:rPr>
      <w:rFonts w:ascii="Arial" w:hAnsi="Arial"/>
      <w:noProof/>
      <w:snapToGrid w:val="0"/>
      <w:szCs w:val="20"/>
    </w:rPr>
  </w:style>
  <w:style w:type="paragraph" w:customStyle="1" w:styleId="Dedicatria">
    <w:name w:val="Dedicatória"/>
    <w:basedOn w:val="Normal"/>
    <w:pPr>
      <w:widowControl w:val="0"/>
      <w:ind w:left="3969"/>
      <w:jc w:val="right"/>
    </w:pPr>
    <w:rPr>
      <w:rFonts w:ascii="Comic Sans MS" w:hAnsi="Comic Sans MS"/>
      <w:noProof/>
      <w:snapToGrid w:val="0"/>
      <w:szCs w:val="20"/>
    </w:rPr>
  </w:style>
  <w:style w:type="paragraph" w:customStyle="1" w:styleId="Pargrafo">
    <w:name w:val="Parágrafo"/>
    <w:basedOn w:val="Normal"/>
    <w:pPr>
      <w:widowControl w:val="0"/>
      <w:tabs>
        <w:tab w:val="left" w:pos="1701"/>
      </w:tabs>
      <w:spacing w:line="480" w:lineRule="auto"/>
    </w:pPr>
    <w:rPr>
      <w:rFonts w:ascii="Arial" w:hAnsi="Arial"/>
      <w:noProof/>
      <w:snapToGrid w:val="0"/>
      <w:szCs w:val="20"/>
    </w:rPr>
  </w:style>
  <w:style w:type="paragraph" w:customStyle="1" w:styleId="Agradecimentos">
    <w:name w:val="Agradecimentos"/>
    <w:basedOn w:val="Normal"/>
    <w:pPr>
      <w:widowControl w:val="0"/>
      <w:spacing w:after="120"/>
    </w:pPr>
    <w:rPr>
      <w:rFonts w:ascii="Arial" w:hAnsi="Arial"/>
      <w:noProof/>
      <w:snapToGrid w:val="0"/>
      <w:szCs w:val="20"/>
    </w:rPr>
  </w:style>
  <w:style w:type="paragraph" w:customStyle="1" w:styleId="Epgrafe">
    <w:name w:val="Epígrafe"/>
    <w:basedOn w:val="Normal"/>
    <w:pPr>
      <w:widowControl w:val="0"/>
      <w:ind w:left="3969"/>
    </w:pPr>
    <w:rPr>
      <w:rFonts w:ascii="Arial" w:hAnsi="Arial"/>
      <w:noProof/>
      <w:snapToGrid w:val="0"/>
      <w:szCs w:val="20"/>
    </w:rPr>
  </w:style>
  <w:style w:type="paragraph" w:customStyle="1" w:styleId="Texto-Resumo">
    <w:name w:val="Texto - Resumo"/>
    <w:basedOn w:val="Normal"/>
    <w:pPr>
      <w:widowControl w:val="0"/>
      <w:spacing w:after="480"/>
    </w:pPr>
    <w:rPr>
      <w:rFonts w:ascii="Arial" w:hAnsi="Arial"/>
      <w:noProof/>
      <w:snapToGrid w:val="0"/>
      <w:szCs w:val="20"/>
    </w:rPr>
  </w:style>
  <w:style w:type="paragraph" w:customStyle="1" w:styleId="Ttulo-Resumo">
    <w:name w:val="Título - Resumo"/>
    <w:basedOn w:val="Normal"/>
    <w:next w:val="Texto-Resumo"/>
    <w:pPr>
      <w:widowControl w:val="0"/>
      <w:spacing w:before="360" w:after="960"/>
      <w:jc w:val="center"/>
    </w:pPr>
    <w:rPr>
      <w:rFonts w:ascii="Arial" w:hAnsi="Arial"/>
      <w:b/>
      <w:noProof/>
      <w:snapToGrid w:val="0"/>
      <w:szCs w:val="20"/>
    </w:rPr>
  </w:style>
  <w:style w:type="paragraph" w:customStyle="1" w:styleId="Resumo-Texto">
    <w:name w:val="Resumo - Texto"/>
    <w:basedOn w:val="Agradecimentos"/>
    <w:pPr>
      <w:spacing w:after="480" w:line="240" w:lineRule="auto"/>
      <w:ind w:firstLine="0"/>
    </w:pPr>
    <w:rPr>
      <w:snapToGrid/>
    </w:rPr>
  </w:style>
  <w:style w:type="paragraph" w:customStyle="1" w:styleId="Resumo-Ttulo">
    <w:name w:val="Resumo - Título"/>
    <w:basedOn w:val="Normal"/>
    <w:pPr>
      <w:widowControl w:val="0"/>
      <w:spacing w:before="360" w:after="960"/>
      <w:jc w:val="center"/>
    </w:pPr>
    <w:rPr>
      <w:rFonts w:ascii="Arial" w:hAnsi="Arial"/>
      <w:b/>
      <w:caps/>
      <w:noProof/>
    </w:rPr>
  </w:style>
  <w:style w:type="paragraph" w:customStyle="1" w:styleId="Sumrio">
    <w:name w:val="Sumário"/>
    <w:basedOn w:val="Normal"/>
    <w:pPr>
      <w:widowControl w:val="0"/>
      <w:tabs>
        <w:tab w:val="left" w:leader="dot" w:pos="8732"/>
      </w:tabs>
    </w:pPr>
    <w:rPr>
      <w:rFonts w:ascii="Arial" w:hAnsi="Arial"/>
      <w:noProof/>
      <w:snapToGrid w:val="0"/>
      <w:szCs w:val="20"/>
    </w:rPr>
  </w:style>
  <w:style w:type="paragraph" w:styleId="Sumrio1">
    <w:name w:val="toc 1"/>
    <w:basedOn w:val="Normal"/>
    <w:next w:val="Normal"/>
    <w:autoRedefine/>
    <w:uiPriority w:val="39"/>
    <w:rsid w:val="00C844F3"/>
    <w:pPr>
      <w:widowControl w:val="0"/>
      <w:tabs>
        <w:tab w:val="left" w:pos="720"/>
        <w:tab w:val="right" w:leader="dot" w:pos="9062"/>
      </w:tabs>
      <w:ind w:firstLine="0"/>
    </w:pPr>
    <w:rPr>
      <w:b/>
      <w:iCs/>
      <w:caps/>
      <w:noProof/>
      <w:snapToGrid w:val="0"/>
      <w:szCs w:val="20"/>
    </w:rPr>
  </w:style>
  <w:style w:type="paragraph" w:customStyle="1" w:styleId="Legendas">
    <w:name w:val="Legendas"/>
    <w:basedOn w:val="Normal"/>
    <w:pPr>
      <w:widowControl w:val="0"/>
      <w:spacing w:after="360"/>
    </w:pPr>
    <w:rPr>
      <w:rFonts w:ascii="Arial" w:hAnsi="Arial"/>
      <w:noProof/>
      <w:sz w:val="20"/>
    </w:rPr>
  </w:style>
  <w:style w:type="paragraph" w:customStyle="1" w:styleId="Referncias">
    <w:name w:val="Referências"/>
    <w:basedOn w:val="Normal"/>
    <w:pPr>
      <w:spacing w:after="480"/>
    </w:pPr>
    <w:rPr>
      <w:rFonts w:ascii="Arial" w:hAnsi="Arial"/>
      <w:noProof/>
    </w:rPr>
  </w:style>
  <w:style w:type="paragraph" w:customStyle="1" w:styleId="TituloApndiceeAnexo">
    <w:name w:val="Titulo Apêndice e Anexo"/>
    <w:basedOn w:val="Normal"/>
    <w:next w:val="Pargrafo"/>
    <w:pPr>
      <w:widowControl w:val="0"/>
      <w:spacing w:after="480" w:line="480" w:lineRule="auto"/>
      <w:jc w:val="center"/>
    </w:pPr>
    <w:rPr>
      <w:rFonts w:ascii="Arial" w:hAnsi="Arial"/>
      <w:noProof/>
      <w:snapToGrid w:val="0"/>
      <w:szCs w:val="20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pPr>
      <w:tabs>
        <w:tab w:val="num" w:pos="284"/>
        <w:tab w:val="left" w:pos="720"/>
        <w:tab w:val="num" w:pos="1985"/>
      </w:tabs>
    </w:pPr>
    <w:rPr>
      <w:rFonts w:ascii="Arial" w:hAnsi="Arial" w:cs="Aria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ILDOPA+TimesNewRoman,Bold" w:hAnsi="ILDOPA+TimesNewRoman,Bold"/>
      <w:color w:val="000000"/>
      <w:sz w:val="24"/>
      <w:szCs w:val="24"/>
    </w:rPr>
  </w:style>
  <w:style w:type="paragraph" w:styleId="Textoembloco">
    <w:name w:val="Block Text"/>
    <w:basedOn w:val="Normal"/>
    <w:rsid w:val="00734D3E"/>
    <w:pPr>
      <w:ind w:left="3240" w:right="225"/>
    </w:pPr>
  </w:style>
  <w:style w:type="paragraph" w:styleId="Corpodetexto2">
    <w:name w:val="Body Text 2"/>
    <w:basedOn w:val="Normal"/>
    <w:rsid w:val="00734D3E"/>
    <w:pPr>
      <w:spacing w:after="120" w:line="480" w:lineRule="auto"/>
    </w:pPr>
  </w:style>
  <w:style w:type="paragraph" w:styleId="NormalWeb">
    <w:name w:val="Normal (Web)"/>
    <w:basedOn w:val="Normal"/>
    <w:rsid w:val="0086291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tulo7Char">
    <w:name w:val="Título 7 Char"/>
    <w:link w:val="Ttulo7"/>
    <w:uiPriority w:val="9"/>
    <w:semiHidden/>
    <w:rsid w:val="00E07852"/>
    <w:rPr>
      <w:rFonts w:ascii="Calibri" w:eastAsia="Times New Roman" w:hAnsi="Calibri" w:cs="Times New Roman"/>
      <w:sz w:val="24"/>
      <w:szCs w:val="24"/>
    </w:rPr>
  </w:style>
  <w:style w:type="character" w:customStyle="1" w:styleId="Ttulo8Char">
    <w:name w:val="Título 8 Char"/>
    <w:link w:val="Ttulo8"/>
    <w:uiPriority w:val="9"/>
    <w:semiHidden/>
    <w:rsid w:val="00E07852"/>
    <w:rPr>
      <w:rFonts w:ascii="Calibri" w:eastAsia="Times New Roman" w:hAnsi="Calibri" w:cs="Times New Roman"/>
      <w:i/>
      <w:iCs/>
      <w:sz w:val="24"/>
      <w:szCs w:val="24"/>
    </w:rPr>
  </w:style>
  <w:style w:type="paragraph" w:styleId="Legenda">
    <w:name w:val="caption"/>
    <w:aliases w:val="Legenda Figura"/>
    <w:basedOn w:val="Normal"/>
    <w:next w:val="Normal"/>
    <w:link w:val="LegendaChar"/>
    <w:uiPriority w:val="35"/>
    <w:unhideWhenUsed/>
    <w:qFormat/>
    <w:rsid w:val="00D774A3"/>
    <w:pPr>
      <w:spacing w:after="480"/>
      <w:ind w:left="1814" w:right="567" w:hanging="1247"/>
      <w:jc w:val="left"/>
    </w:pPr>
    <w:rPr>
      <w:bCs/>
      <w:szCs w:val="20"/>
    </w:rPr>
  </w:style>
  <w:style w:type="character" w:customStyle="1" w:styleId="Ttulo1Char">
    <w:name w:val="Título 1 Char"/>
    <w:link w:val="Ttulo1"/>
    <w:uiPriority w:val="9"/>
    <w:rsid w:val="007E277B"/>
    <w:rPr>
      <w:b/>
      <w:caps/>
      <w:noProof/>
      <w:snapToGrid w:val="0"/>
      <w:kern w:val="28"/>
      <w:sz w:val="32"/>
    </w:rPr>
  </w:style>
  <w:style w:type="paragraph" w:styleId="Bibliografia">
    <w:name w:val="Bibliography"/>
    <w:basedOn w:val="Normal"/>
    <w:next w:val="Normal"/>
    <w:uiPriority w:val="37"/>
    <w:unhideWhenUsed/>
    <w:rsid w:val="00807C01"/>
    <w:pPr>
      <w:ind w:firstLine="0"/>
    </w:pPr>
  </w:style>
  <w:style w:type="paragraph" w:styleId="CabealhodoSumrio">
    <w:name w:val="TOC Heading"/>
    <w:basedOn w:val="Ttulo1"/>
    <w:next w:val="Normal"/>
    <w:uiPriority w:val="39"/>
    <w:unhideWhenUsed/>
    <w:qFormat/>
    <w:rsid w:val="00A834FA"/>
    <w:pPr>
      <w:keepLines/>
      <w:pageBreakBefore w:val="0"/>
      <w:widowControl/>
      <w:numPr>
        <w:numId w:val="0"/>
      </w:numPr>
      <w:tabs>
        <w:tab w:val="clear" w:pos="227"/>
        <w:tab w:val="clear" w:pos="454"/>
      </w:tabs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noProof w:val="0"/>
      <w:snapToGrid/>
      <w:color w:val="2E74B5" w:themeColor="accent1" w:themeShade="BF"/>
      <w:kern w:val="0"/>
      <w:szCs w:val="32"/>
    </w:rPr>
  </w:style>
  <w:style w:type="paragraph" w:styleId="Sumrio2">
    <w:name w:val="toc 2"/>
    <w:basedOn w:val="Normal"/>
    <w:next w:val="Normal"/>
    <w:autoRedefine/>
    <w:uiPriority w:val="39"/>
    <w:unhideWhenUsed/>
    <w:rsid w:val="00C844F3"/>
    <w:pPr>
      <w:ind w:firstLine="0"/>
      <w:jc w:val="left"/>
    </w:pPr>
    <w:rPr>
      <w:rFonts w:eastAsiaTheme="minorEastAsia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C844F3"/>
    <w:pPr>
      <w:ind w:firstLine="0"/>
      <w:jc w:val="left"/>
    </w:pPr>
    <w:rPr>
      <w:rFonts w:eastAsiaTheme="minorEastAsia"/>
      <w:sz w:val="22"/>
      <w:szCs w:val="22"/>
    </w:rPr>
  </w:style>
  <w:style w:type="character" w:styleId="Hyperlink">
    <w:name w:val="Hyperlink"/>
    <w:basedOn w:val="Fontepargpadro"/>
    <w:uiPriority w:val="99"/>
    <w:unhideWhenUsed/>
    <w:rsid w:val="00A834FA"/>
    <w:rPr>
      <w:color w:val="0563C1" w:themeColor="hyperlink"/>
      <w:u w:val="single"/>
    </w:rPr>
  </w:style>
  <w:style w:type="paragraph" w:styleId="Sumrio4">
    <w:name w:val="toc 4"/>
    <w:basedOn w:val="Normal"/>
    <w:next w:val="Normal"/>
    <w:autoRedefine/>
    <w:uiPriority w:val="39"/>
    <w:unhideWhenUsed/>
    <w:rsid w:val="00C844F3"/>
    <w:pPr>
      <w:ind w:firstLine="0"/>
    </w:pPr>
    <w:rPr>
      <w:sz w:val="20"/>
    </w:rPr>
  </w:style>
  <w:style w:type="paragraph" w:styleId="Sumrio5">
    <w:name w:val="toc 5"/>
    <w:basedOn w:val="Normal"/>
    <w:next w:val="Normal"/>
    <w:autoRedefine/>
    <w:uiPriority w:val="39"/>
    <w:unhideWhenUsed/>
    <w:rsid w:val="007A2717"/>
    <w:pPr>
      <w:tabs>
        <w:tab w:val="right" w:leader="dot" w:pos="9062"/>
      </w:tabs>
      <w:ind w:firstLine="0"/>
      <w:jc w:val="center"/>
    </w:pPr>
    <w:rPr>
      <w:b/>
      <w:caps/>
    </w:rPr>
  </w:style>
  <w:style w:type="table" w:styleId="Tabelacomgrade">
    <w:name w:val="Table Grid"/>
    <w:basedOn w:val="Tabelanormal"/>
    <w:uiPriority w:val="59"/>
    <w:rsid w:val="004E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dicedeilustraes">
    <w:name w:val="table of figures"/>
    <w:basedOn w:val="Normal"/>
    <w:next w:val="Normal"/>
    <w:uiPriority w:val="99"/>
    <w:unhideWhenUsed/>
    <w:rsid w:val="001E15F4"/>
    <w:pPr>
      <w:ind w:firstLine="0"/>
    </w:pPr>
  </w:style>
  <w:style w:type="paragraph" w:customStyle="1" w:styleId="LegendaTabela">
    <w:name w:val="Legenda Tabela"/>
    <w:basedOn w:val="Legenda"/>
    <w:link w:val="LegendaTabelaChar"/>
    <w:qFormat/>
    <w:rsid w:val="00096AC3"/>
    <w:pPr>
      <w:spacing w:before="480" w:after="240"/>
    </w:pPr>
  </w:style>
  <w:style w:type="character" w:customStyle="1" w:styleId="LegendaChar">
    <w:name w:val="Legenda Char"/>
    <w:aliases w:val="Legenda Figura Char"/>
    <w:basedOn w:val="Fontepargpadro"/>
    <w:link w:val="Legenda"/>
    <w:uiPriority w:val="35"/>
    <w:rsid w:val="00D774A3"/>
    <w:rPr>
      <w:bCs/>
      <w:sz w:val="24"/>
    </w:rPr>
  </w:style>
  <w:style w:type="character" w:customStyle="1" w:styleId="LegendaTabelaChar">
    <w:name w:val="Legenda Tabela Char"/>
    <w:basedOn w:val="LegendaChar"/>
    <w:link w:val="LegendaTabela"/>
    <w:rsid w:val="00096AC3"/>
    <w:rPr>
      <w:bCs/>
      <w:sz w:val="24"/>
    </w:rPr>
  </w:style>
  <w:style w:type="character" w:styleId="TextodoEspaoReservado">
    <w:name w:val="Placeholder Text"/>
    <w:basedOn w:val="Fontepargpadro"/>
    <w:uiPriority w:val="99"/>
    <w:semiHidden/>
    <w:rsid w:val="00097967"/>
    <w:rPr>
      <w:color w:val="808080"/>
    </w:rPr>
  </w:style>
  <w:style w:type="paragraph" w:styleId="PargrafodaLista">
    <w:name w:val="List Paragraph"/>
    <w:basedOn w:val="Normal"/>
    <w:uiPriority w:val="34"/>
    <w:qFormat/>
    <w:rsid w:val="00D774A3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9013B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9013B"/>
  </w:style>
  <w:style w:type="character" w:styleId="Refdenotaderodap">
    <w:name w:val="footnote reference"/>
    <w:basedOn w:val="Fontepargpadro"/>
    <w:uiPriority w:val="99"/>
    <w:semiHidden/>
    <w:unhideWhenUsed/>
    <w:rsid w:val="002901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skaster@uel.b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eader" Target="head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briela%20e%20Matheus\Documents\Modelos%20Personalizados%20do%20Office\template-ABNT-DC-UEL-v1.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33D84AD4D094A49A808BF51D9C36D4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BE6E7C-1D22-4316-97F1-FBEE1A74ED0A}"/>
      </w:docPartPr>
      <w:docPartBody>
        <w:p w:rsidR="008855FC" w:rsidRDefault="00ED0ED8">
          <w:pPr>
            <w:pStyle w:val="633D84AD4D094A49A808BF51D9C36D4C"/>
          </w:pPr>
          <w:r w:rsidRPr="0095280F">
            <w:rPr>
              <w:rStyle w:val="TextodoEspaoReservado"/>
            </w:rPr>
            <w:t>[Autor]</w:t>
          </w:r>
        </w:p>
      </w:docPartBody>
    </w:docPart>
    <w:docPart>
      <w:docPartPr>
        <w:name w:val="68485BBD608F4F8B94B9AE1A971282F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2E0E01E-FDFE-4044-96AD-51051A3A44C9}"/>
      </w:docPartPr>
      <w:docPartBody>
        <w:p w:rsidR="008855FC" w:rsidRDefault="00ED0ED8">
          <w:pPr>
            <w:pStyle w:val="68485BBD608F4F8B94B9AE1A971282FA"/>
          </w:pPr>
          <w:r w:rsidRPr="0095280F">
            <w:rPr>
              <w:rStyle w:val="TextodoEspaoReservado"/>
            </w:rPr>
            <w:t>[Título]</w:t>
          </w:r>
        </w:p>
      </w:docPartBody>
    </w:docPart>
    <w:docPart>
      <w:docPartPr>
        <w:name w:val="539808AE514D417695AECADCDD554B6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29FD322-659D-4FB7-8F46-17239FCD52DE}"/>
      </w:docPartPr>
      <w:docPartBody>
        <w:p w:rsidR="008855FC" w:rsidRDefault="00ED0ED8">
          <w:pPr>
            <w:pStyle w:val="539808AE514D417695AECADCDD554B68"/>
          </w:pPr>
          <w:r w:rsidRPr="00AB480C">
            <w:rPr>
              <w:rStyle w:val="TextodoEspaoReservado"/>
            </w:rPr>
            <w:t>[Autor]</w:t>
          </w:r>
        </w:p>
      </w:docPartBody>
    </w:docPart>
    <w:docPart>
      <w:docPartPr>
        <w:name w:val="77AD432E52C145FFBF509AD102785DB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643D91C-90A5-4B0E-B830-2ACEFC0A541C}"/>
      </w:docPartPr>
      <w:docPartBody>
        <w:p w:rsidR="008855FC" w:rsidRDefault="00ED0ED8">
          <w:pPr>
            <w:pStyle w:val="77AD432E52C145FFBF509AD102785DBD"/>
          </w:pPr>
          <w:r w:rsidRPr="00AB480C">
            <w:rPr>
              <w:rStyle w:val="TextodoEspaoReservado"/>
            </w:rPr>
            <w:t>[Título]</w:t>
          </w:r>
        </w:p>
      </w:docPartBody>
    </w:docPart>
    <w:docPart>
      <w:docPartPr>
        <w:name w:val="EC53372B4ACD4CE59DA95FB71BF04D2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BAE11D4-25E5-4413-BFBB-7099D61D59F1}"/>
      </w:docPartPr>
      <w:docPartBody>
        <w:p w:rsidR="008855FC" w:rsidRDefault="00ED0ED8">
          <w:pPr>
            <w:pStyle w:val="EC53372B4ACD4CE59DA95FB71BF04D29"/>
          </w:pPr>
          <w:r w:rsidRPr="00AB480C">
            <w:rPr>
              <w:rStyle w:val="TextodoEspaoReservado"/>
            </w:rPr>
            <w:t>[Autor]</w:t>
          </w:r>
        </w:p>
      </w:docPartBody>
    </w:docPart>
    <w:docPart>
      <w:docPartPr>
        <w:name w:val="BAB0CB566391418DAC91A7C39A8DC3E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F64AA5C-632B-4134-B5FE-FA565BDB2D46}"/>
      </w:docPartPr>
      <w:docPartBody>
        <w:p w:rsidR="008855FC" w:rsidRDefault="00ED0ED8">
          <w:pPr>
            <w:pStyle w:val="BAB0CB566391418DAC91A7C39A8DC3E8"/>
          </w:pPr>
          <w:r w:rsidRPr="00AB480C">
            <w:rPr>
              <w:rStyle w:val="TextodoEspaoReservado"/>
            </w:rPr>
            <w:t>[Título]</w:t>
          </w:r>
        </w:p>
      </w:docPartBody>
    </w:docPart>
    <w:docPart>
      <w:docPartPr>
        <w:name w:val="37061A8E8A2D49C881E5D099E761C73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1308363-71D2-484D-87A9-B243F9B37EEA}"/>
      </w:docPartPr>
      <w:docPartBody>
        <w:p w:rsidR="008855FC" w:rsidRDefault="00ED0ED8">
          <w:pPr>
            <w:pStyle w:val="37061A8E8A2D49C881E5D099E761C731"/>
          </w:pPr>
          <w:r w:rsidRPr="007B0294">
            <w:rPr>
              <w:rStyle w:val="TextodoEspaoReservado"/>
            </w:rPr>
            <w:t>[Título]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ILDOP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ED8"/>
    <w:rsid w:val="002E7201"/>
    <w:rsid w:val="008855FC"/>
    <w:rsid w:val="00ED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Pr>
      <w:color w:val="808080"/>
    </w:rPr>
  </w:style>
  <w:style w:type="paragraph" w:customStyle="1" w:styleId="633D84AD4D094A49A808BF51D9C36D4C">
    <w:name w:val="633D84AD4D094A49A808BF51D9C36D4C"/>
  </w:style>
  <w:style w:type="paragraph" w:customStyle="1" w:styleId="68485BBD608F4F8B94B9AE1A971282FA">
    <w:name w:val="68485BBD608F4F8B94B9AE1A971282FA"/>
  </w:style>
  <w:style w:type="paragraph" w:customStyle="1" w:styleId="539808AE514D417695AECADCDD554B68">
    <w:name w:val="539808AE514D417695AECADCDD554B68"/>
  </w:style>
  <w:style w:type="paragraph" w:customStyle="1" w:styleId="77AD432E52C145FFBF509AD102785DBD">
    <w:name w:val="77AD432E52C145FFBF509AD102785DBD"/>
  </w:style>
  <w:style w:type="paragraph" w:customStyle="1" w:styleId="EC53372B4ACD4CE59DA95FB71BF04D29">
    <w:name w:val="EC53372B4ACD4CE59DA95FB71BF04D29"/>
  </w:style>
  <w:style w:type="paragraph" w:customStyle="1" w:styleId="BAB0CB566391418DAC91A7C39A8DC3E8">
    <w:name w:val="BAB0CB566391418DAC91A7C39A8DC3E8"/>
  </w:style>
  <w:style w:type="paragraph" w:customStyle="1" w:styleId="37061A8E8A2D49C881E5D099E761C731">
    <w:name w:val="37061A8E8A2D49C881E5D099E761C7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BNT-DC-UEL.XSL" StyleName="ABNT-DC-UEL v.1.1" Version="1">
  <b:Source>
    <b:Tag>COM01</b:Tag>
    <b:SourceType>Book</b:SourceType>
    <b:Guid>{08FFB8B2-9BED-41C9-A0BF-4E7483D657FA}</b:Guid>
    <b:Author>
      <b:Author>
        <b:NameList>
          <b:Person>
            <b:Last>COMER</b:Last>
            <b:First>D.</b:First>
            <b:Middle>E.</b:Middle>
          </b:Person>
        </b:NameList>
      </b:Author>
    </b:Author>
    <b:Title>Redes de Computadores e Internet</b:Title>
    <b:Year>2001</b:Year>
    <b:City>São Paulo</b:City>
    <b:Publisher>Bookman</b:Publisher>
    <b:Edition>2ª</b:Edition>
    <b:RefOrder>3</b:RefOrder>
  </b:Source>
  <b:Source>
    <b:Tag>VEH97</b:Tag>
    <b:SourceType>Book</b:SourceType>
    <b:Guid>{E34F1F32-D7E8-490D-9385-F82174FEBFEC}</b:Guid>
    <b:Author>
      <b:Author>
        <b:NameList>
          <b:Person>
            <b:Last>VEHEL</b:Last>
            <b:First>J.</b:First>
            <b:Middle>L.</b:Middle>
          </b:Person>
          <b:Person>
            <b:Last>LUTTON</b:Last>
            <b:First>E.</b:First>
          </b:Person>
          <b:Person>
            <b:Last>C.</b:Last>
            <b:First>TRICOT</b:First>
          </b:Person>
        </b:NameList>
      </b:Author>
    </b:Author>
    <b:Title>Fractals in engineering: from theory to industrial applications</b:Title>
    <b:Year>1997</b:Year>
    <b:City>New York</b:City>
    <b:Publisher>Springer-Verlag</b:Publisher>
    <b:RefOrder>2</b:RefOrder>
  </b:Source>
  <b:Source>
    <b:Tag>DUF01</b:Tag>
    <b:SourceType>ConferenceProceedings</b:SourceType>
    <b:Guid>{AD9D1001-B795-4685-A6E4-D185E660EBCC}</b:Guid>
    <b:Author>
      <b:Author>
        <b:NameList>
          <b:Person>
            <b:Last>DUFFIELD</b:Last>
            <b:First>N.</b:First>
            <b:Middle>G.</b:Middle>
          </b:Person>
          <b:Person>
            <b:Last>PRESTI</b:Last>
            <b:First>F.</b:First>
            <b:Middle>L.</b:Middle>
          </b:Person>
          <b:Person>
            <b:Last>PAXSON</b:Last>
            <b:First>V.</b:First>
          </b:Person>
          <b:Person>
            <b:Last>TOWSLEY</b:Last>
            <b:First>D.</b:First>
          </b:Person>
        </b:NameList>
      </b:Author>
    </b:Author>
    <b:Title>Inferring link loss using striped unicast probes</b:Title>
    <b:Year>2001</b:Year>
    <b:Pages>915-923</b:Pages>
    <b:ConferenceName>Proc. IEEE INFOCOM</b:ConferenceName>
    <b:RefOrder>1</b:RefOrder>
  </b:Source>
  <b:Source>
    <b:Tag>MCO02</b:Tag>
    <b:SourceType>ArticleInAPeriodical</b:SourceType>
    <b:Guid>{A2A0AC3C-0C15-429D-ABDF-A208A81284B4}</b:Guid>
    <b:Title>Internet tomography</b:Title>
    <b:Pages>47–65</b:Pages>
    <b:Year>2002</b:Year>
    <b:Author>
      <b:Author>
        <b:NameList>
          <b:Person>
            <b:Last>COATES</b:Last>
            <b:First>M.</b:First>
          </b:Person>
          <b:Person>
            <b:Last>HERO</b:Last>
            <b:First>A.</b:First>
          </b:Person>
          <b:Person>
            <b:Last>NOWAK</b:Last>
            <b:First>R.</b:First>
          </b:Person>
          <b:Person>
            <b:Last>YU</b:Last>
            <b:First>B.</b:First>
          </b:Person>
        </b:NameList>
      </b:Author>
    </b:Author>
    <b:PeriodicalTitle>IEEE Signal Processing Mag</b:PeriodicalTitle>
    <b:Month>May</b:Month>
    <b:Volume>19</b:Volume>
    <b:RefOrder>4</b:RefOrder>
  </b:Source>
</b:Sources>
</file>

<file path=customXml/itemProps1.xml><?xml version="1.0" encoding="utf-8"?>
<ds:datastoreItem xmlns:ds="http://schemas.openxmlformats.org/officeDocument/2006/customXml" ds:itemID="{31222CC3-1603-41D9-8279-CFDB047AA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template-ABNT-DC-UEL-v1.1</Template>
  <TotalTime>9</TotalTime>
  <Pages>1</Pages>
  <Words>3182</Words>
  <Characters>17186</Characters>
  <Application>Microsoft Office Word</Application>
  <DocSecurity>0</DocSecurity>
  <Lines>143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 do Trabalho</vt:lpstr>
    </vt:vector>
  </TitlesOfParts>
  <Company>UEL</Company>
  <LinksUpToDate>false</LinksUpToDate>
  <CharactersWithSpaces>20328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do Trabalho</dc:title>
  <dc:subject/>
  <dc:creator>Nome do(a) Aluno(a)</dc:creator>
  <cp:keywords/>
  <dc:description/>
  <cp:lastModifiedBy>Gabriela e Matheus</cp:lastModifiedBy>
  <cp:revision>4</cp:revision>
  <cp:lastPrinted>2014-10-16T21:50:00Z</cp:lastPrinted>
  <dcterms:created xsi:type="dcterms:W3CDTF">2014-10-16T21:36:00Z</dcterms:created>
  <dcterms:modified xsi:type="dcterms:W3CDTF">2014-10-16T21:51:00Z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 de defesa">
    <vt:lpwstr>2014</vt:lpwstr>
  </property>
  <property fmtid="{D5CDD505-2E9C-101B-9397-08002B2CF9AE}" pid="3" name="Citação do autor">
    <vt:lpwstr>SOBRENOME, P. S.</vt:lpwstr>
  </property>
  <property fmtid="{D5CDD505-2E9C-101B-9397-08002B2CF9AE}" pid="4" name="Nome do orientador">
    <vt:lpwstr>Prof. Dr. Nome do Orientador</vt:lpwstr>
  </property>
  <property fmtid="{D5CDD505-2E9C-101B-9397-08002B2CF9AE}" pid="5" name="Tipo do trabalho">
    <vt:lpwstr>Trabalho de Conclusão de Curso</vt:lpwstr>
  </property>
  <property fmtid="{D5CDD505-2E9C-101B-9397-08002B2CF9AE}" pid="6" name="Grau ou título obtido">
    <vt:lpwstr>Bacharel em Ciência da Computação</vt:lpwstr>
  </property>
  <property fmtid="{D5CDD505-2E9C-101B-9397-08002B2CF9AE}" pid="7" name="Nome do curso ou programa">
    <vt:lpwstr>Bacharelado em Ciência da Computação</vt:lpwstr>
  </property>
  <property fmtid="{D5CDD505-2E9C-101B-9397-08002B2CF9AE}" pid="8" name="Tipo do trabalho em Inglês">
    <vt:lpwstr>Final Project</vt:lpwstr>
  </property>
  <property fmtid="{D5CDD505-2E9C-101B-9397-08002B2CF9AE}" pid="9" name="Título em Inglês">
    <vt:lpwstr>Title of the Work</vt:lpwstr>
  </property>
  <property fmtid="{D5CDD505-2E9C-101B-9397-08002B2CF9AE}" pid="10" name="Nome do curso ou programa em Inglês">
    <vt:lpwstr>Bachelor of Science in Computer Science</vt:lpwstr>
  </property>
  <property fmtid="{D5CDD505-2E9C-101B-9397-08002B2CF9AE}" pid="11" name="Curso ou programa">
    <vt:lpwstr>Curso</vt:lpwstr>
  </property>
</Properties>
</file>